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19" w:rsidRPr="00025DA6" w:rsidRDefault="006A1719" w:rsidP="00025DA6">
      <w:pPr>
        <w:jc w:val="center"/>
      </w:pPr>
      <w:r w:rsidRPr="00025DA6">
        <w:rPr>
          <w:noProof/>
        </w:rPr>
        <w:drawing>
          <wp:inline distT="0" distB="0" distL="0" distR="0">
            <wp:extent cx="809625" cy="942975"/>
            <wp:effectExtent l="0" t="0" r="0" b="0"/>
            <wp:docPr id="2" name="Рисунок 2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719" w:rsidRPr="00025DA6" w:rsidRDefault="006A1719" w:rsidP="00025DA6">
      <w:pPr>
        <w:pStyle w:val="Title"/>
        <w:rPr>
          <w:kern w:val="0"/>
        </w:rPr>
      </w:pPr>
      <w:r w:rsidRPr="00025DA6">
        <w:rPr>
          <w:kern w:val="0"/>
        </w:rPr>
        <w:t>СОВЕТ МУНИЦИПАЛЬНОГО РАЙОНА «ШИЛКИНСКИЙ РАЙОН»</w:t>
      </w:r>
    </w:p>
    <w:p w:rsidR="00025DA6" w:rsidRDefault="00025DA6" w:rsidP="00025DA6"/>
    <w:p w:rsidR="00025DA6" w:rsidRDefault="00025DA6" w:rsidP="00025DA6"/>
    <w:p w:rsidR="006A1719" w:rsidRPr="00025DA6" w:rsidRDefault="006A1719" w:rsidP="00025DA6">
      <w:pPr>
        <w:pStyle w:val="Title"/>
        <w:rPr>
          <w:kern w:val="0"/>
        </w:rPr>
      </w:pPr>
      <w:r w:rsidRPr="00025DA6">
        <w:rPr>
          <w:kern w:val="0"/>
        </w:rPr>
        <w:t>РЕШЕНИЕ</w:t>
      </w:r>
    </w:p>
    <w:p w:rsidR="00025DA6" w:rsidRDefault="00025DA6" w:rsidP="00025DA6"/>
    <w:p w:rsidR="00025DA6" w:rsidRDefault="00025DA6" w:rsidP="00025DA6"/>
    <w:p w:rsidR="006A1719" w:rsidRPr="00025DA6" w:rsidRDefault="006A1719" w:rsidP="00025DA6">
      <w:r w:rsidRPr="00025DA6">
        <w:t>24</w:t>
      </w:r>
      <w:r w:rsidR="00025DA6">
        <w:t xml:space="preserve"> </w:t>
      </w:r>
      <w:r w:rsidRPr="00025DA6">
        <w:t>сентября 2015</w:t>
      </w:r>
      <w:r w:rsidR="00025DA6">
        <w:tab/>
      </w:r>
      <w:r w:rsidR="00025DA6">
        <w:tab/>
      </w:r>
      <w:r w:rsidR="00025DA6">
        <w:tab/>
      </w:r>
      <w:r w:rsidR="00025DA6">
        <w:tab/>
      </w:r>
      <w:r w:rsidR="00025DA6">
        <w:tab/>
      </w:r>
      <w:r w:rsidR="00025DA6">
        <w:tab/>
      </w:r>
      <w:r w:rsidR="00025DA6">
        <w:tab/>
      </w:r>
      <w:r w:rsidR="00025DA6">
        <w:tab/>
      </w:r>
      <w:r w:rsidR="00025DA6">
        <w:tab/>
      </w:r>
      <w:r w:rsidR="00025DA6" w:rsidRPr="00025DA6">
        <w:t>№</w:t>
      </w:r>
      <w:r w:rsidR="00025DA6">
        <w:t xml:space="preserve"> </w:t>
      </w:r>
      <w:r w:rsidR="00E76ADC" w:rsidRPr="00025DA6">
        <w:t>214</w:t>
      </w:r>
    </w:p>
    <w:p w:rsidR="00025DA6" w:rsidRDefault="00025DA6" w:rsidP="00025DA6"/>
    <w:p w:rsidR="006A1719" w:rsidRPr="00025DA6" w:rsidRDefault="006A1719" w:rsidP="00025DA6">
      <w:pPr>
        <w:jc w:val="center"/>
      </w:pPr>
      <w:r w:rsidRPr="00025DA6">
        <w:t>г. Шилка</w:t>
      </w:r>
    </w:p>
    <w:p w:rsidR="006A1719" w:rsidRPr="00025DA6" w:rsidRDefault="006A1719" w:rsidP="00025DA6"/>
    <w:p w:rsidR="00873BC6" w:rsidRPr="00025DA6" w:rsidRDefault="00873BC6" w:rsidP="00025DA6"/>
    <w:p w:rsidR="009F2BF8" w:rsidRPr="00025DA6" w:rsidRDefault="009F2BF8" w:rsidP="00025DA6">
      <w:pPr>
        <w:pStyle w:val="Title"/>
        <w:rPr>
          <w:kern w:val="0"/>
        </w:rPr>
      </w:pPr>
      <w:r w:rsidRPr="00025DA6">
        <w:rPr>
          <w:kern w:val="0"/>
        </w:rPr>
        <w:t>О внесении изменений в Комплексную программу социально-экономического развития</w:t>
      </w:r>
      <w:r w:rsidR="00025DA6">
        <w:t xml:space="preserve"> </w:t>
      </w:r>
      <w:r w:rsidR="00034271" w:rsidRPr="00025DA6">
        <w:rPr>
          <w:kern w:val="0"/>
        </w:rPr>
        <w:t>муниципального района</w:t>
      </w:r>
      <w:r w:rsidRPr="00025DA6">
        <w:rPr>
          <w:kern w:val="0"/>
        </w:rPr>
        <w:t xml:space="preserve"> «</w:t>
      </w:r>
      <w:r w:rsidR="00034271" w:rsidRPr="00025DA6">
        <w:rPr>
          <w:kern w:val="0"/>
        </w:rPr>
        <w:t>Шилкинский район» на период 2011-2020</w:t>
      </w:r>
      <w:r w:rsidRPr="00025DA6">
        <w:rPr>
          <w:kern w:val="0"/>
        </w:rPr>
        <w:t xml:space="preserve"> годы</w:t>
      </w:r>
      <w:r w:rsidR="00025DA6" w:rsidRPr="00025DA6">
        <w:t>,</w:t>
      </w:r>
      <w:r w:rsidR="00025DA6">
        <w:t xml:space="preserve"> </w:t>
      </w:r>
      <w:r w:rsidRPr="00025DA6">
        <w:rPr>
          <w:kern w:val="0"/>
        </w:rPr>
        <w:t xml:space="preserve">утвержденную решением </w:t>
      </w:r>
      <w:r w:rsidR="00034271" w:rsidRPr="00025DA6">
        <w:rPr>
          <w:kern w:val="0"/>
        </w:rPr>
        <w:t>Совета муниципального района «Шилкинский район»</w:t>
      </w:r>
      <w:r w:rsidRPr="00025DA6">
        <w:rPr>
          <w:kern w:val="0"/>
        </w:rPr>
        <w:t xml:space="preserve"> от </w:t>
      </w:r>
      <w:r w:rsidR="00034271" w:rsidRPr="00025DA6">
        <w:rPr>
          <w:kern w:val="0"/>
        </w:rPr>
        <w:t>29.12.2011</w:t>
      </w:r>
      <w:r w:rsidR="00025DA6">
        <w:t xml:space="preserve"> </w:t>
      </w:r>
      <w:r w:rsidR="00025DA6" w:rsidRPr="00025DA6">
        <w:t xml:space="preserve">№ </w:t>
      </w:r>
      <w:r w:rsidR="00034271" w:rsidRPr="00025DA6">
        <w:rPr>
          <w:kern w:val="0"/>
        </w:rPr>
        <w:t>311</w:t>
      </w:r>
    </w:p>
    <w:p w:rsidR="00025DA6" w:rsidRDefault="00025DA6" w:rsidP="00025DA6"/>
    <w:p w:rsidR="00025DA6" w:rsidRDefault="00025DA6" w:rsidP="00025DA6"/>
    <w:p w:rsidR="001F5527" w:rsidRPr="00025DA6" w:rsidRDefault="002D53FF" w:rsidP="00025DA6">
      <w:r w:rsidRPr="00025DA6">
        <w:t xml:space="preserve">В соответствии с п.4 </w:t>
      </w:r>
      <w:r w:rsidR="001F5527" w:rsidRPr="00025DA6">
        <w:t>ст.2</w:t>
      </w:r>
      <w:r w:rsidRPr="00025DA6">
        <w:t>5</w:t>
      </w:r>
      <w:r w:rsidR="001F5527" w:rsidRPr="00025DA6">
        <w:t xml:space="preserve"> Устава </w:t>
      </w:r>
      <w:r w:rsidR="0064640D" w:rsidRPr="00025DA6">
        <w:t>муниципального района</w:t>
      </w:r>
      <w:r w:rsidR="001F5527" w:rsidRPr="00025DA6">
        <w:t xml:space="preserve"> «</w:t>
      </w:r>
      <w:r w:rsidR="0064640D" w:rsidRPr="00025DA6">
        <w:t>Шилкинский район</w:t>
      </w:r>
      <w:r w:rsidR="001F5527" w:rsidRPr="00025DA6">
        <w:t>»</w:t>
      </w:r>
      <w:r w:rsidR="00025DA6" w:rsidRPr="00025DA6">
        <w:t>,</w:t>
      </w:r>
      <w:r w:rsidR="00025DA6">
        <w:t xml:space="preserve"> </w:t>
      </w:r>
      <w:r w:rsidR="001F5527" w:rsidRPr="00025DA6">
        <w:t xml:space="preserve">принятого решением </w:t>
      </w:r>
      <w:r w:rsidR="0064640D" w:rsidRPr="00025DA6">
        <w:t>Совета муниципального района</w:t>
      </w:r>
      <w:r w:rsidR="001F5527" w:rsidRPr="00025DA6">
        <w:t xml:space="preserve"> «</w:t>
      </w:r>
      <w:r w:rsidR="0064640D" w:rsidRPr="00025DA6">
        <w:t>Шилкинский район</w:t>
      </w:r>
      <w:r w:rsidR="001F5527" w:rsidRPr="00025DA6">
        <w:t xml:space="preserve">» от </w:t>
      </w:r>
      <w:r w:rsidR="0064640D" w:rsidRPr="00025DA6">
        <w:t>23.04.2015</w:t>
      </w:r>
      <w:r w:rsidR="00025DA6">
        <w:t xml:space="preserve"> </w:t>
      </w:r>
      <w:r w:rsidR="00025DA6" w:rsidRPr="00025DA6">
        <w:t>года</w:t>
      </w:r>
      <w:r w:rsidR="00025DA6">
        <w:t xml:space="preserve"> </w:t>
      </w:r>
      <w:r w:rsidR="00025DA6" w:rsidRPr="00025DA6">
        <w:t xml:space="preserve">№ </w:t>
      </w:r>
      <w:r w:rsidR="0064640D" w:rsidRPr="00025DA6">
        <w:t>173</w:t>
      </w:r>
      <w:r w:rsidR="00025DA6" w:rsidRPr="00025DA6">
        <w:t>,</w:t>
      </w:r>
      <w:r w:rsidR="00025DA6">
        <w:t xml:space="preserve"> </w:t>
      </w:r>
      <w:r w:rsidR="001F5527" w:rsidRPr="00025DA6">
        <w:t xml:space="preserve">в связи с корректировкой показателей социально-экономического развития </w:t>
      </w:r>
      <w:r w:rsidR="0085272C" w:rsidRPr="00025DA6">
        <w:t xml:space="preserve">муниципального района </w:t>
      </w:r>
      <w:r w:rsidR="001F5527" w:rsidRPr="00025DA6">
        <w:t>«</w:t>
      </w:r>
      <w:r w:rsidR="0085272C" w:rsidRPr="00025DA6">
        <w:t>Шилкинский район</w:t>
      </w:r>
      <w:r w:rsidR="001F5527" w:rsidRPr="00025DA6">
        <w:t>»</w:t>
      </w:r>
      <w:r w:rsidR="00025DA6" w:rsidRPr="00025DA6">
        <w:t>,</w:t>
      </w:r>
      <w:r w:rsidR="00025DA6">
        <w:t xml:space="preserve"> </w:t>
      </w:r>
      <w:r w:rsidR="005D0ED3" w:rsidRPr="00025DA6">
        <w:t>Совет муниципального района</w:t>
      </w:r>
      <w:r w:rsidR="00025DA6">
        <w:t xml:space="preserve"> решил</w:t>
      </w:r>
      <w:r w:rsidR="001F5527" w:rsidRPr="00025DA6">
        <w:t>:</w:t>
      </w:r>
    </w:p>
    <w:p w:rsidR="00025DA6" w:rsidRDefault="00025DA6" w:rsidP="00025DA6"/>
    <w:p w:rsidR="001F5527" w:rsidRPr="00025DA6" w:rsidRDefault="00BC5FD9" w:rsidP="00025DA6">
      <w:r w:rsidRPr="00025DA6">
        <w:t xml:space="preserve">1. </w:t>
      </w:r>
      <w:r w:rsidR="001F5527" w:rsidRPr="00025DA6">
        <w:t xml:space="preserve">Внести в Комплексную программу социально-экономического развития </w:t>
      </w:r>
      <w:r w:rsidR="005D0ED3" w:rsidRPr="00025DA6">
        <w:t>муниципального района</w:t>
      </w:r>
      <w:r w:rsidR="001F5527" w:rsidRPr="00025DA6">
        <w:t xml:space="preserve"> «</w:t>
      </w:r>
      <w:r w:rsidR="005D0ED3" w:rsidRPr="00025DA6">
        <w:t>Шилкинский район» на 2011-2020</w:t>
      </w:r>
      <w:r w:rsidR="001F5527" w:rsidRPr="00025DA6">
        <w:t xml:space="preserve"> годы</w:t>
      </w:r>
      <w:r w:rsidR="00025DA6" w:rsidRPr="00025DA6">
        <w:t>,</w:t>
      </w:r>
      <w:r w:rsidR="00025DA6">
        <w:t xml:space="preserve"> </w:t>
      </w:r>
      <w:r w:rsidR="001F5527" w:rsidRPr="00025DA6">
        <w:t>утвержденную</w:t>
      </w:r>
      <w:r w:rsidR="00025DA6">
        <w:t xml:space="preserve"> </w:t>
      </w:r>
      <w:r w:rsidR="001F5527" w:rsidRPr="00025DA6">
        <w:t xml:space="preserve">решением </w:t>
      </w:r>
      <w:r w:rsidR="005D0ED3" w:rsidRPr="00025DA6">
        <w:t>Совета муниципального района</w:t>
      </w:r>
      <w:r w:rsidR="001F5527" w:rsidRPr="00025DA6">
        <w:t xml:space="preserve"> «</w:t>
      </w:r>
      <w:r w:rsidR="005D0ED3" w:rsidRPr="00025DA6">
        <w:t>Шилкинский район</w:t>
      </w:r>
      <w:r w:rsidR="001F5527" w:rsidRPr="00025DA6">
        <w:t xml:space="preserve">» от </w:t>
      </w:r>
      <w:r w:rsidR="005D0ED3" w:rsidRPr="00025DA6">
        <w:t>29.12.2011</w:t>
      </w:r>
      <w:r w:rsidR="00025DA6">
        <w:t xml:space="preserve"> </w:t>
      </w:r>
      <w:r w:rsidR="00025DA6" w:rsidRPr="00025DA6">
        <w:t xml:space="preserve">№ </w:t>
      </w:r>
      <w:r w:rsidR="005D0ED3" w:rsidRPr="00025DA6">
        <w:t>311</w:t>
      </w:r>
      <w:r w:rsidR="001F5527" w:rsidRPr="00025DA6">
        <w:t xml:space="preserve"> (далее по тексту </w:t>
      </w:r>
      <w:r w:rsidR="00025DA6" w:rsidRPr="00025DA6">
        <w:t>-</w:t>
      </w:r>
      <w:r w:rsidR="001F5527" w:rsidRPr="00025DA6">
        <w:t xml:space="preserve"> Программа) следующие изменения:</w:t>
      </w:r>
    </w:p>
    <w:p w:rsidR="001F5527" w:rsidRDefault="001F5527" w:rsidP="00025DA6">
      <w:r w:rsidRPr="00025DA6">
        <w:t>1.1. В разделе 1 «Паспорт Программы»</w:t>
      </w:r>
      <w:r w:rsidR="00025DA6">
        <w:t xml:space="preserve"> </w:t>
      </w:r>
      <w:r w:rsidRPr="00025DA6">
        <w:t>подр</w:t>
      </w:r>
      <w:r w:rsidR="00BB2DCC" w:rsidRPr="00025DA6">
        <w:t>аздел</w:t>
      </w:r>
      <w:r w:rsidRPr="00025DA6">
        <w:t xml:space="preserve"> «</w:t>
      </w:r>
      <w:r w:rsidR="00BB2DCC" w:rsidRPr="00025DA6">
        <w:t>Основные ожидаемые результаты реализации Программы и показатели социально-экономической эффективности</w:t>
      </w:r>
      <w:r w:rsidR="00CB5EB7">
        <w:t xml:space="preserve"> </w:t>
      </w:r>
      <w:r w:rsidR="00BB2DCC" w:rsidRPr="00025DA6">
        <w:t>к 2020 году»</w:t>
      </w:r>
      <w:r w:rsidRPr="00025DA6">
        <w:t xml:space="preserve"> изложить в следующей редакции:</w:t>
      </w:r>
    </w:p>
    <w:p w:rsidR="00A26DF3" w:rsidRDefault="00A26DF3" w:rsidP="00025DA6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CB5EB7" w:rsidTr="00CB5EB7">
        <w:tc>
          <w:tcPr>
            <w:tcW w:w="3510" w:type="dxa"/>
          </w:tcPr>
          <w:p w:rsidR="00CB5EB7" w:rsidRDefault="00CB5EB7" w:rsidP="00025DA6">
            <w:pPr>
              <w:ind w:firstLine="0"/>
            </w:pPr>
            <w:r w:rsidRPr="00025DA6">
              <w:rPr>
                <w:rFonts w:ascii="Courier New" w:hAnsi="Courier New" w:cs="Courier New"/>
              </w:rPr>
              <w:t>Основные ожидаемые результаты реализации Программы и показатели социально-экономической эффективности к 2020 году</w:t>
            </w:r>
          </w:p>
        </w:tc>
        <w:tc>
          <w:tcPr>
            <w:tcW w:w="6344" w:type="dxa"/>
          </w:tcPr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увеличение среднедушевых денежных доходов населения в 2, 2 раза;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снижение доли населения с доходами ниже прожиточного минимума до18, 5% от общего числа жителей района;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увеличение объемов производства промышленной продукции на душу населения до 111, 3 тыс. руб.;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lastRenderedPageBreak/>
              <w:t>увеличение производства сельскохозяйственной продукции во всех категориях хозяйств на душу населения до 22, 1 тыс. руб.;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увеличение</w:t>
            </w:r>
            <w:r>
              <w:rPr>
                <w:rFonts w:ascii="Courier New" w:hAnsi="Courier New" w:cs="Courier New"/>
              </w:rPr>
              <w:t xml:space="preserve"> </w:t>
            </w:r>
            <w:r w:rsidRPr="00025DA6">
              <w:rPr>
                <w:rFonts w:ascii="Courier New" w:hAnsi="Courier New" w:cs="Courier New"/>
              </w:rPr>
              <w:t>инвестиций в основной капитал на душу населения до</w:t>
            </w:r>
            <w:r>
              <w:rPr>
                <w:rFonts w:ascii="Courier New" w:hAnsi="Courier New" w:cs="Courier New"/>
              </w:rPr>
              <w:t xml:space="preserve"> </w:t>
            </w:r>
            <w:r w:rsidRPr="00025DA6">
              <w:rPr>
                <w:rFonts w:ascii="Courier New" w:hAnsi="Courier New" w:cs="Courier New"/>
              </w:rPr>
              <w:t>22, 5 тыс.</w:t>
            </w:r>
            <w:r>
              <w:rPr>
                <w:rFonts w:ascii="Courier New" w:hAnsi="Courier New" w:cs="Courier New"/>
              </w:rPr>
              <w:t xml:space="preserve"> </w:t>
            </w:r>
            <w:r w:rsidRPr="00025DA6">
              <w:rPr>
                <w:rFonts w:ascii="Courier New" w:hAnsi="Courier New" w:cs="Courier New"/>
              </w:rPr>
              <w:t>рублей;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увеличение оборота розничной торговли на душу населения до 51, 4 тыс.</w:t>
            </w:r>
            <w:r>
              <w:rPr>
                <w:rFonts w:ascii="Courier New" w:hAnsi="Courier New" w:cs="Courier New"/>
              </w:rPr>
              <w:t xml:space="preserve"> </w:t>
            </w:r>
            <w:r w:rsidRPr="00025DA6">
              <w:rPr>
                <w:rFonts w:ascii="Courier New" w:hAnsi="Courier New" w:cs="Courier New"/>
              </w:rPr>
              <w:t>рублей;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обеспеченность жильем (в среднем на одного жителя) до</w:t>
            </w:r>
            <w:r>
              <w:rPr>
                <w:rFonts w:ascii="Courier New" w:hAnsi="Courier New" w:cs="Courier New"/>
              </w:rPr>
              <w:t xml:space="preserve"> </w:t>
            </w:r>
            <w:r w:rsidRPr="00025DA6">
              <w:rPr>
                <w:rFonts w:ascii="Courier New" w:hAnsi="Courier New" w:cs="Courier New"/>
              </w:rPr>
              <w:t>23, 4 кв.</w:t>
            </w:r>
            <w:r>
              <w:rPr>
                <w:rFonts w:ascii="Courier New" w:hAnsi="Courier New" w:cs="Courier New"/>
              </w:rPr>
              <w:t xml:space="preserve"> </w:t>
            </w:r>
            <w:r w:rsidRPr="00025DA6">
              <w:rPr>
                <w:rFonts w:ascii="Courier New" w:hAnsi="Courier New" w:cs="Courier New"/>
              </w:rPr>
              <w:t>м. общей площади;</w:t>
            </w:r>
          </w:p>
          <w:p w:rsidR="00CB5EB7" w:rsidRPr="00025DA6" w:rsidRDefault="00CB5EB7" w:rsidP="00CB5EB7">
            <w:pPr>
              <w:pStyle w:val="af0"/>
              <w:numPr>
                <w:ilvl w:val="0"/>
                <w:numId w:val="5"/>
              </w:numPr>
              <w:ind w:left="175" w:hanging="175"/>
              <w:rPr>
                <w:rFonts w:ascii="Courier New" w:hAnsi="Courier New" w:cs="Courier New"/>
              </w:rPr>
            </w:pPr>
            <w:r w:rsidRPr="00025DA6">
              <w:rPr>
                <w:rFonts w:ascii="Courier New" w:hAnsi="Courier New" w:cs="Courier New"/>
              </w:rPr>
              <w:t>увеличение среднемесячной номинальной заработной платы в 2, 3 раза;</w:t>
            </w:r>
          </w:p>
          <w:p w:rsidR="00CB5EB7" w:rsidRDefault="00CB5EB7" w:rsidP="00CB5EB7">
            <w:pPr>
              <w:ind w:firstLine="34"/>
            </w:pPr>
            <w:r>
              <w:rPr>
                <w:rFonts w:ascii="Courier New" w:hAnsi="Courier New" w:cs="Courier New"/>
              </w:rPr>
              <w:t xml:space="preserve">- </w:t>
            </w:r>
            <w:r w:rsidRPr="00025DA6">
              <w:rPr>
                <w:rFonts w:ascii="Courier New" w:hAnsi="Courier New" w:cs="Courier New"/>
              </w:rPr>
              <w:t>снижение уровня безработицы от численности экономически активного населения до 2, 0%.</w:t>
            </w:r>
          </w:p>
        </w:tc>
      </w:tr>
    </w:tbl>
    <w:p w:rsidR="00BE6E48" w:rsidRPr="00025DA6" w:rsidRDefault="00BE6E48" w:rsidP="00025DA6"/>
    <w:p w:rsidR="00025DA6" w:rsidRDefault="00BC5FD9" w:rsidP="00025DA6">
      <w:r w:rsidRPr="00025DA6">
        <w:t>1.2. В Разделе 4 «Долгосрочный план социально-экономического развития муниципального района «Шилкинский район»(2011-2020 годы)»</w:t>
      </w:r>
      <w:r w:rsidR="00025DA6">
        <w:t xml:space="preserve"> </w:t>
      </w:r>
      <w:r w:rsidRPr="00025DA6">
        <w:t>подраздел 5 «Основные индикаторы долгосрочного плана социально-экономического развития муниципального района «Шилкинский район» изложить в новой редакции:</w:t>
      </w:r>
    </w:p>
    <w:p w:rsidR="00025DA6" w:rsidRDefault="00B4278E" w:rsidP="00025DA6">
      <w:r w:rsidRPr="00025DA6">
        <w:t>В соответствие с определенными целями социально-экономического развития муниципального района определены</w:t>
      </w:r>
      <w:r w:rsidR="00025DA6">
        <w:t xml:space="preserve"> </w:t>
      </w:r>
      <w:r w:rsidRPr="00025DA6">
        <w:t>индикаторы</w:t>
      </w:r>
      <w:r w:rsidR="00025DA6" w:rsidRPr="00025DA6">
        <w:t>,</w:t>
      </w:r>
      <w:r w:rsidR="00025DA6">
        <w:t xml:space="preserve"> </w:t>
      </w:r>
      <w:r w:rsidRPr="00025DA6">
        <w:t>характеризующие достижение поставленных целей к 2020 году (к 2009 году).</w:t>
      </w:r>
    </w:p>
    <w:p w:rsidR="00B4278E" w:rsidRPr="00025DA6" w:rsidRDefault="00B4278E" w:rsidP="00025DA6">
      <w:r w:rsidRPr="00025DA6">
        <w:t>Группа целей: «Рост экономического потенциала»: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объем производства промышленной продукции</w:t>
      </w:r>
      <w:r w:rsidR="00025DA6" w:rsidRPr="00025DA6">
        <w:t>,</w:t>
      </w:r>
      <w:r w:rsidR="00025DA6">
        <w:t xml:space="preserve"> </w:t>
      </w:r>
      <w:r w:rsidRPr="00025DA6">
        <w:t>4300</w:t>
      </w:r>
      <w:r w:rsidR="00025DA6" w:rsidRPr="00025DA6">
        <w:t xml:space="preserve">, </w:t>
      </w:r>
      <w:r w:rsidRPr="00025DA6">
        <w:t>0 млн. руб.</w:t>
      </w:r>
      <w:r w:rsidR="00025DA6" w:rsidRPr="00025DA6">
        <w:t>,</w:t>
      </w:r>
      <w:r w:rsidR="00025DA6">
        <w:t xml:space="preserve"> </w:t>
      </w:r>
      <w:r w:rsidRPr="00025DA6">
        <w:t>рост в 1</w:t>
      </w:r>
      <w:r w:rsidR="00025DA6" w:rsidRPr="00025DA6">
        <w:t xml:space="preserve">, </w:t>
      </w:r>
      <w:r w:rsidRPr="00025DA6">
        <w:t>73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индекс</w:t>
      </w:r>
      <w:r w:rsidR="00832F61" w:rsidRPr="00025DA6">
        <w:t xml:space="preserve"> промышленного производства</w:t>
      </w:r>
      <w:r w:rsidR="00025DA6" w:rsidRPr="00025DA6">
        <w:t>,</w:t>
      </w:r>
      <w:r w:rsidR="00025DA6">
        <w:t xml:space="preserve"> </w:t>
      </w:r>
      <w:r w:rsidR="00832F61" w:rsidRPr="00025DA6">
        <w:t>101</w:t>
      </w:r>
      <w:r w:rsidR="00025DA6" w:rsidRPr="00025DA6">
        <w:t xml:space="preserve">, </w:t>
      </w:r>
      <w:r w:rsidR="00832F61" w:rsidRPr="00025DA6">
        <w:t>5</w:t>
      </w:r>
      <w:r w:rsidRPr="00025DA6">
        <w:t xml:space="preserve"> % к предыдущему году;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объем произведенной продукции промышленного производства на душу населения</w:t>
      </w:r>
      <w:r w:rsidR="00025DA6" w:rsidRPr="00025DA6">
        <w:t>,</w:t>
      </w:r>
      <w:r w:rsidR="00025DA6">
        <w:t xml:space="preserve"> </w:t>
      </w:r>
      <w:r w:rsidR="00FC5407" w:rsidRPr="00025DA6">
        <w:t>111</w:t>
      </w:r>
      <w:r w:rsidR="00025DA6" w:rsidRPr="00025DA6">
        <w:t xml:space="preserve">, </w:t>
      </w:r>
      <w:r w:rsidR="00FC5407" w:rsidRPr="00025DA6">
        <w:t>3</w:t>
      </w:r>
      <w:r w:rsidR="00025DA6">
        <w:t xml:space="preserve"> </w:t>
      </w:r>
      <w:r w:rsidR="00FC5407" w:rsidRPr="00025DA6">
        <w:t>тыс. рублей</w:t>
      </w:r>
      <w:r w:rsidR="00025DA6" w:rsidRPr="00025DA6">
        <w:t>,</w:t>
      </w:r>
      <w:r w:rsidR="00025DA6">
        <w:t xml:space="preserve"> </w:t>
      </w:r>
      <w:r w:rsidR="00FC5407" w:rsidRPr="00025DA6">
        <w:t>рост в 2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индекс пр</w:t>
      </w:r>
      <w:r w:rsidR="00FC5407" w:rsidRPr="00025DA6">
        <w:t>одукции сельского хозяйства</w:t>
      </w:r>
      <w:r w:rsidR="00025DA6" w:rsidRPr="00025DA6">
        <w:t>,</w:t>
      </w:r>
      <w:r w:rsidR="00025DA6">
        <w:t xml:space="preserve"> </w:t>
      </w:r>
      <w:r w:rsidR="00FC5407" w:rsidRPr="00025DA6">
        <w:t>101</w:t>
      </w:r>
      <w:r w:rsidR="00025DA6" w:rsidRPr="00025DA6">
        <w:t xml:space="preserve">, </w:t>
      </w:r>
      <w:r w:rsidRPr="00025DA6">
        <w:t>4 %;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объем произведенной продукции сельского хозяйства на душу населения</w:t>
      </w:r>
      <w:r w:rsidR="00025DA6" w:rsidRPr="00025DA6">
        <w:t>,</w:t>
      </w:r>
      <w:r w:rsidR="00025DA6">
        <w:t xml:space="preserve"> </w:t>
      </w:r>
      <w:r w:rsidR="00FC5407" w:rsidRPr="00025DA6">
        <w:t>22</w:t>
      </w:r>
      <w:r w:rsidR="00025DA6" w:rsidRPr="00025DA6">
        <w:t xml:space="preserve">, </w:t>
      </w:r>
      <w:r w:rsidR="00FC5407" w:rsidRPr="00025DA6">
        <w:t xml:space="preserve">1 </w:t>
      </w:r>
      <w:r w:rsidRPr="00025DA6">
        <w:t>тыс. рублей</w:t>
      </w:r>
      <w:r w:rsidR="00025DA6" w:rsidRPr="00025DA6">
        <w:t>,</w:t>
      </w:r>
      <w:r w:rsidR="00025DA6">
        <w:t xml:space="preserve"> </w:t>
      </w:r>
      <w:r w:rsidRPr="00025DA6">
        <w:t>рост в 1</w:t>
      </w:r>
      <w:r w:rsidR="00025DA6" w:rsidRPr="00025DA6">
        <w:t xml:space="preserve">, </w:t>
      </w:r>
      <w:r w:rsidRPr="00025DA6">
        <w:t>7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доля</w:t>
      </w:r>
      <w:r w:rsidR="00025DA6">
        <w:t xml:space="preserve"> </w:t>
      </w:r>
      <w:r w:rsidRPr="00025DA6">
        <w:t>собственных доходов бюджета</w:t>
      </w:r>
      <w:r w:rsidR="00025DA6" w:rsidRPr="00025DA6">
        <w:t>,</w:t>
      </w:r>
      <w:r w:rsidR="00025DA6">
        <w:t xml:space="preserve"> </w:t>
      </w:r>
      <w:r w:rsidR="007C5194" w:rsidRPr="00025DA6">
        <w:t>26</w:t>
      </w:r>
      <w:r w:rsidR="00025DA6" w:rsidRPr="00025DA6">
        <w:t xml:space="preserve">, </w:t>
      </w:r>
      <w:r w:rsidR="007C5194" w:rsidRPr="00025DA6">
        <w:t>7%</w:t>
      </w:r>
      <w:r w:rsidR="00025DA6" w:rsidRPr="00025DA6">
        <w:t>,</w:t>
      </w:r>
      <w:r w:rsidR="00025DA6">
        <w:t xml:space="preserve"> </w:t>
      </w:r>
      <w:r w:rsidR="007C5194" w:rsidRPr="00025DA6">
        <w:t>рост в 1</w:t>
      </w:r>
      <w:r w:rsidR="00025DA6" w:rsidRPr="00025DA6">
        <w:t xml:space="preserve">, </w:t>
      </w:r>
      <w:r w:rsidR="007C5194" w:rsidRPr="00025DA6">
        <w:t>22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объем инвестиции в основной капитал за счет всех источников финансирования на душу населения</w:t>
      </w:r>
      <w:r w:rsidR="00025DA6" w:rsidRPr="00025DA6">
        <w:t>,</w:t>
      </w:r>
      <w:r w:rsidR="00025DA6">
        <w:t xml:space="preserve"> </w:t>
      </w:r>
      <w:r w:rsidR="004A73A2" w:rsidRPr="00025DA6">
        <w:t>22</w:t>
      </w:r>
      <w:r w:rsidR="00025DA6" w:rsidRPr="00025DA6">
        <w:t xml:space="preserve">, </w:t>
      </w:r>
      <w:r w:rsidR="004A73A2" w:rsidRPr="00025DA6">
        <w:t>5</w:t>
      </w:r>
      <w:r w:rsidRPr="00025DA6">
        <w:t xml:space="preserve"> тыс. рублей</w:t>
      </w:r>
      <w:r w:rsidR="00025DA6" w:rsidRPr="00025DA6">
        <w:t>,</w:t>
      </w:r>
      <w:r w:rsidR="00025DA6">
        <w:t xml:space="preserve"> </w:t>
      </w:r>
      <w:r w:rsidRPr="00025DA6">
        <w:t xml:space="preserve">рост в </w:t>
      </w:r>
      <w:r w:rsidR="004A73A2" w:rsidRPr="00025DA6">
        <w:t>1</w:t>
      </w:r>
      <w:r w:rsidR="00025DA6" w:rsidRPr="00025DA6">
        <w:t xml:space="preserve">, </w:t>
      </w:r>
      <w:r w:rsidR="004A73A2" w:rsidRPr="00025DA6">
        <w:t>23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темп роста объема работ</w:t>
      </w:r>
      <w:r w:rsidR="00025DA6" w:rsidRPr="00025DA6">
        <w:t>,</w:t>
      </w:r>
      <w:r w:rsidR="00025DA6">
        <w:t xml:space="preserve"> </w:t>
      </w:r>
      <w:r w:rsidRPr="00025DA6">
        <w:t>выполненных по виду деятельности «строительство»</w:t>
      </w:r>
      <w:r w:rsidR="00025DA6" w:rsidRPr="00025DA6">
        <w:t>,</w:t>
      </w:r>
      <w:r w:rsidR="00025DA6">
        <w:t xml:space="preserve"> </w:t>
      </w:r>
      <w:r w:rsidRPr="00025DA6">
        <w:t xml:space="preserve">в </w:t>
      </w:r>
      <w:r w:rsidR="004A73A2" w:rsidRPr="00025DA6">
        <w:t>101</w:t>
      </w:r>
      <w:r w:rsidR="00025DA6" w:rsidRPr="00025DA6">
        <w:t xml:space="preserve">, </w:t>
      </w:r>
      <w:r w:rsidR="004A73A2" w:rsidRPr="00025DA6">
        <w:t>4</w:t>
      </w:r>
      <w:r w:rsidRPr="00025DA6">
        <w:t>%</w:t>
      </w:r>
      <w:r w:rsidR="00025DA6">
        <w:t xml:space="preserve"> </w:t>
      </w:r>
      <w:r w:rsidRPr="00025DA6">
        <w:t>к предыдущему году;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численность занятых в экономике (в среднем за год)</w:t>
      </w:r>
      <w:r w:rsidR="00025DA6" w:rsidRPr="00025DA6">
        <w:t>,</w:t>
      </w:r>
      <w:r w:rsidR="00025DA6">
        <w:t xml:space="preserve"> </w:t>
      </w:r>
      <w:r w:rsidR="000C65F8" w:rsidRPr="00025DA6">
        <w:t>15</w:t>
      </w:r>
      <w:r w:rsidR="00025DA6" w:rsidRPr="00025DA6">
        <w:t xml:space="preserve">, </w:t>
      </w:r>
      <w:r w:rsidR="000C65F8" w:rsidRPr="00025DA6">
        <w:t>5</w:t>
      </w:r>
      <w:r w:rsidRPr="00025DA6">
        <w:t xml:space="preserve"> тыс. человек.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 xml:space="preserve">доля </w:t>
      </w:r>
      <w:proofErr w:type="gramStart"/>
      <w:r w:rsidRPr="00025DA6">
        <w:t>занятых</w:t>
      </w:r>
      <w:proofErr w:type="gramEnd"/>
      <w:r w:rsidRPr="00025DA6">
        <w:t xml:space="preserve"> в малом бизнесе от занятых в экономике</w:t>
      </w:r>
      <w:r w:rsidR="00025DA6" w:rsidRPr="00025DA6">
        <w:t>,</w:t>
      </w:r>
      <w:r w:rsidR="00025DA6">
        <w:t xml:space="preserve"> </w:t>
      </w:r>
      <w:r w:rsidR="00F23D65" w:rsidRPr="00025DA6">
        <w:t>22</w:t>
      </w:r>
      <w:r w:rsidRPr="00025DA6">
        <w:t xml:space="preserve"> % рост </w:t>
      </w:r>
      <w:r w:rsidR="00F23D65" w:rsidRPr="00025DA6">
        <w:t>в 2</w:t>
      </w:r>
      <w:r w:rsidR="00025DA6" w:rsidRPr="00025DA6">
        <w:t xml:space="preserve">, </w:t>
      </w:r>
      <w:r w:rsidR="00F23D65" w:rsidRPr="00025DA6">
        <w:t>5 раза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 xml:space="preserve">число субъектов малого предпринимательства в расчете на 10 000 человек </w:t>
      </w:r>
      <w:r w:rsidR="007C5194" w:rsidRPr="00025DA6">
        <w:t xml:space="preserve">населения </w:t>
      </w:r>
      <w:r w:rsidR="00983C9E" w:rsidRPr="00025DA6">
        <w:t>22 ед. рост</w:t>
      </w:r>
      <w:r w:rsidR="00025DA6">
        <w:t xml:space="preserve"> </w:t>
      </w:r>
      <w:r w:rsidR="00983C9E" w:rsidRPr="00025DA6">
        <w:t>138</w:t>
      </w:r>
      <w:r w:rsidR="007C5194" w:rsidRPr="00025DA6">
        <w:t xml:space="preserve"> %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 xml:space="preserve">количество созданных рабочих мест составит </w:t>
      </w:r>
      <w:r w:rsidR="00375F22" w:rsidRPr="00025DA6">
        <w:t>989</w:t>
      </w:r>
      <w:r w:rsidRPr="00025DA6">
        <w:t xml:space="preserve"> ед.;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уровень официально зар</w:t>
      </w:r>
      <w:r w:rsidR="00504ACB" w:rsidRPr="00025DA6">
        <w:t>егистрированной безработицы</w:t>
      </w:r>
      <w:r w:rsidR="00025DA6" w:rsidRPr="00025DA6">
        <w:t>,</w:t>
      </w:r>
      <w:r w:rsidR="00025DA6">
        <w:t xml:space="preserve"> </w:t>
      </w:r>
      <w:r w:rsidR="00504ACB" w:rsidRPr="00025DA6">
        <w:t>2</w:t>
      </w:r>
      <w:r w:rsidR="00025DA6" w:rsidRPr="00025DA6">
        <w:t xml:space="preserve">, </w:t>
      </w:r>
      <w:r w:rsidR="00504ACB" w:rsidRPr="00025DA6">
        <w:t>0 % снижение на37</w:t>
      </w:r>
      <w:r w:rsidR="00025DA6" w:rsidRPr="00025DA6">
        <w:t xml:space="preserve">, </w:t>
      </w:r>
      <w:r w:rsidR="00504ACB" w:rsidRPr="00025DA6">
        <w:t>5%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среднедушевые денежные доходы населения</w:t>
      </w:r>
      <w:r w:rsidR="00025DA6" w:rsidRPr="00025DA6">
        <w:t>,</w:t>
      </w:r>
      <w:r w:rsidR="00025DA6">
        <w:t xml:space="preserve"> </w:t>
      </w:r>
      <w:r w:rsidR="001261B5" w:rsidRPr="00025DA6">
        <w:t>19200 рублей</w:t>
      </w:r>
      <w:r w:rsidR="00025DA6" w:rsidRPr="00025DA6">
        <w:t>,</w:t>
      </w:r>
      <w:r w:rsidR="00025DA6">
        <w:t xml:space="preserve"> </w:t>
      </w:r>
      <w:r w:rsidR="001261B5" w:rsidRPr="00025DA6">
        <w:t>рост в 2</w:t>
      </w:r>
      <w:r w:rsidR="00025DA6" w:rsidRPr="00025DA6">
        <w:t xml:space="preserve">, </w:t>
      </w:r>
      <w:r w:rsidR="001261B5" w:rsidRPr="00025DA6">
        <w:t>2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оборот розничной торговли на душу населения</w:t>
      </w:r>
      <w:r w:rsidR="00025DA6" w:rsidRPr="00025DA6">
        <w:t>,</w:t>
      </w:r>
      <w:r w:rsidR="00025DA6">
        <w:t xml:space="preserve"> </w:t>
      </w:r>
      <w:r w:rsidR="00AC242B" w:rsidRPr="00025DA6">
        <w:t>51</w:t>
      </w:r>
      <w:r w:rsidR="00025DA6" w:rsidRPr="00025DA6">
        <w:t xml:space="preserve">, </w:t>
      </w:r>
      <w:r w:rsidR="00AC242B" w:rsidRPr="00025DA6">
        <w:t>4</w:t>
      </w:r>
      <w:r w:rsidRPr="00025DA6">
        <w:t xml:space="preserve"> тыс. рублей</w:t>
      </w:r>
      <w:r w:rsidR="00025DA6" w:rsidRPr="00025DA6">
        <w:t>,</w:t>
      </w:r>
      <w:r w:rsidR="00025DA6">
        <w:t xml:space="preserve"> </w:t>
      </w:r>
      <w:r w:rsidRPr="00025DA6">
        <w:t xml:space="preserve">рост в </w:t>
      </w:r>
      <w:r w:rsidR="00AC242B" w:rsidRPr="00025DA6">
        <w:t>3</w:t>
      </w:r>
      <w:r w:rsidR="00025DA6" w:rsidRPr="00025DA6">
        <w:t xml:space="preserve">, </w:t>
      </w:r>
      <w:r w:rsidR="00AC242B" w:rsidRPr="00025DA6">
        <w:t>1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объем платных услуг населению на душу населения</w:t>
      </w:r>
      <w:r w:rsidR="00025DA6" w:rsidRPr="00025DA6">
        <w:t>,</w:t>
      </w:r>
      <w:r w:rsidR="00025DA6">
        <w:t xml:space="preserve"> </w:t>
      </w:r>
      <w:r w:rsidR="006E706A" w:rsidRPr="00025DA6">
        <w:t>24</w:t>
      </w:r>
      <w:r w:rsidR="00025DA6" w:rsidRPr="00025DA6">
        <w:t xml:space="preserve">, </w:t>
      </w:r>
      <w:r w:rsidR="006E706A" w:rsidRPr="00025DA6">
        <w:t>32</w:t>
      </w:r>
      <w:r w:rsidRPr="00025DA6">
        <w:t xml:space="preserve"> тыс. рублей</w:t>
      </w:r>
      <w:r w:rsidR="00025DA6" w:rsidRPr="00025DA6">
        <w:t>,</w:t>
      </w:r>
      <w:r w:rsidR="00025DA6">
        <w:t xml:space="preserve"> </w:t>
      </w:r>
      <w:r w:rsidRPr="00025DA6">
        <w:t xml:space="preserve">рост в </w:t>
      </w:r>
      <w:r w:rsidR="006E706A" w:rsidRPr="00025DA6">
        <w:t>1</w:t>
      </w:r>
      <w:r w:rsidR="00025DA6" w:rsidRPr="00025DA6">
        <w:t xml:space="preserve">, </w:t>
      </w:r>
      <w:r w:rsidR="006E706A" w:rsidRPr="00025DA6">
        <w:t>93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 xml:space="preserve">строительство и реконструкция автомобильных дорог (отремонтировано </w:t>
      </w:r>
      <w:r w:rsidR="00025DA6" w:rsidRPr="00025DA6">
        <w:t>-</w:t>
      </w:r>
      <w:r w:rsidRPr="00025DA6">
        <w:t xml:space="preserve"> </w:t>
      </w:r>
      <w:r w:rsidR="00352BEA" w:rsidRPr="00025DA6">
        <w:t>342</w:t>
      </w:r>
      <w:r w:rsidR="00025DA6" w:rsidRPr="00025DA6">
        <w:t xml:space="preserve">, </w:t>
      </w:r>
      <w:r w:rsidR="00352BEA" w:rsidRPr="00025DA6">
        <w:t>2</w:t>
      </w:r>
      <w:r w:rsidRPr="00025DA6">
        <w:t xml:space="preserve"> км</w:t>
      </w:r>
      <w:r w:rsidR="00025DA6" w:rsidRPr="00025DA6">
        <w:t>,</w:t>
      </w:r>
      <w:r w:rsidR="00025DA6">
        <w:t xml:space="preserve"> </w:t>
      </w:r>
      <w:r w:rsidRPr="00025DA6">
        <w:t>построено новых дорог - 0км);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доля доходов от использования муниципального имущества в общем объеме доходов бюдж</w:t>
      </w:r>
      <w:r w:rsidR="00352BEA" w:rsidRPr="00025DA6">
        <w:t>ета муниципального образования 1</w:t>
      </w:r>
      <w:r w:rsidR="00025DA6" w:rsidRPr="00025DA6">
        <w:t xml:space="preserve">, </w:t>
      </w:r>
      <w:r w:rsidR="00352BEA" w:rsidRPr="00025DA6">
        <w:t>0</w:t>
      </w:r>
      <w:r w:rsidRPr="00025DA6">
        <w:t>%</w:t>
      </w:r>
      <w:r w:rsidR="00025DA6" w:rsidRPr="00025DA6">
        <w:t>,</w:t>
      </w:r>
      <w:r w:rsidR="00025DA6">
        <w:t xml:space="preserve"> </w:t>
      </w:r>
      <w:r w:rsidR="00352BEA" w:rsidRPr="00025DA6">
        <w:t>рост 125%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6"/>
        </w:numPr>
        <w:ind w:left="284" w:hanging="284"/>
      </w:pPr>
      <w:r w:rsidRPr="00025DA6">
        <w:t>доля земельного налога в общем объеме доходов бюджет</w:t>
      </w:r>
      <w:r w:rsidR="00804C1F" w:rsidRPr="00025DA6">
        <w:t>а муниципального образования 1</w:t>
      </w:r>
      <w:r w:rsidR="00025DA6" w:rsidRPr="00025DA6">
        <w:t xml:space="preserve">, </w:t>
      </w:r>
      <w:r w:rsidRPr="00025DA6">
        <w:t xml:space="preserve">1 % рост </w:t>
      </w:r>
      <w:r w:rsidR="00804C1F" w:rsidRPr="00025DA6">
        <w:t>122%</w:t>
      </w:r>
      <w:r w:rsidRPr="00025DA6">
        <w:t>.</w:t>
      </w:r>
    </w:p>
    <w:p w:rsidR="00B4278E" w:rsidRPr="00025DA6" w:rsidRDefault="00804C1F" w:rsidP="00025DA6">
      <w:r w:rsidRPr="00025DA6">
        <w:lastRenderedPageBreak/>
        <w:t>Группа целей</w:t>
      </w:r>
      <w:r w:rsidR="00B4278E" w:rsidRPr="00025DA6">
        <w:t xml:space="preserve"> «Повышение благосостояния и качества жизни населения»</w:t>
      </w:r>
      <w:r w:rsidRPr="00025DA6">
        <w:t>: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общая площадь жилых помещений</w:t>
      </w:r>
      <w:r w:rsidR="00025DA6" w:rsidRPr="00025DA6">
        <w:t>,</w:t>
      </w:r>
      <w:r w:rsidR="00025DA6">
        <w:t xml:space="preserve"> </w:t>
      </w:r>
      <w:r w:rsidRPr="00025DA6">
        <w:t xml:space="preserve">приходящихся </w:t>
      </w:r>
      <w:r w:rsidR="00F13947" w:rsidRPr="00025DA6">
        <w:t>в среднем на одного жителя</w:t>
      </w:r>
      <w:r w:rsidR="00025DA6" w:rsidRPr="00025DA6">
        <w:t>,</w:t>
      </w:r>
      <w:r w:rsidR="00025DA6">
        <w:t xml:space="preserve"> </w:t>
      </w:r>
      <w:r w:rsidR="00F13947" w:rsidRPr="00025DA6">
        <w:t>- 23</w:t>
      </w:r>
      <w:r w:rsidR="00025DA6" w:rsidRPr="00025DA6">
        <w:t xml:space="preserve">, </w:t>
      </w:r>
      <w:r w:rsidR="00F13947" w:rsidRPr="00025DA6">
        <w:t>4</w:t>
      </w:r>
      <w:r w:rsidRPr="00025DA6">
        <w:t xml:space="preserve"> м кв.</w:t>
      </w:r>
      <w:r w:rsidR="00025DA6" w:rsidRPr="00025DA6">
        <w:t>,</w:t>
      </w:r>
      <w:r w:rsidR="00025DA6">
        <w:t xml:space="preserve"> </w:t>
      </w:r>
      <w:r w:rsidRPr="00025DA6">
        <w:t>рост в 1</w:t>
      </w:r>
      <w:r w:rsidR="00F13947" w:rsidRPr="00025DA6">
        <w:t>15%;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среднемесячная заработная плата одного раб</w:t>
      </w:r>
      <w:r w:rsidR="00F13947" w:rsidRPr="00025DA6">
        <w:t>отника</w:t>
      </w:r>
      <w:r w:rsidR="00025DA6" w:rsidRPr="00025DA6">
        <w:t>,</w:t>
      </w:r>
      <w:r w:rsidR="00025DA6">
        <w:t xml:space="preserve"> </w:t>
      </w:r>
      <w:r w:rsidR="00F13947" w:rsidRPr="00025DA6">
        <w:t>30242 рублей</w:t>
      </w:r>
      <w:r w:rsidR="00025DA6" w:rsidRPr="00025DA6">
        <w:t>,</w:t>
      </w:r>
      <w:r w:rsidR="00025DA6">
        <w:t xml:space="preserve"> </w:t>
      </w:r>
      <w:r w:rsidR="00F13947" w:rsidRPr="00025DA6">
        <w:t>рост в 2</w:t>
      </w:r>
      <w:r w:rsidR="00025DA6" w:rsidRPr="00025DA6">
        <w:t xml:space="preserve">, </w:t>
      </w:r>
      <w:r w:rsidR="00F13947" w:rsidRPr="00025DA6">
        <w:t>3</w:t>
      </w:r>
      <w:r w:rsidRPr="00025DA6">
        <w:t xml:space="preserve"> раза;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реконструкция аварийного и ветхого жилья 14</w:t>
      </w:r>
      <w:r w:rsidR="00025DA6" w:rsidRPr="00025DA6">
        <w:t xml:space="preserve">, </w:t>
      </w:r>
      <w:r w:rsidRPr="00025DA6">
        <w:t>0 (тыс. кв</w:t>
      </w:r>
      <w:proofErr w:type="gramStart"/>
      <w:r w:rsidRPr="00025DA6">
        <w:t>.м</w:t>
      </w:r>
      <w:proofErr w:type="gramEnd"/>
      <w:r w:rsidRPr="00025DA6">
        <w:t>);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численность населения</w:t>
      </w:r>
      <w:r w:rsidR="00025DA6" w:rsidRPr="00025DA6">
        <w:t>,</w:t>
      </w:r>
      <w:r w:rsidR="00025DA6">
        <w:t xml:space="preserve"> </w:t>
      </w:r>
      <w:r w:rsidR="002907DC" w:rsidRPr="00025DA6">
        <w:t>38</w:t>
      </w:r>
      <w:r w:rsidR="00025DA6" w:rsidRPr="00025DA6">
        <w:t xml:space="preserve">, </w:t>
      </w:r>
      <w:r w:rsidR="002907DC" w:rsidRPr="00025DA6">
        <w:t>645</w:t>
      </w:r>
      <w:r w:rsidRPr="00025DA6">
        <w:t xml:space="preserve"> тыс. человек</w:t>
      </w:r>
      <w:r w:rsidR="00025DA6" w:rsidRPr="00025DA6">
        <w:t>,</w:t>
      </w:r>
      <w:r w:rsidR="00025DA6">
        <w:t xml:space="preserve"> </w:t>
      </w:r>
      <w:r w:rsidRPr="00025DA6">
        <w:t xml:space="preserve">снижение на </w:t>
      </w:r>
      <w:r w:rsidR="002907DC" w:rsidRPr="00025DA6">
        <w:t>15</w:t>
      </w:r>
      <w:r w:rsidR="00025DA6" w:rsidRPr="00025DA6">
        <w:t xml:space="preserve">, </w:t>
      </w:r>
      <w:r w:rsidR="002907DC" w:rsidRPr="00025DA6">
        <w:t>4</w:t>
      </w:r>
      <w:r w:rsidRPr="00025DA6">
        <w:t xml:space="preserve"> %;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число зарегистрированных преступлений</w:t>
      </w:r>
      <w:r w:rsidR="00025DA6" w:rsidRPr="00025DA6">
        <w:t>,</w:t>
      </w:r>
      <w:r w:rsidR="00025DA6">
        <w:t xml:space="preserve"> </w:t>
      </w:r>
      <w:r w:rsidRPr="00025DA6">
        <w:t xml:space="preserve">в ед. на 10 000 жителей </w:t>
      </w:r>
      <w:r w:rsidR="005D1AF0" w:rsidRPr="00025DA6">
        <w:t>253</w:t>
      </w:r>
      <w:r w:rsidR="00025DA6" w:rsidRPr="00025DA6">
        <w:t xml:space="preserve">, </w:t>
      </w:r>
      <w:r w:rsidR="005D1AF0" w:rsidRPr="00025DA6">
        <w:t>6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уровень раскрываемости преступлений</w:t>
      </w:r>
      <w:r w:rsidR="00025DA6" w:rsidRPr="00025DA6">
        <w:t>,</w:t>
      </w:r>
      <w:r w:rsidR="00025DA6">
        <w:t xml:space="preserve"> </w:t>
      </w:r>
      <w:r w:rsidRPr="00025DA6">
        <w:t>76 %</w:t>
      </w:r>
      <w:r w:rsidR="00025DA6" w:rsidRPr="00025DA6">
        <w:t>,</w:t>
      </w:r>
      <w:r w:rsidR="00025DA6">
        <w:t xml:space="preserve"> </w:t>
      </w:r>
      <w:r w:rsidRPr="00025DA6">
        <w:t>рост в 1</w:t>
      </w:r>
      <w:r w:rsidR="00025DA6" w:rsidRPr="00025DA6">
        <w:t xml:space="preserve">, </w:t>
      </w:r>
      <w:r w:rsidRPr="00025DA6">
        <w:t>2раза;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доля детей в возрасте от 3 до 7 лет</w:t>
      </w:r>
      <w:r w:rsidR="00025DA6" w:rsidRPr="00025DA6">
        <w:t>,</w:t>
      </w:r>
      <w:r w:rsidR="00025DA6">
        <w:t xml:space="preserve"> </w:t>
      </w:r>
      <w:r w:rsidRPr="00025DA6">
        <w:t>получающих дошкольную образовательную услугу</w:t>
      </w:r>
      <w:r w:rsidR="00025DA6" w:rsidRPr="00025DA6">
        <w:t>,</w:t>
      </w:r>
      <w:r w:rsidR="00025DA6">
        <w:t xml:space="preserve"> </w:t>
      </w:r>
      <w:r w:rsidRPr="00025DA6">
        <w:t>в общей чис</w:t>
      </w:r>
      <w:r w:rsidR="005D1AF0" w:rsidRPr="00025DA6">
        <w:t>ленности детей от 3 до 7 лет</w:t>
      </w:r>
      <w:r w:rsidR="00025DA6" w:rsidRPr="00025DA6">
        <w:t>,</w:t>
      </w:r>
      <w:r w:rsidR="00025DA6">
        <w:t xml:space="preserve"> </w:t>
      </w:r>
      <w:r w:rsidR="005D1AF0" w:rsidRPr="00025DA6">
        <w:t>70</w:t>
      </w:r>
      <w:r w:rsidRPr="00025DA6">
        <w:t xml:space="preserve"> %</w:t>
      </w:r>
      <w:r w:rsidR="00025DA6" w:rsidRPr="00025DA6">
        <w:t>,</w:t>
      </w:r>
      <w:r w:rsidR="00025DA6">
        <w:t xml:space="preserve"> </w:t>
      </w:r>
      <w:r w:rsidRPr="00025DA6">
        <w:t>рост в 1</w:t>
      </w:r>
      <w:r w:rsidR="005D1AF0" w:rsidRPr="00025DA6">
        <w:t>52%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удельный вес лиц</w:t>
      </w:r>
      <w:r w:rsidR="00025DA6" w:rsidRPr="00025DA6">
        <w:t>,</w:t>
      </w:r>
      <w:r w:rsidR="00025DA6">
        <w:t xml:space="preserve"> </w:t>
      </w:r>
      <w:r w:rsidRPr="00025DA6">
        <w:t>сдавших единый государственный экзамен</w:t>
      </w:r>
      <w:r w:rsidR="00025DA6" w:rsidRPr="00025DA6">
        <w:t>,</w:t>
      </w:r>
      <w:r w:rsidR="00025DA6">
        <w:t xml:space="preserve"> </w:t>
      </w:r>
      <w:r w:rsidRPr="00025DA6">
        <w:t>в числе выпускников</w:t>
      </w:r>
      <w:r w:rsidR="00025DA6" w:rsidRPr="00025DA6">
        <w:t>,</w:t>
      </w:r>
      <w:r w:rsidR="00025DA6">
        <w:t xml:space="preserve"> </w:t>
      </w:r>
      <w:r w:rsidR="00675ECD" w:rsidRPr="00025DA6">
        <w:t>99</w:t>
      </w:r>
      <w:r w:rsidR="00025DA6" w:rsidRPr="00025DA6">
        <w:t xml:space="preserve">, </w:t>
      </w:r>
      <w:r w:rsidR="00675ECD" w:rsidRPr="00025DA6">
        <w:t>5</w:t>
      </w:r>
      <w:r w:rsidRPr="00025DA6">
        <w:t xml:space="preserve"> %</w:t>
      </w:r>
      <w:r w:rsidR="00025DA6" w:rsidRPr="00025DA6">
        <w:t>,</w:t>
      </w:r>
      <w:r w:rsidR="00025DA6">
        <w:t xml:space="preserve"> </w:t>
      </w:r>
      <w:r w:rsidRPr="00025DA6">
        <w:t xml:space="preserve">рост </w:t>
      </w:r>
      <w:r w:rsidR="00675ECD" w:rsidRPr="00025DA6">
        <w:t>103</w:t>
      </w:r>
      <w:r w:rsidR="00025DA6" w:rsidRPr="00025DA6">
        <w:t xml:space="preserve">, </w:t>
      </w:r>
      <w:r w:rsidR="00675ECD" w:rsidRPr="00025DA6">
        <w:t>3</w:t>
      </w:r>
      <w:r w:rsidRPr="00025DA6">
        <w:t xml:space="preserve"> %;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удельный вес лиц</w:t>
      </w:r>
      <w:r w:rsidR="00025DA6" w:rsidRPr="00025DA6">
        <w:t>,</w:t>
      </w:r>
      <w:r w:rsidR="00025DA6">
        <w:t xml:space="preserve"> </w:t>
      </w:r>
      <w:r w:rsidRPr="00025DA6">
        <w:t>занимающихся физической культурой и спортом</w:t>
      </w:r>
      <w:r w:rsidR="00025DA6" w:rsidRPr="00025DA6">
        <w:t>,</w:t>
      </w:r>
      <w:r w:rsidR="00025DA6">
        <w:t xml:space="preserve"> </w:t>
      </w:r>
      <w:r w:rsidRPr="00025DA6">
        <w:t>в общей численности населения</w:t>
      </w:r>
      <w:r w:rsidR="00025DA6" w:rsidRPr="00025DA6">
        <w:t>,</w:t>
      </w:r>
      <w:r w:rsidR="00025DA6">
        <w:t xml:space="preserve"> </w:t>
      </w:r>
      <w:r w:rsidR="007B12A5" w:rsidRPr="00025DA6">
        <w:t>30</w:t>
      </w:r>
      <w:r w:rsidR="00025DA6" w:rsidRPr="00025DA6">
        <w:t xml:space="preserve">, </w:t>
      </w:r>
      <w:r w:rsidR="007B12A5" w:rsidRPr="00025DA6">
        <w:t>3</w:t>
      </w:r>
      <w:r w:rsidRPr="00025DA6">
        <w:t xml:space="preserve"> %</w:t>
      </w:r>
      <w:r w:rsidR="00025DA6" w:rsidRPr="00025DA6">
        <w:t>,</w:t>
      </w:r>
      <w:r w:rsidR="00025DA6">
        <w:t xml:space="preserve"> </w:t>
      </w:r>
      <w:r w:rsidRPr="00025DA6">
        <w:t>рост 1</w:t>
      </w:r>
      <w:r w:rsidR="007B12A5" w:rsidRPr="00025DA6">
        <w:t>37</w:t>
      </w:r>
      <w:r w:rsidR="00025DA6" w:rsidRPr="00025DA6">
        <w:t xml:space="preserve">, </w:t>
      </w:r>
      <w:r w:rsidR="007B12A5" w:rsidRPr="00025DA6">
        <w:t>7 %</w:t>
      </w:r>
      <w:r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удельный вес населения</w:t>
      </w:r>
      <w:r w:rsidR="00025DA6" w:rsidRPr="00025DA6">
        <w:t>,</w:t>
      </w:r>
      <w:r w:rsidR="00025DA6">
        <w:t xml:space="preserve"> </w:t>
      </w:r>
      <w:r w:rsidRPr="00025DA6">
        <w:t xml:space="preserve">участвующего в культурно </w:t>
      </w:r>
      <w:r w:rsidR="00025DA6" w:rsidRPr="00025DA6">
        <w:t>-</w:t>
      </w:r>
      <w:r w:rsidRPr="00025DA6">
        <w:t xml:space="preserve"> досуговых мероприятиях в</w:t>
      </w:r>
      <w:r w:rsidR="00C43108" w:rsidRPr="00025DA6">
        <w:t xml:space="preserve"> общей численности населения</w:t>
      </w:r>
      <w:r w:rsidR="00025DA6" w:rsidRPr="00025DA6">
        <w:t>,</w:t>
      </w:r>
      <w:r w:rsidR="00025DA6">
        <w:t xml:space="preserve"> </w:t>
      </w:r>
      <w:r w:rsidR="00C43108" w:rsidRPr="00025DA6">
        <w:t>60</w:t>
      </w:r>
      <w:r w:rsidRPr="00025DA6">
        <w:t xml:space="preserve"> %;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доля населения с доходам</w:t>
      </w:r>
      <w:r w:rsidR="00C43108" w:rsidRPr="00025DA6">
        <w:t>и</w:t>
      </w:r>
      <w:r w:rsidR="00025DA6">
        <w:t xml:space="preserve"> </w:t>
      </w:r>
      <w:r w:rsidR="00C43108" w:rsidRPr="00025DA6">
        <w:t>ниже прожиточного минимума 18</w:t>
      </w:r>
      <w:r w:rsidR="00025DA6" w:rsidRPr="00025DA6">
        <w:t xml:space="preserve">, </w:t>
      </w:r>
      <w:r w:rsidR="00C43108" w:rsidRPr="00025DA6">
        <w:t>5</w:t>
      </w:r>
      <w:r w:rsidRPr="00025DA6">
        <w:t xml:space="preserve"> %</w:t>
      </w:r>
      <w:r w:rsidR="00025DA6" w:rsidRPr="00025DA6">
        <w:t xml:space="preserve">, 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число умерших</w:t>
      </w:r>
      <w:r w:rsidR="00025DA6" w:rsidRPr="00025DA6">
        <w:t>,</w:t>
      </w:r>
      <w:r w:rsidR="00025DA6">
        <w:t xml:space="preserve"> </w:t>
      </w:r>
      <w:r w:rsidRPr="00025DA6">
        <w:t>на 1000</w:t>
      </w:r>
      <w:r w:rsidR="00025DA6">
        <w:t xml:space="preserve"> </w:t>
      </w:r>
      <w:r w:rsidRPr="00025DA6">
        <w:t>человек населения 15</w:t>
      </w:r>
      <w:r w:rsidR="00025DA6" w:rsidRPr="00025DA6">
        <w:t xml:space="preserve">, </w:t>
      </w:r>
      <w:r w:rsidR="00C43108" w:rsidRPr="00025DA6">
        <w:t>03</w:t>
      </w:r>
      <w:r w:rsidRPr="00025DA6">
        <w:t xml:space="preserve"> чел</w:t>
      </w:r>
      <w:r w:rsidR="00025DA6">
        <w:t xml:space="preserve"> </w:t>
      </w:r>
      <w:r w:rsidRPr="00025DA6">
        <w:t>уменьшение</w:t>
      </w:r>
      <w:r w:rsidR="00025DA6">
        <w:t xml:space="preserve"> </w:t>
      </w:r>
      <w:r w:rsidRPr="00025DA6">
        <w:t>на 7</w:t>
      </w:r>
      <w:r w:rsidR="00025DA6" w:rsidRPr="00025DA6">
        <w:t xml:space="preserve">, </w:t>
      </w:r>
      <w:r w:rsidR="00C43108" w:rsidRPr="00025DA6">
        <w:t>34</w:t>
      </w:r>
      <w:r w:rsidRPr="00025DA6">
        <w:t xml:space="preserve"> %;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число родивш</w:t>
      </w:r>
      <w:r w:rsidR="00C43108" w:rsidRPr="00025DA6">
        <w:t>ихся на1000 человек населения 15</w:t>
      </w:r>
      <w:r w:rsidR="00025DA6" w:rsidRPr="00025DA6">
        <w:t xml:space="preserve">, </w:t>
      </w:r>
      <w:r w:rsidR="00C43108" w:rsidRPr="00025DA6">
        <w:t>28 человек</w:t>
      </w:r>
      <w:r w:rsidR="00025DA6" w:rsidRPr="00025DA6">
        <w:t>,</w:t>
      </w:r>
      <w:r w:rsidR="00025DA6">
        <w:t xml:space="preserve"> </w:t>
      </w:r>
      <w:r w:rsidR="00C43108" w:rsidRPr="00025DA6">
        <w:t>увеличение на 13</w:t>
      </w:r>
      <w:r w:rsidR="00025DA6" w:rsidRPr="00025DA6">
        <w:t xml:space="preserve">, </w:t>
      </w:r>
      <w:r w:rsidR="00C43108" w:rsidRPr="00025DA6">
        <w:t>2</w:t>
      </w:r>
      <w:r w:rsidRPr="00025DA6">
        <w:t>%</w:t>
      </w:r>
      <w:r w:rsidR="00C43108" w:rsidRPr="00025DA6">
        <w:t>;</w:t>
      </w:r>
    </w:p>
    <w:p w:rsidR="00B4278E" w:rsidRPr="00025DA6" w:rsidRDefault="00B4278E" w:rsidP="00025DA6">
      <w:pPr>
        <w:pStyle w:val="af0"/>
        <w:numPr>
          <w:ilvl w:val="0"/>
          <w:numId w:val="7"/>
        </w:numPr>
        <w:ind w:left="284" w:hanging="284"/>
      </w:pPr>
      <w:r w:rsidRPr="00025DA6">
        <w:t>коэффициент естественного прироста (убыли) населения</w:t>
      </w:r>
      <w:r w:rsidR="00025DA6" w:rsidRPr="00025DA6">
        <w:t>,</w:t>
      </w:r>
      <w:r w:rsidR="00025DA6">
        <w:t xml:space="preserve"> </w:t>
      </w:r>
      <w:r w:rsidRPr="00025DA6">
        <w:t>на 1 000 населения</w:t>
      </w:r>
      <w:r w:rsidR="00025DA6" w:rsidRPr="00025DA6">
        <w:t>,</w:t>
      </w:r>
      <w:r w:rsidR="00025DA6">
        <w:t xml:space="preserve"> </w:t>
      </w:r>
      <w:r w:rsidRPr="00025DA6">
        <w:t>человек +</w:t>
      </w:r>
      <w:r w:rsidR="00C43108" w:rsidRPr="00025DA6">
        <w:t>0</w:t>
      </w:r>
      <w:r w:rsidR="00025DA6" w:rsidRPr="00025DA6">
        <w:t xml:space="preserve">, </w:t>
      </w:r>
      <w:r w:rsidR="00C43108" w:rsidRPr="00025DA6">
        <w:t>25</w:t>
      </w:r>
      <w:r w:rsidR="00234E1B" w:rsidRPr="00025DA6">
        <w:t xml:space="preserve"> чел</w:t>
      </w:r>
      <w:proofErr w:type="gramStart"/>
      <w:r w:rsidR="00234E1B" w:rsidRPr="00025DA6">
        <w:t>..</w:t>
      </w:r>
      <w:proofErr w:type="gramEnd"/>
    </w:p>
    <w:p w:rsidR="00025DA6" w:rsidRDefault="00AB335A" w:rsidP="00025DA6">
      <w:r w:rsidRPr="00025DA6">
        <w:t xml:space="preserve">1.3. В Разделе5 «Среднесрочный план социально </w:t>
      </w:r>
      <w:r w:rsidR="00025DA6" w:rsidRPr="00025DA6">
        <w:t>-</w:t>
      </w:r>
      <w:r w:rsidRPr="00025DA6">
        <w:t xml:space="preserve"> экономического развития муниципального района «Шилкинский район» на период с 2011 </w:t>
      </w:r>
      <w:r w:rsidR="00025DA6" w:rsidRPr="00025DA6">
        <w:t>-</w:t>
      </w:r>
      <w:r w:rsidRPr="00025DA6">
        <w:t xml:space="preserve"> 2015 годы» подраздел 8</w:t>
      </w:r>
      <w:r w:rsidR="00025DA6">
        <w:t xml:space="preserve"> </w:t>
      </w:r>
      <w:r w:rsidRPr="00025DA6">
        <w:t xml:space="preserve">«Основные индикаторы среднесрочного плана социально </w:t>
      </w:r>
      <w:r w:rsidR="00025DA6" w:rsidRPr="00025DA6">
        <w:t>-</w:t>
      </w:r>
      <w:r w:rsidRPr="00025DA6">
        <w:t xml:space="preserve"> экономического развития муниципального района «Шилкинский район» изложить в новой редакции:</w:t>
      </w:r>
    </w:p>
    <w:p w:rsidR="00025DA6" w:rsidRDefault="00E273EF" w:rsidP="00025DA6">
      <w:r w:rsidRPr="00025DA6">
        <w:t>В соответствие с определенными целями социально-экономического развития муниципального района определены основные индикаторы</w:t>
      </w:r>
      <w:r w:rsidR="00025DA6" w:rsidRPr="00025DA6">
        <w:t>,</w:t>
      </w:r>
      <w:r w:rsidR="00025DA6">
        <w:t xml:space="preserve"> </w:t>
      </w:r>
      <w:r w:rsidRPr="00025DA6">
        <w:t>характеризующие достижение поставленных целей в 2015 году (по отношению к 2009 году).</w:t>
      </w:r>
    </w:p>
    <w:p w:rsidR="00E273EF" w:rsidRPr="00025DA6" w:rsidRDefault="00E273EF" w:rsidP="00025DA6">
      <w:r w:rsidRPr="00025DA6">
        <w:t>Группа целей: «Рост экономического потенциала»: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объем производства промышленной продукции составит 3185</w:t>
      </w:r>
      <w:r w:rsidR="00025DA6" w:rsidRPr="00025DA6">
        <w:t xml:space="preserve">, </w:t>
      </w:r>
      <w:r w:rsidRPr="00025DA6">
        <w:t>2 млн. руб.</w:t>
      </w:r>
      <w:r w:rsidR="00025DA6" w:rsidRPr="00025DA6">
        <w:t>,</w:t>
      </w:r>
      <w:r w:rsidR="00025DA6">
        <w:t xml:space="preserve"> </w:t>
      </w:r>
      <w:r w:rsidRPr="00025DA6">
        <w:t>или 128</w:t>
      </w:r>
      <w:r w:rsidR="00025DA6" w:rsidRPr="00025DA6">
        <w:t xml:space="preserve">, </w:t>
      </w:r>
      <w:r w:rsidRPr="00025DA6">
        <w:t>2%;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индекс промышленного производства составит 72</w:t>
      </w:r>
      <w:r w:rsidR="00025DA6" w:rsidRPr="00025DA6">
        <w:t xml:space="preserve">, </w:t>
      </w:r>
      <w:r w:rsidRPr="00025DA6">
        <w:t>3 % к предыдущему году (в действующих ценах);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объем произведенной продукции промышленного производства на душу населения</w:t>
      </w:r>
      <w:r w:rsidR="00025DA6" w:rsidRPr="00025DA6">
        <w:t>,</w:t>
      </w:r>
      <w:r w:rsidR="00025DA6">
        <w:t xml:space="preserve"> </w:t>
      </w:r>
      <w:r w:rsidRPr="00025DA6">
        <w:t>составит 78</w:t>
      </w:r>
      <w:r w:rsidR="00025DA6" w:rsidRPr="00025DA6">
        <w:t xml:space="preserve">, </w:t>
      </w:r>
      <w:r w:rsidRPr="00025DA6">
        <w:t>2 тыс. рублей</w:t>
      </w:r>
      <w:r w:rsidR="00025DA6" w:rsidRPr="00025DA6">
        <w:t>,</w:t>
      </w:r>
      <w:r w:rsidR="00025DA6">
        <w:t xml:space="preserve"> </w:t>
      </w:r>
      <w:r w:rsidRPr="00025DA6">
        <w:t>рост сос</w:t>
      </w:r>
      <w:r w:rsidR="00DC1EE6" w:rsidRPr="00025DA6">
        <w:t>тавит в 1</w:t>
      </w:r>
      <w:r w:rsidR="00025DA6" w:rsidRPr="00025DA6">
        <w:t xml:space="preserve">, </w:t>
      </w:r>
      <w:r w:rsidR="00DC1EE6" w:rsidRPr="00025DA6">
        <w:t>44</w:t>
      </w:r>
      <w:r w:rsidRPr="00025DA6">
        <w:t xml:space="preserve"> раза;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индекс продукции сельского хозяйства составит </w:t>
      </w:r>
      <w:r w:rsidR="00DC1EE6" w:rsidRPr="00025DA6">
        <w:t>98</w:t>
      </w:r>
      <w:r w:rsidR="00025DA6" w:rsidRPr="00025DA6">
        <w:t xml:space="preserve">, </w:t>
      </w:r>
      <w:r w:rsidR="00DC1EE6" w:rsidRPr="00025DA6">
        <w:t>3%</w:t>
      </w:r>
      <w:r w:rsidRPr="00025DA6">
        <w:t xml:space="preserve"> в действующих ценах</w:t>
      </w:r>
      <w:r w:rsidR="00DC1EE6"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объем произведенной продукции сельского хозяйства на душу населения</w:t>
      </w:r>
      <w:r w:rsidR="00025DA6" w:rsidRPr="00025DA6">
        <w:t>,</w:t>
      </w:r>
      <w:r w:rsidR="00025DA6">
        <w:t xml:space="preserve"> </w:t>
      </w:r>
      <w:r w:rsidR="00DC1EE6" w:rsidRPr="00025DA6">
        <w:t>19</w:t>
      </w:r>
      <w:r w:rsidR="00025DA6" w:rsidRPr="00025DA6">
        <w:t xml:space="preserve">, </w:t>
      </w:r>
      <w:r w:rsidR="00DC1EE6" w:rsidRPr="00025DA6">
        <w:t>17</w:t>
      </w:r>
      <w:r w:rsidRPr="00025DA6">
        <w:t xml:space="preserve"> тыс. рублей</w:t>
      </w:r>
      <w:r w:rsidR="00025DA6" w:rsidRPr="00025DA6">
        <w:t>,</w:t>
      </w:r>
      <w:r w:rsidR="00025DA6">
        <w:t xml:space="preserve"> </w:t>
      </w:r>
      <w:r w:rsidRPr="00025DA6">
        <w:t>увеличится в 1</w:t>
      </w:r>
      <w:r w:rsidR="00025DA6" w:rsidRPr="00025DA6">
        <w:t xml:space="preserve">, </w:t>
      </w:r>
      <w:r w:rsidRPr="00025DA6">
        <w:t>4</w:t>
      </w:r>
      <w:r w:rsidR="00DC1EE6" w:rsidRPr="00025DA6">
        <w:t>4</w:t>
      </w:r>
      <w:r w:rsidRPr="00025DA6">
        <w:t xml:space="preserve"> раза</w:t>
      </w:r>
      <w:r w:rsidR="00025DA6"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доля</w:t>
      </w:r>
      <w:r w:rsidR="00025DA6">
        <w:t xml:space="preserve"> </w:t>
      </w:r>
      <w:r w:rsidRPr="00025DA6">
        <w:t xml:space="preserve">собственных доходов бюджета составит </w:t>
      </w:r>
      <w:r w:rsidR="00DC1EE6" w:rsidRPr="00025DA6">
        <w:t>27</w:t>
      </w:r>
      <w:r w:rsidR="00025DA6" w:rsidRPr="00025DA6">
        <w:t xml:space="preserve">, </w:t>
      </w:r>
      <w:r w:rsidR="00DC1EE6" w:rsidRPr="00025DA6">
        <w:t>5</w:t>
      </w:r>
      <w:r w:rsidRPr="00025DA6">
        <w:t xml:space="preserve"> %;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объем инвестиции в основной капитал за счет всех источников финансирования на душу населения </w:t>
      </w:r>
      <w:r w:rsidR="002F385A" w:rsidRPr="00025DA6">
        <w:t>20</w:t>
      </w:r>
      <w:r w:rsidR="00025DA6" w:rsidRPr="00025DA6">
        <w:t xml:space="preserve">, </w:t>
      </w:r>
      <w:r w:rsidR="002F385A" w:rsidRPr="00025DA6">
        <w:t>78</w:t>
      </w:r>
      <w:r w:rsidRPr="00025DA6">
        <w:t xml:space="preserve"> тыс. рублей</w:t>
      </w:r>
      <w:r w:rsidR="00025DA6" w:rsidRPr="00025DA6">
        <w:t>,</w:t>
      </w:r>
      <w:r w:rsidR="00025DA6">
        <w:t xml:space="preserve"> </w:t>
      </w:r>
      <w:r w:rsidR="002F385A" w:rsidRPr="00025DA6">
        <w:t>рост 113</w:t>
      </w:r>
      <w:r w:rsidR="00025DA6" w:rsidRPr="00025DA6">
        <w:t xml:space="preserve">, </w:t>
      </w:r>
      <w:r w:rsidR="002F385A" w:rsidRPr="00025DA6">
        <w:t>6%</w:t>
      </w:r>
      <w:r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темп роста объема работ</w:t>
      </w:r>
      <w:r w:rsidR="00025DA6" w:rsidRPr="00025DA6">
        <w:t>,</w:t>
      </w:r>
      <w:r w:rsidR="00025DA6">
        <w:t xml:space="preserve"> </w:t>
      </w:r>
      <w:r w:rsidRPr="00025DA6">
        <w:t>выполненных по виду деятельности "строительство"</w:t>
      </w:r>
      <w:r w:rsidR="00025DA6" w:rsidRPr="00025DA6">
        <w:t>,</w:t>
      </w:r>
      <w:r w:rsidR="00025DA6">
        <w:t xml:space="preserve"> </w:t>
      </w:r>
      <w:proofErr w:type="gramStart"/>
      <w:r w:rsidRPr="00025DA6">
        <w:t>в</w:t>
      </w:r>
      <w:proofErr w:type="gramEnd"/>
      <w:r w:rsidRPr="00025DA6">
        <w:t xml:space="preserve"> %</w:t>
      </w:r>
      <w:r w:rsidR="00025DA6">
        <w:t xml:space="preserve"> </w:t>
      </w:r>
      <w:proofErr w:type="gramStart"/>
      <w:r w:rsidRPr="00025DA6">
        <w:t>к</w:t>
      </w:r>
      <w:proofErr w:type="gramEnd"/>
      <w:r w:rsidRPr="00025DA6">
        <w:t xml:space="preserve"> предыдущему году -</w:t>
      </w:r>
      <w:r w:rsidR="00025DA6">
        <w:t xml:space="preserve"> </w:t>
      </w:r>
      <w:r w:rsidR="002F385A" w:rsidRPr="00025DA6">
        <w:t>89</w:t>
      </w:r>
      <w:r w:rsidR="00025DA6" w:rsidRPr="00025DA6">
        <w:t xml:space="preserve">, </w:t>
      </w:r>
      <w:r w:rsidR="002F385A" w:rsidRPr="00025DA6">
        <w:t>4</w:t>
      </w:r>
      <w:r w:rsidRPr="00025DA6">
        <w:t xml:space="preserve"> %;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численность занятых в экономике (в среднем за год)</w:t>
      </w:r>
      <w:r w:rsidR="00025DA6" w:rsidRPr="00025DA6">
        <w:t>,</w:t>
      </w:r>
      <w:r w:rsidR="00025DA6">
        <w:t xml:space="preserve"> </w:t>
      </w:r>
      <w:r w:rsidRPr="00025DA6">
        <w:t>15</w:t>
      </w:r>
      <w:r w:rsidR="00025DA6" w:rsidRPr="00025DA6">
        <w:t xml:space="preserve">, </w:t>
      </w:r>
      <w:r w:rsidR="002F385A" w:rsidRPr="00025DA6">
        <w:t>52</w:t>
      </w:r>
      <w:r w:rsidRPr="00025DA6">
        <w:t xml:space="preserve"> тыс. человек;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доля </w:t>
      </w:r>
      <w:proofErr w:type="gramStart"/>
      <w:r w:rsidRPr="00025DA6">
        <w:t>занятых</w:t>
      </w:r>
      <w:proofErr w:type="gramEnd"/>
      <w:r w:rsidRPr="00025DA6">
        <w:t xml:space="preserve"> в малом бизнесе от занятых в экономике составит </w:t>
      </w:r>
      <w:r w:rsidR="002F385A" w:rsidRPr="00025DA6">
        <w:t>18</w:t>
      </w:r>
      <w:r w:rsidR="00025DA6" w:rsidRPr="00025DA6">
        <w:t xml:space="preserve">, </w:t>
      </w:r>
      <w:r w:rsidR="002F385A" w:rsidRPr="00025DA6">
        <w:t>8</w:t>
      </w:r>
      <w:r w:rsidRPr="00025DA6">
        <w:t>%</w:t>
      </w:r>
      <w:r w:rsidR="00025DA6" w:rsidRPr="00025DA6">
        <w:t>,</w:t>
      </w:r>
      <w:r w:rsidR="00025DA6">
        <w:t xml:space="preserve"> </w:t>
      </w:r>
      <w:r w:rsidR="002F385A" w:rsidRPr="00025DA6">
        <w:t>рост в 2</w:t>
      </w:r>
      <w:r w:rsidR="00025DA6" w:rsidRPr="00025DA6">
        <w:t xml:space="preserve">, </w:t>
      </w:r>
      <w:r w:rsidR="002F385A" w:rsidRPr="00025DA6">
        <w:t>1 раза</w:t>
      </w:r>
      <w:r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число субъектов малого предпри</w:t>
      </w:r>
      <w:r w:rsidR="00EF41A1" w:rsidRPr="00025DA6">
        <w:t>нимательства в расчете на 1000</w:t>
      </w:r>
      <w:r w:rsidRPr="00025DA6">
        <w:t xml:space="preserve"> человек населения составит </w:t>
      </w:r>
      <w:r w:rsidR="002F385A" w:rsidRPr="00025DA6">
        <w:t>21</w:t>
      </w:r>
      <w:r w:rsidR="00025DA6" w:rsidRPr="00025DA6">
        <w:t xml:space="preserve">, </w:t>
      </w:r>
      <w:r w:rsidR="002F385A" w:rsidRPr="00025DA6">
        <w:t>0</w:t>
      </w:r>
      <w:r w:rsidRPr="00025DA6">
        <w:t xml:space="preserve"> ед.</w:t>
      </w:r>
      <w:r w:rsidR="00025DA6" w:rsidRPr="00025DA6">
        <w:t>,</w:t>
      </w:r>
      <w:r w:rsidR="00025DA6">
        <w:t xml:space="preserve"> </w:t>
      </w:r>
      <w:r w:rsidR="002F385A" w:rsidRPr="00025DA6">
        <w:t>рост</w:t>
      </w:r>
      <w:r w:rsidR="00025DA6">
        <w:t xml:space="preserve"> </w:t>
      </w:r>
      <w:r w:rsidR="002F385A" w:rsidRPr="00025DA6">
        <w:t>132%</w:t>
      </w:r>
      <w:r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lastRenderedPageBreak/>
        <w:t xml:space="preserve">количество созданных рабочих мест </w:t>
      </w:r>
      <w:r w:rsidR="002F385A" w:rsidRPr="00025DA6">
        <w:t>759</w:t>
      </w:r>
      <w:r w:rsidRPr="00025DA6">
        <w:t xml:space="preserve"> ед.;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>уровень официально зар</w:t>
      </w:r>
      <w:r w:rsidR="002F385A" w:rsidRPr="00025DA6">
        <w:t>егистрированной безработицы</w:t>
      </w:r>
      <w:r w:rsidR="00025DA6" w:rsidRPr="00025DA6">
        <w:t>,</w:t>
      </w:r>
      <w:r w:rsidR="00025DA6">
        <w:t xml:space="preserve"> </w:t>
      </w:r>
      <w:r w:rsidR="002F385A" w:rsidRPr="00025DA6">
        <w:t>2</w:t>
      </w:r>
      <w:r w:rsidR="00025DA6" w:rsidRPr="00025DA6">
        <w:t xml:space="preserve">, </w:t>
      </w:r>
      <w:r w:rsidR="002F385A" w:rsidRPr="00025DA6">
        <w:t>8</w:t>
      </w:r>
      <w:r w:rsidRPr="00025DA6">
        <w:t>%</w:t>
      </w:r>
      <w:r w:rsidR="00025DA6" w:rsidRPr="00025DA6">
        <w:t>,</w:t>
      </w:r>
      <w:r w:rsidR="00025DA6">
        <w:t xml:space="preserve"> </w:t>
      </w:r>
      <w:r w:rsidR="002F385A" w:rsidRPr="00025DA6">
        <w:t>снижение на 12</w:t>
      </w:r>
      <w:r w:rsidR="00025DA6" w:rsidRPr="00025DA6">
        <w:t xml:space="preserve">, </w:t>
      </w:r>
      <w:r w:rsidR="002F385A" w:rsidRPr="00025DA6">
        <w:t>5%</w:t>
      </w:r>
      <w:r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среднедушевые денежные доходы населения составят </w:t>
      </w:r>
      <w:r w:rsidR="00AF3AE7" w:rsidRPr="00025DA6">
        <w:t>16348</w:t>
      </w:r>
      <w:r w:rsidR="00025DA6">
        <w:t xml:space="preserve"> </w:t>
      </w:r>
      <w:r w:rsidRPr="00025DA6">
        <w:t>рублей</w:t>
      </w:r>
      <w:r w:rsidR="00025DA6" w:rsidRPr="00025DA6">
        <w:t>,</w:t>
      </w:r>
      <w:r w:rsidR="00025DA6">
        <w:t xml:space="preserve"> </w:t>
      </w:r>
      <w:r w:rsidR="00AF3AE7" w:rsidRPr="00025DA6">
        <w:t>рост 186%</w:t>
      </w:r>
      <w:r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оборот розничной торговли на душу населения </w:t>
      </w:r>
      <w:r w:rsidR="00AF3AE7" w:rsidRPr="00025DA6">
        <w:t>38</w:t>
      </w:r>
      <w:r w:rsidR="00025DA6" w:rsidRPr="00025DA6">
        <w:t xml:space="preserve">, </w:t>
      </w:r>
      <w:r w:rsidR="00AF3AE7" w:rsidRPr="00025DA6">
        <w:t>03</w:t>
      </w:r>
      <w:r w:rsidRPr="00025DA6">
        <w:t xml:space="preserve"> тыс. рублей;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объем платных услуг населению на душу населения </w:t>
      </w:r>
      <w:r w:rsidR="00AF3AE7" w:rsidRPr="00025DA6">
        <w:t>22</w:t>
      </w:r>
      <w:r w:rsidR="00025DA6" w:rsidRPr="00025DA6">
        <w:t xml:space="preserve">, </w:t>
      </w:r>
      <w:r w:rsidR="00AF3AE7" w:rsidRPr="00025DA6">
        <w:t>35</w:t>
      </w:r>
      <w:r w:rsidRPr="00025DA6">
        <w:t xml:space="preserve"> тыс. рублей;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доля доходов от использования муниципального имущества в общем объеме доходов бюджета муниципального образования </w:t>
      </w:r>
      <w:r w:rsidR="00AF3AE7" w:rsidRPr="00025DA6">
        <w:t>1</w:t>
      </w:r>
      <w:r w:rsidR="00025DA6" w:rsidRPr="00025DA6">
        <w:t xml:space="preserve">, </w:t>
      </w:r>
      <w:r w:rsidR="00AF3AE7" w:rsidRPr="00025DA6">
        <w:t>7</w:t>
      </w:r>
      <w:r w:rsidR="00025DA6">
        <w:t xml:space="preserve"> </w:t>
      </w:r>
      <w:r w:rsidRPr="00025DA6">
        <w:t>%;</w:t>
      </w:r>
    </w:p>
    <w:p w:rsidR="00E273EF" w:rsidRPr="00025DA6" w:rsidRDefault="00E273EF" w:rsidP="00025DA6">
      <w:pPr>
        <w:pStyle w:val="af0"/>
        <w:numPr>
          <w:ilvl w:val="0"/>
          <w:numId w:val="8"/>
        </w:numPr>
        <w:ind w:left="284" w:hanging="284"/>
      </w:pPr>
      <w:r w:rsidRPr="00025DA6">
        <w:t xml:space="preserve">доля земельного налога в общем объеме доходов бюджета муниципального образования </w:t>
      </w:r>
      <w:r w:rsidR="003A6C9B" w:rsidRPr="00025DA6">
        <w:t>1</w:t>
      </w:r>
      <w:r w:rsidR="00025DA6" w:rsidRPr="00025DA6">
        <w:t xml:space="preserve">, </w:t>
      </w:r>
      <w:r w:rsidR="003A6C9B" w:rsidRPr="00025DA6">
        <w:t>2</w:t>
      </w:r>
      <w:r w:rsidR="00025DA6">
        <w:t xml:space="preserve"> </w:t>
      </w:r>
      <w:r w:rsidRPr="00025DA6">
        <w:t>%.</w:t>
      </w:r>
    </w:p>
    <w:p w:rsidR="00E273EF" w:rsidRPr="00025DA6" w:rsidRDefault="00E273EF" w:rsidP="00025DA6">
      <w:r w:rsidRPr="00025DA6">
        <w:t>Группа целей: «Повышение благосостояния и качества жизни населения»</w:t>
      </w:r>
      <w:r w:rsidR="00BB6F1C" w:rsidRPr="00025DA6">
        <w:t>:</w:t>
      </w:r>
    </w:p>
    <w:p w:rsidR="00025DA6" w:rsidRDefault="00025DA6" w:rsidP="00025DA6">
      <w:pPr>
        <w:pStyle w:val="af0"/>
        <w:numPr>
          <w:ilvl w:val="0"/>
          <w:numId w:val="9"/>
        </w:numPr>
        <w:ind w:left="284" w:hanging="284"/>
      </w:pPr>
      <w:r>
        <w:t>о</w:t>
      </w:r>
      <w:r w:rsidR="00E273EF" w:rsidRPr="00025DA6">
        <w:t>бщая площадь жилых помещений</w:t>
      </w:r>
      <w:r w:rsidRPr="00025DA6">
        <w:t>,</w:t>
      </w:r>
      <w:r>
        <w:t xml:space="preserve"> </w:t>
      </w:r>
      <w:r w:rsidR="00E273EF" w:rsidRPr="00025DA6">
        <w:t>приходящихся в среднем на одного жителя</w:t>
      </w:r>
      <w:r w:rsidRPr="00025DA6">
        <w:t>,</w:t>
      </w:r>
      <w:r>
        <w:t xml:space="preserve"> </w:t>
      </w:r>
      <w:r w:rsidR="00E273EF" w:rsidRPr="00025DA6">
        <w:t>- всего 22</w:t>
      </w:r>
      <w:r w:rsidRPr="00025DA6">
        <w:t xml:space="preserve">, </w:t>
      </w:r>
      <w:r w:rsidR="003A6C9B" w:rsidRPr="00025DA6">
        <w:t>3</w:t>
      </w:r>
      <w:r w:rsidR="00BB6F1C" w:rsidRPr="00025DA6">
        <w:t xml:space="preserve"> м. кВ;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 xml:space="preserve">реконструкция ветхого и аварийного жилья </w:t>
      </w:r>
      <w:r w:rsidR="003A6C9B" w:rsidRPr="00025DA6">
        <w:t>4</w:t>
      </w:r>
      <w:r w:rsidR="00025DA6" w:rsidRPr="00025DA6">
        <w:t xml:space="preserve">, </w:t>
      </w:r>
      <w:r w:rsidR="003A6C9B" w:rsidRPr="00025DA6">
        <w:t>73</w:t>
      </w:r>
      <w:r w:rsidR="00BB6F1C" w:rsidRPr="00025DA6">
        <w:t>тыс</w:t>
      </w:r>
      <w:proofErr w:type="gramStart"/>
      <w:r w:rsidR="00BB6F1C" w:rsidRPr="00025DA6">
        <w:t>.к</w:t>
      </w:r>
      <w:proofErr w:type="gramEnd"/>
      <w:r w:rsidR="00BB6F1C" w:rsidRPr="00025DA6">
        <w:t>в м;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обеспеченность населения жильем</w:t>
      </w:r>
      <w:r w:rsidR="00025DA6" w:rsidRPr="00025DA6">
        <w:t>,</w:t>
      </w:r>
      <w:r w:rsidR="00025DA6">
        <w:t xml:space="preserve"> </w:t>
      </w:r>
      <w:r w:rsidRPr="00025DA6">
        <w:t>в том числе благоустроенным</w:t>
      </w:r>
      <w:r w:rsidR="00025DA6" w:rsidRPr="00025DA6">
        <w:t>,</w:t>
      </w:r>
      <w:r w:rsidR="00025DA6">
        <w:t xml:space="preserve"> </w:t>
      </w:r>
      <w:r w:rsidR="003A6C9B" w:rsidRPr="00025DA6">
        <w:t>10</w:t>
      </w:r>
      <w:r w:rsidR="00025DA6" w:rsidRPr="00025DA6">
        <w:t xml:space="preserve">, </w:t>
      </w:r>
      <w:r w:rsidR="003A6C9B" w:rsidRPr="00025DA6">
        <w:t>9</w:t>
      </w:r>
      <w:r w:rsidRPr="00025DA6">
        <w:t xml:space="preserve"> кв. м на человека;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 xml:space="preserve">среднемесячная заработная плата одного работника </w:t>
      </w:r>
      <w:r w:rsidR="006317D9" w:rsidRPr="00025DA6">
        <w:t>26440</w:t>
      </w:r>
      <w:r w:rsidRPr="00025DA6">
        <w:t xml:space="preserve"> рублей;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численность населения</w:t>
      </w:r>
      <w:r w:rsidR="00025DA6">
        <w:t xml:space="preserve"> </w:t>
      </w:r>
      <w:r w:rsidR="006317D9" w:rsidRPr="00025DA6">
        <w:t>40</w:t>
      </w:r>
      <w:r w:rsidR="00025DA6" w:rsidRPr="00025DA6">
        <w:t xml:space="preserve">, </w:t>
      </w:r>
      <w:r w:rsidR="006317D9" w:rsidRPr="00025DA6">
        <w:t>704</w:t>
      </w:r>
      <w:r w:rsidRPr="00025DA6">
        <w:t xml:space="preserve"> тыс. человек;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число зарегистрированных преступлений</w:t>
      </w:r>
      <w:r w:rsidR="00025DA6" w:rsidRPr="00025DA6">
        <w:t>,</w:t>
      </w:r>
      <w:r w:rsidR="00025DA6">
        <w:t xml:space="preserve"> </w:t>
      </w:r>
      <w:r w:rsidRPr="00025DA6">
        <w:t xml:space="preserve">в ед. на 10 000 жителей составит </w:t>
      </w:r>
      <w:r w:rsidR="006317D9" w:rsidRPr="00025DA6">
        <w:t>310</w:t>
      </w:r>
      <w:r w:rsidR="00025DA6" w:rsidRPr="00025DA6">
        <w:t xml:space="preserve">, </w:t>
      </w:r>
      <w:r w:rsidR="006317D9" w:rsidRPr="00025DA6">
        <w:t>8</w:t>
      </w:r>
      <w:r w:rsidRPr="00025DA6">
        <w:t>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уровень раскрываемости преступлений</w:t>
      </w:r>
      <w:r w:rsidR="00025DA6">
        <w:t xml:space="preserve"> </w:t>
      </w:r>
      <w:r w:rsidRPr="00025DA6">
        <w:t>72 %;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доля детей в возрасте от 3 до 7 лет</w:t>
      </w:r>
      <w:r w:rsidR="00025DA6" w:rsidRPr="00025DA6">
        <w:t>,</w:t>
      </w:r>
      <w:r w:rsidR="00025DA6">
        <w:t xml:space="preserve"> </w:t>
      </w:r>
      <w:r w:rsidRPr="00025DA6">
        <w:t>получающих дошкольную образовательную услугу</w:t>
      </w:r>
      <w:r w:rsidR="00025DA6" w:rsidRPr="00025DA6">
        <w:t>,</w:t>
      </w:r>
      <w:r w:rsidR="00025DA6">
        <w:t xml:space="preserve"> </w:t>
      </w:r>
      <w:r w:rsidRPr="00025DA6">
        <w:t>в общей чис</w:t>
      </w:r>
      <w:r w:rsidR="006317D9" w:rsidRPr="00025DA6">
        <w:t>ленности детей от 3 до 7 лет</w:t>
      </w:r>
      <w:r w:rsidR="00025DA6" w:rsidRPr="00025DA6">
        <w:t>,</w:t>
      </w:r>
      <w:r w:rsidR="00025DA6">
        <w:t xml:space="preserve"> </w:t>
      </w:r>
      <w:r w:rsidR="006317D9" w:rsidRPr="00025DA6">
        <w:t>52</w:t>
      </w:r>
      <w:r w:rsidRPr="00025DA6">
        <w:t xml:space="preserve"> %;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удельный вес лиц</w:t>
      </w:r>
      <w:r w:rsidR="00025DA6" w:rsidRPr="00025DA6">
        <w:t>,</w:t>
      </w:r>
      <w:r w:rsidR="00025DA6">
        <w:t xml:space="preserve"> </w:t>
      </w:r>
      <w:r w:rsidRPr="00025DA6">
        <w:t>сдавших единый государственный экзамен</w:t>
      </w:r>
      <w:r w:rsidR="00025DA6" w:rsidRPr="00025DA6">
        <w:t>,</w:t>
      </w:r>
      <w:r w:rsidR="00025DA6">
        <w:t xml:space="preserve"> </w:t>
      </w:r>
      <w:r w:rsidRPr="00025DA6">
        <w:t>в числе выпускников</w:t>
      </w:r>
      <w:r w:rsidR="00025DA6" w:rsidRPr="00025DA6">
        <w:t>,</w:t>
      </w:r>
      <w:r w:rsidR="00025DA6">
        <w:t xml:space="preserve"> </w:t>
      </w:r>
      <w:r w:rsidR="006317D9" w:rsidRPr="00025DA6">
        <w:t>98</w:t>
      </w:r>
      <w:r w:rsidR="00025DA6" w:rsidRPr="00025DA6">
        <w:t xml:space="preserve">, </w:t>
      </w:r>
      <w:r w:rsidR="006317D9" w:rsidRPr="00025DA6">
        <w:t>75</w:t>
      </w:r>
      <w:r w:rsidRPr="00025DA6">
        <w:t xml:space="preserve"> %;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удельный вес лиц</w:t>
      </w:r>
      <w:r w:rsidR="00025DA6" w:rsidRPr="00025DA6">
        <w:t>,</w:t>
      </w:r>
      <w:r w:rsidR="00025DA6">
        <w:t xml:space="preserve"> </w:t>
      </w:r>
      <w:r w:rsidRPr="00025DA6">
        <w:t>занимающихся физической культурой и спортом</w:t>
      </w:r>
      <w:r w:rsidR="00025DA6" w:rsidRPr="00025DA6">
        <w:t>,</w:t>
      </w:r>
      <w:r w:rsidR="00025DA6">
        <w:t xml:space="preserve"> </w:t>
      </w:r>
      <w:r w:rsidRPr="00025DA6">
        <w:t>в общей численности населения</w:t>
      </w:r>
      <w:r w:rsidR="00025DA6">
        <w:t xml:space="preserve"> </w:t>
      </w:r>
      <w:r w:rsidRPr="00025DA6">
        <w:t>2</w:t>
      </w:r>
      <w:r w:rsidR="006317D9" w:rsidRPr="00025DA6">
        <w:t>9</w:t>
      </w:r>
      <w:r w:rsidR="00025DA6" w:rsidRPr="00025DA6">
        <w:t xml:space="preserve">, </w:t>
      </w:r>
      <w:r w:rsidR="006317D9" w:rsidRPr="00025DA6">
        <w:t>4</w:t>
      </w:r>
      <w:r w:rsidRPr="00025DA6">
        <w:t xml:space="preserve"> %;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удельный вес населения</w:t>
      </w:r>
      <w:r w:rsidR="00025DA6" w:rsidRPr="00025DA6">
        <w:t>,</w:t>
      </w:r>
      <w:r w:rsidR="00025DA6">
        <w:t xml:space="preserve"> </w:t>
      </w:r>
      <w:r w:rsidRPr="00025DA6">
        <w:t xml:space="preserve">участвующего в культурно </w:t>
      </w:r>
      <w:r w:rsidR="00025DA6" w:rsidRPr="00025DA6">
        <w:t>-</w:t>
      </w:r>
      <w:r w:rsidRPr="00025DA6">
        <w:t xml:space="preserve"> досуговых мероприятиях в</w:t>
      </w:r>
      <w:r w:rsidR="006317D9" w:rsidRPr="00025DA6">
        <w:t xml:space="preserve"> общей численности населения</w:t>
      </w:r>
      <w:r w:rsidR="00025DA6">
        <w:t xml:space="preserve"> </w:t>
      </w:r>
      <w:r w:rsidR="006317D9" w:rsidRPr="00025DA6">
        <w:t>58</w:t>
      </w:r>
      <w:r w:rsidR="00025DA6" w:rsidRPr="00025DA6">
        <w:t xml:space="preserve">, </w:t>
      </w:r>
      <w:r w:rsidR="006317D9" w:rsidRPr="00025DA6">
        <w:t>6</w:t>
      </w:r>
      <w:r w:rsidRPr="00025DA6">
        <w:t xml:space="preserve"> %;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доля населения с дохода</w:t>
      </w:r>
      <w:r w:rsidR="0075119A" w:rsidRPr="00025DA6">
        <w:t>ми</w:t>
      </w:r>
      <w:r w:rsidR="00025DA6">
        <w:t xml:space="preserve"> </w:t>
      </w:r>
      <w:r w:rsidR="0075119A" w:rsidRPr="00025DA6">
        <w:t>ниже прожиточного минимума 20</w:t>
      </w:r>
      <w:r w:rsidR="00025DA6" w:rsidRPr="00025DA6">
        <w:t xml:space="preserve">, </w:t>
      </w:r>
      <w:r w:rsidR="0075119A" w:rsidRPr="00025DA6">
        <w:t>4</w:t>
      </w:r>
      <w:r w:rsidR="00025DA6">
        <w:t xml:space="preserve"> </w:t>
      </w:r>
      <w:r w:rsidR="0075119A" w:rsidRPr="00025DA6">
        <w:t>%;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число</w:t>
      </w:r>
      <w:r w:rsidR="00025DA6">
        <w:t xml:space="preserve"> </w:t>
      </w:r>
      <w:r w:rsidRPr="00025DA6">
        <w:t>родившихся</w:t>
      </w:r>
      <w:r w:rsidR="00025DA6" w:rsidRPr="00025DA6">
        <w:t>,</w:t>
      </w:r>
      <w:r w:rsidR="00025DA6">
        <w:t xml:space="preserve"> </w:t>
      </w:r>
      <w:r w:rsidRPr="00025DA6">
        <w:t>на 1 000 человек населения</w:t>
      </w:r>
      <w:r w:rsidR="00025DA6" w:rsidRPr="00025DA6">
        <w:t>,</w:t>
      </w:r>
      <w:r w:rsidR="00025DA6">
        <w:t xml:space="preserve"> </w:t>
      </w:r>
      <w:r w:rsidRPr="00025DA6">
        <w:t>15</w:t>
      </w:r>
      <w:r w:rsidR="00025DA6" w:rsidRPr="00025DA6">
        <w:t xml:space="preserve">, </w:t>
      </w:r>
      <w:r w:rsidRPr="00025DA6">
        <w:t>4</w:t>
      </w:r>
      <w:r w:rsidR="0075119A" w:rsidRPr="00025DA6">
        <w:t>5</w:t>
      </w:r>
      <w:r w:rsidRPr="00025DA6">
        <w:t>чел.;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число умерших</w:t>
      </w:r>
      <w:r w:rsidR="00025DA6" w:rsidRPr="00025DA6">
        <w:t>,</w:t>
      </w:r>
      <w:r w:rsidR="00025DA6">
        <w:t xml:space="preserve"> </w:t>
      </w:r>
      <w:r w:rsidRPr="00025DA6">
        <w:t>на 1 000 человек населения</w:t>
      </w:r>
      <w:r w:rsidR="00025DA6" w:rsidRPr="00025DA6">
        <w:t>,</w:t>
      </w:r>
      <w:r w:rsidR="00025DA6">
        <w:t xml:space="preserve"> </w:t>
      </w:r>
      <w:r w:rsidR="0075119A" w:rsidRPr="00025DA6">
        <w:t>16</w:t>
      </w:r>
      <w:r w:rsidR="00025DA6" w:rsidRPr="00025DA6">
        <w:t xml:space="preserve">, </w:t>
      </w:r>
      <w:r w:rsidR="0075119A" w:rsidRPr="00025DA6">
        <w:t>11</w:t>
      </w:r>
      <w:r w:rsidRPr="00025DA6">
        <w:t xml:space="preserve"> чел.;</w:t>
      </w:r>
    </w:p>
    <w:p w:rsidR="00E273EF" w:rsidRPr="00025DA6" w:rsidRDefault="00E273EF" w:rsidP="00025DA6">
      <w:pPr>
        <w:pStyle w:val="af0"/>
        <w:numPr>
          <w:ilvl w:val="0"/>
          <w:numId w:val="9"/>
        </w:numPr>
        <w:ind w:left="284" w:hanging="284"/>
      </w:pPr>
      <w:r w:rsidRPr="00025DA6">
        <w:t>коэффициент естественного прироста (убыли) насе</w:t>
      </w:r>
      <w:r w:rsidR="0075119A" w:rsidRPr="00025DA6">
        <w:t>ления составит -0</w:t>
      </w:r>
      <w:r w:rsidR="00025DA6" w:rsidRPr="00025DA6">
        <w:t xml:space="preserve">, </w:t>
      </w:r>
      <w:r w:rsidR="0075119A" w:rsidRPr="00025DA6">
        <w:t>61</w:t>
      </w:r>
      <w:r w:rsidR="00025DA6" w:rsidRPr="00025DA6">
        <w:t>,</w:t>
      </w:r>
      <w:r w:rsidR="00025DA6">
        <w:t xml:space="preserve"> </w:t>
      </w:r>
      <w:r w:rsidR="0075119A" w:rsidRPr="00025DA6">
        <w:t>на 1000 населения</w:t>
      </w:r>
      <w:r w:rsidRPr="00025DA6">
        <w:t>.</w:t>
      </w:r>
    </w:p>
    <w:p w:rsidR="00025DA6" w:rsidRDefault="00F81806" w:rsidP="00025DA6">
      <w:r w:rsidRPr="00025DA6">
        <w:t>1.4.</w:t>
      </w:r>
      <w:r w:rsidR="002A71D1" w:rsidRPr="00025DA6">
        <w:t>Приложение</w:t>
      </w:r>
      <w:r w:rsidR="00025DA6">
        <w:t xml:space="preserve"> </w:t>
      </w:r>
      <w:r w:rsidR="00025DA6" w:rsidRPr="00025DA6">
        <w:t>№</w:t>
      </w:r>
      <w:r w:rsidR="00025DA6">
        <w:t xml:space="preserve"> </w:t>
      </w:r>
      <w:r w:rsidR="002A71D1" w:rsidRPr="00025DA6">
        <w:t>5</w:t>
      </w:r>
      <w:r w:rsidR="005C33C5" w:rsidRPr="00025DA6">
        <w:t>«</w:t>
      </w:r>
      <w:r w:rsidR="008A222F" w:rsidRPr="00025DA6">
        <w:t>Точки экономического роста</w:t>
      </w:r>
      <w:r w:rsidR="005C33C5" w:rsidRPr="00025DA6">
        <w:t>» изложить</w:t>
      </w:r>
      <w:r w:rsidR="00025DA6">
        <w:t xml:space="preserve"> </w:t>
      </w:r>
      <w:r w:rsidR="005C33C5" w:rsidRPr="00025DA6">
        <w:t>в новой редакции:</w:t>
      </w:r>
    </w:p>
    <w:p w:rsidR="00025DA6" w:rsidRDefault="00025DA6" w:rsidP="00025DA6"/>
    <w:p w:rsidR="008A222F" w:rsidRPr="00025DA6" w:rsidRDefault="008A222F" w:rsidP="00025DA6">
      <w:pPr>
        <w:pStyle w:val="2"/>
      </w:pPr>
      <w:r w:rsidRPr="00025DA6">
        <w:t>1. Развитие промышленности и ма</w:t>
      </w:r>
      <w:r w:rsidR="00353B50" w:rsidRPr="00025DA6">
        <w:t>лого предпринимательства на основе</w:t>
      </w:r>
      <w:r w:rsidR="00025DA6">
        <w:t xml:space="preserve"> </w:t>
      </w:r>
      <w:r w:rsidR="00353B50" w:rsidRPr="00025DA6">
        <w:t>реализации следующих</w:t>
      </w:r>
      <w:r w:rsidR="003E4141" w:rsidRPr="00025DA6">
        <w:t xml:space="preserve"> инвестиционных </w:t>
      </w:r>
      <w:r w:rsidRPr="00025DA6">
        <w:t>проектах:</w:t>
      </w:r>
    </w:p>
    <w:p w:rsidR="00025DA6" w:rsidRDefault="00025DA6" w:rsidP="00025DA6"/>
    <w:p w:rsidR="00025DA6" w:rsidRDefault="008A222F" w:rsidP="00025DA6">
      <w:r w:rsidRPr="00025DA6">
        <w:t>1. Инвестиционный проект: «Создание предприятия по добыче и переработке руд (рудное золото) месторождения «</w:t>
      </w:r>
      <w:proofErr w:type="spellStart"/>
      <w:r w:rsidRPr="00025DA6">
        <w:t>Дельмачик</w:t>
      </w:r>
      <w:proofErr w:type="spellEnd"/>
      <w:r w:rsidRPr="00025DA6">
        <w:t>».</w:t>
      </w:r>
    </w:p>
    <w:p w:rsidR="00025DA6" w:rsidRDefault="008A222F" w:rsidP="00025DA6">
      <w:r w:rsidRPr="00025DA6">
        <w:t xml:space="preserve">Инициатор проекта: ООО «Золото </w:t>
      </w:r>
      <w:proofErr w:type="spellStart"/>
      <w:r w:rsidRPr="00025DA6">
        <w:t>Дельмачик</w:t>
      </w:r>
      <w:proofErr w:type="spellEnd"/>
      <w:r w:rsidRPr="00025DA6">
        <w:t>».</w:t>
      </w:r>
    </w:p>
    <w:p w:rsidR="00025DA6" w:rsidRDefault="008A222F" w:rsidP="00025DA6">
      <w:r w:rsidRPr="00025DA6">
        <w:t>Общий объем инвестиций по проекту 1 299 357 тыс</w:t>
      </w:r>
      <w:proofErr w:type="gramStart"/>
      <w:r w:rsidRPr="00025DA6">
        <w:t>.р</w:t>
      </w:r>
      <w:proofErr w:type="gramEnd"/>
      <w:r w:rsidRPr="00025DA6">
        <w:t>ублей.</w:t>
      </w:r>
    </w:p>
    <w:p w:rsidR="008A222F" w:rsidRPr="00025DA6" w:rsidRDefault="003E4141" w:rsidP="00025DA6">
      <w:r w:rsidRPr="00025DA6">
        <w:t>Количество дополнительно созданных рабочих мест 600.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2. Инвестиционный проект «Социальный комплекс «Детская деревня»</w:t>
      </w:r>
    </w:p>
    <w:p w:rsidR="00025DA6" w:rsidRDefault="00025DA6" w:rsidP="00025DA6"/>
    <w:p w:rsidR="00025DA6" w:rsidRDefault="008A222F" w:rsidP="00025DA6">
      <w:r w:rsidRPr="00025DA6">
        <w:t>Инициатор проекта: Общественная организация «Забайкальское общество помощи детям».</w:t>
      </w:r>
      <w:r w:rsidR="00025DA6">
        <w:t xml:space="preserve"> </w:t>
      </w:r>
      <w:r w:rsidRPr="00025DA6">
        <w:t xml:space="preserve">Проект предполагает постройку в г. Шилка четырех </w:t>
      </w:r>
      <w:r w:rsidRPr="00025DA6">
        <w:lastRenderedPageBreak/>
        <w:t>экспериментальных жилых домов</w:t>
      </w:r>
      <w:r w:rsidR="00025DA6" w:rsidRPr="00025DA6">
        <w:t>,</w:t>
      </w:r>
      <w:r w:rsidR="00025DA6">
        <w:t xml:space="preserve"> </w:t>
      </w:r>
      <w:r w:rsidRPr="00025DA6">
        <w:t>рассчитанный для проживания семей из 18 человек. Социальный комплекс будет включать:</w:t>
      </w:r>
    </w:p>
    <w:p w:rsid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>4 отдельно стоящих жилых дома</w:t>
      </w:r>
      <w:r w:rsidR="00025DA6" w:rsidRPr="00025DA6">
        <w:t>,</w:t>
      </w:r>
      <w:r w:rsidR="00025DA6">
        <w:t xml:space="preserve"> </w:t>
      </w:r>
      <w:r w:rsidRPr="00025DA6">
        <w:t>рассчитанных для проживания семей из 12-15 человек;</w:t>
      </w:r>
    </w:p>
    <w:p w:rsid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>учебный корпус;</w:t>
      </w:r>
    </w:p>
    <w:p w:rsid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>объекты подсобного хозяйства;</w:t>
      </w:r>
    </w:p>
    <w:p w:rsid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>часовню в честь иконы Божьей Матери «Воспитание»;</w:t>
      </w:r>
    </w:p>
    <w:p w:rsid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 xml:space="preserve"> парковая зона;</w:t>
      </w:r>
    </w:p>
    <w:p w:rsidR="008A222F" w:rsidRP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>спортивные и детские игровые площадки;</w:t>
      </w:r>
    </w:p>
    <w:p w:rsidR="00025DA6" w:rsidRDefault="008A222F" w:rsidP="00025DA6">
      <w:pPr>
        <w:pStyle w:val="af0"/>
        <w:numPr>
          <w:ilvl w:val="0"/>
          <w:numId w:val="10"/>
        </w:numPr>
        <w:ind w:left="284" w:hanging="284"/>
      </w:pPr>
      <w:r w:rsidRPr="00025DA6">
        <w:t>стрелковый тир</w:t>
      </w:r>
    </w:p>
    <w:p w:rsidR="008A222F" w:rsidRPr="00025DA6" w:rsidRDefault="008A222F" w:rsidP="00025DA6">
      <w:r w:rsidRPr="00025DA6">
        <w:t>Необходимый объем финансирования составляет 116</w:t>
      </w:r>
      <w:r w:rsidR="00025DA6" w:rsidRPr="00025DA6">
        <w:t xml:space="preserve">, </w:t>
      </w:r>
      <w:r w:rsidRPr="00025DA6">
        <w:t>8 млн. рублей</w:t>
      </w:r>
    </w:p>
    <w:p w:rsidR="00025DA6" w:rsidRDefault="00025DA6" w:rsidP="00025DA6"/>
    <w:p w:rsidR="00025DA6" w:rsidRDefault="003E4141" w:rsidP="00025DA6">
      <w:pPr>
        <w:pStyle w:val="2"/>
      </w:pPr>
      <w:r w:rsidRPr="00025DA6">
        <w:t>3. Инвест</w:t>
      </w:r>
      <w:r w:rsidR="008A222F" w:rsidRPr="00025DA6">
        <w:t>иционный проект «Развитие ООО «Первомайский механический завод»</w:t>
      </w:r>
      <w:r w:rsidRPr="00025DA6">
        <w:t>.</w:t>
      </w:r>
    </w:p>
    <w:p w:rsidR="00025DA6" w:rsidRDefault="00025DA6" w:rsidP="00025DA6"/>
    <w:p w:rsidR="00025DA6" w:rsidRDefault="008A222F" w:rsidP="00025DA6">
      <w:r w:rsidRPr="00025DA6">
        <w:t>Потребность в инвестициях: составляет 36</w:t>
      </w:r>
      <w:r w:rsidR="00025DA6" w:rsidRPr="00025DA6">
        <w:t xml:space="preserve">, </w:t>
      </w:r>
      <w:r w:rsidRPr="00025DA6">
        <w:t>0 млн. рублей. Указанные средства планируется полностью направить на приобретение комплекса имущества</w:t>
      </w:r>
      <w:r w:rsidR="00025DA6" w:rsidRPr="00025DA6">
        <w:t>,</w:t>
      </w:r>
      <w:r w:rsidR="00025DA6">
        <w:t xml:space="preserve"> </w:t>
      </w:r>
      <w:r w:rsidRPr="00025DA6">
        <w:t>которое будет реализовываться в соответствии с порядком</w:t>
      </w:r>
      <w:r w:rsidR="00025DA6" w:rsidRPr="00025DA6">
        <w:t>,</w:t>
      </w:r>
      <w:r w:rsidR="00025DA6">
        <w:t xml:space="preserve"> </w:t>
      </w:r>
      <w:r w:rsidRPr="00025DA6">
        <w:t>установленным федеральным законодательством.</w:t>
      </w:r>
    </w:p>
    <w:p w:rsidR="00025DA6" w:rsidRDefault="008A222F" w:rsidP="00025DA6">
      <w:r w:rsidRPr="00025DA6">
        <w:t>Приобретенный комплекс имущества</w:t>
      </w:r>
      <w:r w:rsidR="00025DA6" w:rsidRPr="00025DA6">
        <w:t>,</w:t>
      </w:r>
      <w:r w:rsidR="00025DA6">
        <w:t xml:space="preserve"> </w:t>
      </w:r>
      <w:r w:rsidRPr="00025DA6">
        <w:t>наличие его в собственности предприятия также будет являться гарантией исполнения обязательств</w:t>
      </w:r>
      <w:r w:rsidR="00025DA6" w:rsidRPr="00025DA6">
        <w:t>,</w:t>
      </w:r>
      <w:r w:rsidR="00025DA6">
        <w:t xml:space="preserve"> </w:t>
      </w:r>
      <w:r w:rsidRPr="00025DA6">
        <w:t>возникших перед кредиторами</w:t>
      </w:r>
      <w:r w:rsidR="00025DA6" w:rsidRPr="00025DA6">
        <w:t>,</w:t>
      </w:r>
      <w:r w:rsidR="00025DA6">
        <w:t xml:space="preserve"> </w:t>
      </w:r>
      <w:r w:rsidRPr="00025DA6">
        <w:t>инвесторами данного проекта.</w:t>
      </w:r>
    </w:p>
    <w:p w:rsidR="00025DA6" w:rsidRDefault="008A222F" w:rsidP="00025DA6">
      <w:r w:rsidRPr="00025DA6">
        <w:t>Учитывая то обстоятельство</w:t>
      </w:r>
      <w:r w:rsidR="00025DA6" w:rsidRPr="00025DA6">
        <w:t>,</w:t>
      </w:r>
      <w:r w:rsidR="00025DA6">
        <w:t xml:space="preserve"> </w:t>
      </w:r>
      <w:r w:rsidRPr="00025DA6">
        <w:t>что предприятие действующее</w:t>
      </w:r>
      <w:r w:rsidR="00025DA6" w:rsidRPr="00025DA6">
        <w:t>,</w:t>
      </w:r>
      <w:r w:rsidR="00025DA6">
        <w:t xml:space="preserve"> </w:t>
      </w:r>
      <w:r w:rsidRPr="00025DA6">
        <w:t>инвестиционный риск минимальный.</w:t>
      </w:r>
    </w:p>
    <w:p w:rsidR="00025DA6" w:rsidRDefault="008A222F" w:rsidP="00025DA6">
      <w:r w:rsidRPr="00025DA6">
        <w:t>На мероприятия по проектированию и монтажу трубопровода необходимы следующие денежные средства:</w:t>
      </w:r>
    </w:p>
    <w:p w:rsidR="00025DA6" w:rsidRDefault="00025DA6" w:rsidP="00025DA6">
      <w:pPr>
        <w:pStyle w:val="af0"/>
        <w:numPr>
          <w:ilvl w:val="0"/>
          <w:numId w:val="11"/>
        </w:numPr>
        <w:ind w:left="284" w:hanging="284"/>
      </w:pPr>
      <w:r>
        <w:t>с</w:t>
      </w:r>
      <w:r w:rsidR="008A222F" w:rsidRPr="00025DA6">
        <w:t xml:space="preserve">тоимость проектирования трубопровода </w:t>
      </w:r>
      <w:r w:rsidRPr="00025DA6">
        <w:t>-</w:t>
      </w:r>
      <w:r w:rsidR="008A222F" w:rsidRPr="00025DA6">
        <w:t xml:space="preserve"> 10</w:t>
      </w:r>
      <w:r w:rsidRPr="00025DA6">
        <w:t xml:space="preserve">, </w:t>
      </w:r>
      <w:r w:rsidR="008A222F" w:rsidRPr="00025DA6">
        <w:t>0 млн. рублей;</w:t>
      </w:r>
    </w:p>
    <w:p w:rsidR="00025DA6" w:rsidRDefault="008A222F" w:rsidP="00025DA6">
      <w:pPr>
        <w:pStyle w:val="af0"/>
        <w:numPr>
          <w:ilvl w:val="0"/>
          <w:numId w:val="11"/>
        </w:numPr>
        <w:ind w:left="284" w:hanging="284"/>
      </w:pPr>
      <w:r w:rsidRPr="00025DA6">
        <w:t xml:space="preserve">стоимость работ по монтажу трубопровода </w:t>
      </w:r>
      <w:r w:rsidR="00025DA6" w:rsidRPr="00025DA6">
        <w:t>-</w:t>
      </w:r>
      <w:r w:rsidRPr="00025DA6">
        <w:t xml:space="preserve"> 5</w:t>
      </w:r>
      <w:r w:rsidR="00025DA6" w:rsidRPr="00025DA6">
        <w:t xml:space="preserve">, </w:t>
      </w:r>
      <w:r w:rsidRPr="00025DA6">
        <w:t>0 млн</w:t>
      </w:r>
      <w:proofErr w:type="gramStart"/>
      <w:r w:rsidRPr="00025DA6">
        <w:t>.р</w:t>
      </w:r>
      <w:proofErr w:type="gramEnd"/>
      <w:r w:rsidRPr="00025DA6">
        <w:t>ублей;</w:t>
      </w:r>
    </w:p>
    <w:p w:rsidR="00025DA6" w:rsidRDefault="008A222F" w:rsidP="00025DA6">
      <w:pPr>
        <w:pStyle w:val="af0"/>
        <w:numPr>
          <w:ilvl w:val="0"/>
          <w:numId w:val="11"/>
        </w:numPr>
        <w:ind w:left="284" w:hanging="284"/>
      </w:pPr>
      <w:r w:rsidRPr="00025DA6">
        <w:t xml:space="preserve">стоимость монтажа системы замкнутого водоснабжения сталеплавильных печей ориентировочно </w:t>
      </w:r>
      <w:r w:rsidR="00025DA6" w:rsidRPr="00025DA6">
        <w:t>-</w:t>
      </w:r>
      <w:r w:rsidRPr="00025DA6">
        <w:t xml:space="preserve"> 3</w:t>
      </w:r>
      <w:r w:rsidR="00025DA6" w:rsidRPr="00025DA6">
        <w:t xml:space="preserve">, </w:t>
      </w:r>
      <w:r w:rsidRPr="00025DA6">
        <w:t>5 млн. рублей.</w:t>
      </w:r>
    </w:p>
    <w:p w:rsidR="00025DA6" w:rsidRDefault="008A222F" w:rsidP="00025DA6">
      <w:r w:rsidRPr="00025DA6">
        <w:t>Проект предусматривает:</w:t>
      </w:r>
    </w:p>
    <w:p w:rsidR="00025DA6" w:rsidRDefault="008A222F" w:rsidP="00025DA6">
      <w:pPr>
        <w:pStyle w:val="af0"/>
        <w:numPr>
          <w:ilvl w:val="0"/>
          <w:numId w:val="12"/>
        </w:numPr>
        <w:ind w:left="284" w:hanging="284"/>
      </w:pPr>
      <w:r w:rsidRPr="00025DA6">
        <w:t>оказание услуг ремонта карьерной</w:t>
      </w:r>
      <w:r w:rsidR="00025DA6" w:rsidRPr="00025DA6">
        <w:t>,</w:t>
      </w:r>
      <w:r w:rsidR="00025DA6">
        <w:t xml:space="preserve"> </w:t>
      </w:r>
      <w:r w:rsidRPr="00025DA6">
        <w:t>горнодобывающей техники</w:t>
      </w:r>
      <w:r w:rsidR="00025DA6" w:rsidRPr="00025DA6">
        <w:t>,</w:t>
      </w:r>
      <w:r w:rsidR="00025DA6">
        <w:t xml:space="preserve"> </w:t>
      </w:r>
      <w:r w:rsidRPr="00025DA6">
        <w:t>дробильных комплексов с изготовлением отдельных узлов и деталей;</w:t>
      </w:r>
    </w:p>
    <w:p w:rsidR="00025DA6" w:rsidRDefault="008A222F" w:rsidP="00025DA6">
      <w:pPr>
        <w:pStyle w:val="af0"/>
        <w:numPr>
          <w:ilvl w:val="0"/>
          <w:numId w:val="12"/>
        </w:numPr>
        <w:ind w:left="284" w:hanging="284"/>
      </w:pPr>
      <w:r w:rsidRPr="00025DA6">
        <w:t>производство литейной продукции из марганцовистой стали и хромистого чугуна;</w:t>
      </w:r>
    </w:p>
    <w:p w:rsidR="00025DA6" w:rsidRDefault="008A222F" w:rsidP="00025DA6">
      <w:pPr>
        <w:pStyle w:val="af0"/>
        <w:numPr>
          <w:ilvl w:val="0"/>
          <w:numId w:val="12"/>
        </w:numPr>
        <w:ind w:left="284" w:hanging="284"/>
      </w:pPr>
      <w:r w:rsidRPr="00025DA6">
        <w:t xml:space="preserve">выпуск </w:t>
      </w:r>
      <w:proofErr w:type="spellStart"/>
      <w:proofErr w:type="gramStart"/>
      <w:r w:rsidRPr="00025DA6">
        <w:t>резино</w:t>
      </w:r>
      <w:proofErr w:type="spellEnd"/>
      <w:r w:rsidRPr="00025DA6">
        <w:t>-технических</w:t>
      </w:r>
      <w:proofErr w:type="gramEnd"/>
      <w:r w:rsidRPr="00025DA6">
        <w:t xml:space="preserve"> изделий;</w:t>
      </w:r>
    </w:p>
    <w:p w:rsidR="00025DA6" w:rsidRDefault="008A222F" w:rsidP="00025DA6">
      <w:pPr>
        <w:pStyle w:val="af0"/>
        <w:numPr>
          <w:ilvl w:val="0"/>
          <w:numId w:val="12"/>
        </w:numPr>
        <w:ind w:left="284" w:hanging="284"/>
      </w:pPr>
      <w:r w:rsidRPr="00025DA6">
        <w:t>обеспечение новыми рабочими местами.</w:t>
      </w:r>
    </w:p>
    <w:p w:rsidR="00025DA6" w:rsidRDefault="008A222F" w:rsidP="00025DA6">
      <w:r w:rsidRPr="00025DA6">
        <w:t>Эффективность реализации проекта:</w:t>
      </w:r>
    </w:p>
    <w:p w:rsidR="008A222F" w:rsidRPr="00025DA6" w:rsidRDefault="008A222F" w:rsidP="00025DA6">
      <w:r w:rsidRPr="00025DA6">
        <w:t>В результате реализации проекта годовой объем реализации продукции составит 100 млн. рублей в год. Объемы производства литья из высокомарганцовистой стали</w:t>
      </w:r>
      <w:r w:rsidR="00025DA6" w:rsidRPr="00025DA6">
        <w:t>,</w:t>
      </w:r>
      <w:r w:rsidR="00025DA6">
        <w:t xml:space="preserve"> </w:t>
      </w:r>
      <w:r w:rsidRPr="00025DA6">
        <w:t>углеродистых и среднелегированных сталей</w:t>
      </w:r>
      <w:r w:rsidR="00025DA6" w:rsidRPr="00025DA6">
        <w:t>,</w:t>
      </w:r>
      <w:r w:rsidR="00025DA6">
        <w:t xml:space="preserve"> </w:t>
      </w:r>
      <w:r w:rsidRPr="00025DA6">
        <w:t>серого и износостойкого чугунов</w:t>
      </w:r>
      <w:r w:rsidR="00025DA6" w:rsidRPr="00025DA6">
        <w:t>,</w:t>
      </w:r>
      <w:r w:rsidR="00025DA6">
        <w:t xml:space="preserve"> </w:t>
      </w:r>
      <w:r w:rsidRPr="00025DA6">
        <w:t>цветного литья</w:t>
      </w:r>
      <w:r w:rsidR="00025DA6">
        <w:t xml:space="preserve"> </w:t>
      </w:r>
      <w:r w:rsidRPr="00025DA6">
        <w:t>составят 1200 тонн в год.</w:t>
      </w:r>
    </w:p>
    <w:p w:rsidR="008A222F" w:rsidRPr="00025DA6" w:rsidRDefault="008A222F" w:rsidP="00025DA6">
      <w:r w:rsidRPr="00025DA6">
        <w:t>Срок окупаемости проекта -10 лет.</w:t>
      </w:r>
    </w:p>
    <w:p w:rsidR="008A222F" w:rsidRPr="00025DA6" w:rsidRDefault="008A222F" w:rsidP="00025DA6">
      <w:r w:rsidRPr="00025DA6">
        <w:t xml:space="preserve">Количество дополнительно созданных рабочих мест </w:t>
      </w:r>
      <w:r w:rsidR="00025DA6" w:rsidRPr="00025DA6">
        <w:t>-</w:t>
      </w:r>
      <w:r w:rsidRPr="00025DA6">
        <w:t xml:space="preserve"> 100 мест.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4. Модернизация ОАО «Предприятие строительных материалов» п</w:t>
      </w:r>
      <w:proofErr w:type="gramStart"/>
      <w:r w:rsidRPr="00025DA6">
        <w:t>.П</w:t>
      </w:r>
      <w:proofErr w:type="gramEnd"/>
      <w:r w:rsidRPr="00025DA6">
        <w:t>ервомайский</w:t>
      </w:r>
      <w:r w:rsidR="003E4141" w:rsidRPr="00025DA6">
        <w:t>.</w:t>
      </w:r>
    </w:p>
    <w:p w:rsidR="00025DA6" w:rsidRDefault="00025DA6" w:rsidP="00025DA6"/>
    <w:p w:rsidR="00025DA6" w:rsidRDefault="008A222F" w:rsidP="00025DA6">
      <w:r w:rsidRPr="00025DA6">
        <w:t>ОАО «Предприятие строительных материалов» было создано в 1957</w:t>
      </w:r>
      <w:r w:rsidR="00025DA6">
        <w:t xml:space="preserve"> </w:t>
      </w:r>
      <w:r w:rsidR="00025DA6" w:rsidRPr="00025DA6">
        <w:t>года,</w:t>
      </w:r>
      <w:r w:rsidR="00025DA6">
        <w:t xml:space="preserve"> </w:t>
      </w:r>
      <w:r w:rsidRPr="00025DA6">
        <w:t>направлением которого является строительство объектов жилищного</w:t>
      </w:r>
      <w:r w:rsidR="00025DA6" w:rsidRPr="00025DA6">
        <w:t>,</w:t>
      </w:r>
      <w:r w:rsidR="00025DA6">
        <w:t xml:space="preserve"> </w:t>
      </w:r>
      <w:r w:rsidRPr="00025DA6">
        <w:t xml:space="preserve">социального и промышленного значения железобетонными и столярными конструкциями и </w:t>
      </w:r>
      <w:r w:rsidRPr="00025DA6">
        <w:lastRenderedPageBreak/>
        <w:t>товарным бетоном. По сегодняшний день производит сборные железобетонные конструкции широкой номенклатуры</w:t>
      </w:r>
      <w:r w:rsidR="00025DA6" w:rsidRPr="00025DA6">
        <w:t>,</w:t>
      </w:r>
      <w:r w:rsidR="00025DA6">
        <w:t xml:space="preserve"> </w:t>
      </w:r>
      <w:r w:rsidRPr="00025DA6">
        <w:t>как для социально-культурного быта</w:t>
      </w:r>
      <w:r w:rsidR="00025DA6" w:rsidRPr="00025DA6">
        <w:t>,</w:t>
      </w:r>
      <w:r w:rsidR="00025DA6">
        <w:t xml:space="preserve"> </w:t>
      </w:r>
      <w:r w:rsidRPr="00025DA6">
        <w:t>так и для дорожно-мостового строительства.</w:t>
      </w:r>
    </w:p>
    <w:p w:rsidR="00025DA6" w:rsidRDefault="008A222F" w:rsidP="00025DA6">
      <w:r w:rsidRPr="00025DA6">
        <w:t>Краткое описание: проведение реконструкции предприятия.</w:t>
      </w:r>
    </w:p>
    <w:p w:rsidR="00025DA6" w:rsidRDefault="008A222F" w:rsidP="00025DA6">
      <w:r w:rsidRPr="00025DA6">
        <w:t>Суть проекта:</w:t>
      </w:r>
    </w:p>
    <w:p w:rsidR="00025DA6" w:rsidRDefault="008A222F" w:rsidP="00025DA6">
      <w:r w:rsidRPr="00025DA6">
        <w:t>Проблема в строительстве собственной котельной (15 млн. рублей). Для осуществления данного проекта необходимо тепло в виде горячей воды и пара</w:t>
      </w:r>
      <w:r w:rsidR="00025DA6" w:rsidRPr="00025DA6">
        <w:t>,</w:t>
      </w:r>
      <w:r w:rsidR="00025DA6">
        <w:t xml:space="preserve"> </w:t>
      </w:r>
      <w:r w:rsidRPr="00025DA6">
        <w:t>таким образом</w:t>
      </w:r>
      <w:r w:rsidR="00025DA6" w:rsidRPr="00025DA6">
        <w:t>,</w:t>
      </w:r>
      <w:r w:rsidR="00025DA6">
        <w:t xml:space="preserve"> </w:t>
      </w:r>
      <w:r w:rsidRPr="00025DA6">
        <w:t>ПСМ нуждается в ТЭЦ. Также есть трудности с доставкой материалов для работы предприятия (цемент</w:t>
      </w:r>
      <w:r w:rsidR="00025DA6" w:rsidRPr="00025DA6">
        <w:t>,</w:t>
      </w:r>
      <w:r w:rsidR="00025DA6">
        <w:t xml:space="preserve"> </w:t>
      </w:r>
      <w:r w:rsidRPr="00025DA6">
        <w:t>уголь)</w:t>
      </w:r>
      <w:r w:rsidR="00025DA6" w:rsidRPr="00025DA6">
        <w:t>,</w:t>
      </w:r>
      <w:r w:rsidR="00025DA6">
        <w:t xml:space="preserve"> </w:t>
      </w:r>
      <w:r w:rsidRPr="00025DA6">
        <w:t>потому что имеющиеся подъездные железнодорожные пути находятся в собственности ОАО «</w:t>
      </w:r>
      <w:proofErr w:type="spellStart"/>
      <w:r w:rsidRPr="00025DA6">
        <w:t>ЗабГОК</w:t>
      </w:r>
      <w:proofErr w:type="spellEnd"/>
      <w:r w:rsidRPr="00025DA6">
        <w:t>».</w:t>
      </w:r>
    </w:p>
    <w:p w:rsidR="00025DA6" w:rsidRDefault="008A222F" w:rsidP="00025DA6">
      <w:r w:rsidRPr="00025DA6">
        <w:t xml:space="preserve">Ремонт зданий и приобретение оборудования. В данное время 60% от поступающих заказов </w:t>
      </w:r>
      <w:r w:rsidR="00025DA6" w:rsidRPr="00025DA6">
        <w:t>-</w:t>
      </w:r>
      <w:r w:rsidRPr="00025DA6">
        <w:t xml:space="preserve"> это плиты перекрытия ПК (многопустотные). Оборудование для их производства морально и физически устарело и выработало свой амортизационный срок. Для этого необходимо приобрести </w:t>
      </w:r>
      <w:proofErr w:type="spellStart"/>
      <w:r w:rsidRPr="00025DA6">
        <w:t>металлоформы</w:t>
      </w:r>
      <w:proofErr w:type="spellEnd"/>
      <w:r w:rsidRPr="00025DA6">
        <w:t xml:space="preserve"> для плит перекрытия (1</w:t>
      </w:r>
      <w:r w:rsidR="00025DA6" w:rsidRPr="00025DA6">
        <w:t xml:space="preserve">, </w:t>
      </w:r>
      <w:r w:rsidRPr="00025DA6">
        <w:t>0 млн. руб.)</w:t>
      </w:r>
      <w:r w:rsidR="00025DA6" w:rsidRPr="00025DA6">
        <w:t>,</w:t>
      </w:r>
      <w:r w:rsidR="00025DA6">
        <w:t xml:space="preserve"> </w:t>
      </w:r>
      <w:r w:rsidRPr="00025DA6">
        <w:t xml:space="preserve">обновить </w:t>
      </w:r>
      <w:proofErr w:type="spellStart"/>
      <w:r w:rsidRPr="00025DA6">
        <w:t>вибростолы</w:t>
      </w:r>
      <w:proofErr w:type="spellEnd"/>
      <w:r w:rsidRPr="00025DA6">
        <w:t xml:space="preserve"> (500 тыс. руб.)</w:t>
      </w:r>
      <w:r w:rsidR="00025DA6" w:rsidRPr="00025DA6">
        <w:t>,</w:t>
      </w:r>
      <w:r w:rsidR="00025DA6">
        <w:t xml:space="preserve"> </w:t>
      </w:r>
      <w:r w:rsidRPr="00025DA6">
        <w:t>приобрести и заменить весовые дозаторы на бетонорастворном узле (3</w:t>
      </w:r>
      <w:r w:rsidR="00025DA6" w:rsidRPr="00025DA6">
        <w:t xml:space="preserve">, </w:t>
      </w:r>
      <w:r w:rsidRPr="00025DA6">
        <w:t>5 млн. руб.). Необходимо произвести ремонт кровли цехов</w:t>
      </w:r>
      <w:r w:rsidR="00025DA6" w:rsidRPr="00025DA6">
        <w:t>,</w:t>
      </w:r>
      <w:r w:rsidR="00025DA6">
        <w:t xml:space="preserve"> </w:t>
      </w:r>
      <w:r w:rsidRPr="00025DA6">
        <w:t>сделать косметический ремонт душевых и бытовых помещений.</w:t>
      </w:r>
    </w:p>
    <w:p w:rsidR="00025DA6" w:rsidRDefault="008A222F" w:rsidP="00025DA6">
      <w:r w:rsidRPr="00025DA6">
        <w:t>Инициатор проекта - ОАО «ПСМ»</w:t>
      </w:r>
    </w:p>
    <w:p w:rsidR="00025DA6" w:rsidRDefault="008A222F" w:rsidP="00025DA6">
      <w:r w:rsidRPr="00025DA6">
        <w:t>Потребность в инвестициях: необходимый объем инвестиций 20</w:t>
      </w:r>
      <w:r w:rsidR="00025DA6" w:rsidRPr="00025DA6">
        <w:t xml:space="preserve">, </w:t>
      </w:r>
      <w:r w:rsidRPr="00025DA6">
        <w:t>0 млн. рублей</w:t>
      </w:r>
    </w:p>
    <w:p w:rsidR="008A222F" w:rsidRPr="00025DA6" w:rsidRDefault="008A222F" w:rsidP="00025DA6">
      <w:r w:rsidRPr="00025DA6">
        <w:t>Сроки реализации проекта: 5 лет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 xml:space="preserve">5. </w:t>
      </w:r>
      <w:r w:rsidR="00E34439" w:rsidRPr="00025DA6">
        <w:t>Инвестиционный проект «Расширение деятельности предприятия производственного перерабатывающего сельскохозяйственного кооператива «</w:t>
      </w:r>
      <w:proofErr w:type="spellStart"/>
      <w:r w:rsidR="00E34439" w:rsidRPr="00025DA6">
        <w:t>ХлебоМир</w:t>
      </w:r>
      <w:proofErr w:type="spellEnd"/>
      <w:r w:rsidR="00E34439" w:rsidRPr="00025DA6">
        <w:t xml:space="preserve">» </w:t>
      </w:r>
      <w:proofErr w:type="spellStart"/>
      <w:r w:rsidR="00E34439" w:rsidRPr="00025DA6">
        <w:t>п</w:t>
      </w:r>
      <w:proofErr w:type="gramStart"/>
      <w:r w:rsidR="00E34439" w:rsidRPr="00025DA6">
        <w:t>.Х</w:t>
      </w:r>
      <w:proofErr w:type="gramEnd"/>
      <w:r w:rsidR="00E34439" w:rsidRPr="00025DA6">
        <w:t>олбон</w:t>
      </w:r>
      <w:proofErr w:type="spellEnd"/>
      <w:r w:rsidR="00025DA6" w:rsidRPr="00025DA6">
        <w:t>,</w:t>
      </w:r>
      <w:r w:rsidR="00025DA6">
        <w:t xml:space="preserve"> </w:t>
      </w:r>
      <w:r w:rsidR="00E34439" w:rsidRPr="00025DA6">
        <w:t>Шилкинский район</w:t>
      </w:r>
    </w:p>
    <w:p w:rsidR="00025DA6" w:rsidRDefault="00025DA6" w:rsidP="00025DA6"/>
    <w:p w:rsidR="00025DA6" w:rsidRDefault="00E34439" w:rsidP="00025DA6">
      <w:r w:rsidRPr="00025DA6">
        <w:t xml:space="preserve">Вид выпускаемой продукции </w:t>
      </w:r>
      <w:r w:rsidR="00025DA6" w:rsidRPr="00025DA6">
        <w:t>-</w:t>
      </w:r>
      <w:r w:rsidRPr="00025DA6">
        <w:t xml:space="preserve"> хлебобулочные и кондитерские изделия более 130 наименований.</w:t>
      </w:r>
    </w:p>
    <w:p w:rsidR="00025DA6" w:rsidRDefault="00E34439" w:rsidP="00025DA6">
      <w:r w:rsidRPr="00025DA6">
        <w:t>Число создаваемых рабочих мест</w:t>
      </w:r>
      <w:r w:rsidR="00025DA6">
        <w:t xml:space="preserve"> </w:t>
      </w:r>
      <w:r w:rsidRPr="00025DA6">
        <w:t>- 55</w:t>
      </w:r>
    </w:p>
    <w:p w:rsidR="00025DA6" w:rsidRDefault="00E34439" w:rsidP="00025DA6">
      <w:r w:rsidRPr="00025DA6">
        <w:t xml:space="preserve">Сроки реализации проекта </w:t>
      </w:r>
      <w:r w:rsidR="00025DA6" w:rsidRPr="00025DA6">
        <w:t>-</w:t>
      </w:r>
      <w:r w:rsidRPr="00025DA6">
        <w:t xml:space="preserve"> 2008-2020 годы</w:t>
      </w:r>
    </w:p>
    <w:p w:rsidR="00E34439" w:rsidRPr="00025DA6" w:rsidRDefault="00E34439" w:rsidP="00025DA6">
      <w:r w:rsidRPr="00025DA6">
        <w:t xml:space="preserve">Объем инвестиций по проекту </w:t>
      </w:r>
      <w:r w:rsidR="00025DA6" w:rsidRPr="00025DA6">
        <w:t>-</w:t>
      </w:r>
      <w:r w:rsidRPr="00025DA6">
        <w:t xml:space="preserve"> 20</w:t>
      </w:r>
      <w:r w:rsidR="00025DA6" w:rsidRPr="00025DA6">
        <w:t xml:space="preserve">, </w:t>
      </w:r>
      <w:r w:rsidRPr="00025DA6">
        <w:t>740 млн</w:t>
      </w:r>
      <w:proofErr w:type="gramStart"/>
      <w:r w:rsidRPr="00025DA6">
        <w:t>.р</w:t>
      </w:r>
      <w:proofErr w:type="gramEnd"/>
      <w:r w:rsidRPr="00025DA6">
        <w:t>ублей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6.Инвестиционный</w:t>
      </w:r>
      <w:r w:rsidR="00025DA6">
        <w:t xml:space="preserve"> </w:t>
      </w:r>
      <w:r w:rsidRPr="00025DA6">
        <w:t>проект «Изменение теплового режима работ</w:t>
      </w:r>
      <w:proofErr w:type="gramStart"/>
      <w:r w:rsidRPr="00025DA6">
        <w:t>ы ООО</w:t>
      </w:r>
      <w:proofErr w:type="gramEnd"/>
      <w:r w:rsidRPr="00025DA6">
        <w:t xml:space="preserve"> «Первомайская ТЭЦ» с переводом на режим отопительной котельной с заменой котлов и котельного оборудования</w:t>
      </w:r>
      <w:r w:rsidR="00025DA6" w:rsidRPr="00025DA6">
        <w:t>,</w:t>
      </w:r>
      <w:r w:rsidR="00025DA6">
        <w:t xml:space="preserve"> </w:t>
      </w:r>
      <w:r w:rsidRPr="00025DA6">
        <w:t>необходим</w:t>
      </w:r>
      <w:r w:rsidR="005128B7" w:rsidRPr="00025DA6">
        <w:t>ый</w:t>
      </w:r>
      <w:r w:rsidRPr="00025DA6">
        <w:t xml:space="preserve"> для реализации альтернативных производств</w:t>
      </w:r>
      <w:r w:rsidR="00025DA6" w:rsidRPr="00025DA6">
        <w:t>,</w:t>
      </w:r>
      <w:r w:rsidR="00025DA6">
        <w:t xml:space="preserve"> </w:t>
      </w:r>
      <w:r w:rsidRPr="00025DA6">
        <w:t xml:space="preserve">направленных на диверсификацию экономики в </w:t>
      </w:r>
      <w:proofErr w:type="spellStart"/>
      <w:r w:rsidRPr="00025DA6">
        <w:t>монопоселении</w:t>
      </w:r>
      <w:proofErr w:type="spellEnd"/>
      <w:r w:rsidRPr="00025DA6">
        <w:t>.</w:t>
      </w:r>
    </w:p>
    <w:p w:rsidR="00025DA6" w:rsidRDefault="00025DA6" w:rsidP="00025DA6"/>
    <w:p w:rsidR="00025DA6" w:rsidRDefault="008A222F" w:rsidP="00025DA6">
      <w:r w:rsidRPr="00025DA6">
        <w:t xml:space="preserve">Место </w:t>
      </w:r>
      <w:r w:rsidR="005128B7" w:rsidRPr="00025DA6">
        <w:t>реализации</w:t>
      </w:r>
      <w:r w:rsidRPr="00025DA6">
        <w:t xml:space="preserve">: п. </w:t>
      </w:r>
      <w:proofErr w:type="gramStart"/>
      <w:r w:rsidRPr="00025DA6">
        <w:t>Первомайский</w:t>
      </w:r>
      <w:proofErr w:type="gramEnd"/>
      <w:r w:rsidRPr="00025DA6">
        <w:t>.</w:t>
      </w:r>
    </w:p>
    <w:p w:rsidR="008A222F" w:rsidRPr="00025DA6" w:rsidRDefault="008A222F" w:rsidP="00025DA6">
      <w:r w:rsidRPr="00025DA6">
        <w:t>Необходимый объем инвестиций составляет 268</w:t>
      </w:r>
      <w:r w:rsidR="00025DA6" w:rsidRPr="00025DA6">
        <w:t xml:space="preserve">, </w:t>
      </w:r>
      <w:r w:rsidRPr="00025DA6">
        <w:t>66 млн</w:t>
      </w:r>
      <w:proofErr w:type="gramStart"/>
      <w:r w:rsidRPr="00025DA6">
        <w:t>.р</w:t>
      </w:r>
      <w:proofErr w:type="gramEnd"/>
      <w:r w:rsidRPr="00025DA6">
        <w:t>уб.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7. Инвестиционный</w:t>
      </w:r>
      <w:r w:rsidR="00025DA6">
        <w:t xml:space="preserve"> </w:t>
      </w:r>
      <w:r w:rsidRPr="00025DA6">
        <w:t>проект «Организация производства блочного камня</w:t>
      </w:r>
      <w:r w:rsidR="00025DA6" w:rsidRPr="00025DA6">
        <w:t>,</w:t>
      </w:r>
      <w:r w:rsidR="00025DA6">
        <w:t xml:space="preserve"> </w:t>
      </w:r>
      <w:r w:rsidRPr="00025DA6">
        <w:t xml:space="preserve">колотых и </w:t>
      </w:r>
      <w:proofErr w:type="spellStart"/>
      <w:r w:rsidRPr="00025DA6">
        <w:t>колотопиленых</w:t>
      </w:r>
      <w:proofErr w:type="spellEnd"/>
      <w:r w:rsidRPr="00025DA6">
        <w:t xml:space="preserve"> изделий из гранита (брусчатка</w:t>
      </w:r>
      <w:r w:rsidR="00025DA6" w:rsidRPr="00025DA6">
        <w:t>,</w:t>
      </w:r>
      <w:r w:rsidR="00025DA6">
        <w:t xml:space="preserve"> </w:t>
      </w:r>
      <w:r w:rsidRPr="00025DA6">
        <w:t xml:space="preserve">бордюрный камень) на базе </w:t>
      </w:r>
      <w:proofErr w:type="spellStart"/>
      <w:r w:rsidRPr="00025DA6">
        <w:t>Луковогорского</w:t>
      </w:r>
      <w:proofErr w:type="spellEnd"/>
      <w:r w:rsidRPr="00025DA6">
        <w:t xml:space="preserve"> месторождения гранитов»</w:t>
      </w:r>
    </w:p>
    <w:p w:rsidR="00025DA6" w:rsidRDefault="00025DA6" w:rsidP="00025DA6"/>
    <w:p w:rsidR="00025DA6" w:rsidRDefault="008A222F" w:rsidP="00025DA6">
      <w:r w:rsidRPr="00025DA6">
        <w:t>Краткое описание:</w:t>
      </w:r>
    </w:p>
    <w:p w:rsidR="00025DA6" w:rsidRDefault="008A222F" w:rsidP="00025DA6">
      <w:r w:rsidRPr="00025DA6">
        <w:lastRenderedPageBreak/>
        <w:t>Основной целью настоящего проекта является организация производства товарных блоков облицовочного камня (I и II группа по ГОСТ 9479-2011)</w:t>
      </w:r>
      <w:r w:rsidR="00025DA6" w:rsidRPr="00025DA6">
        <w:t>,</w:t>
      </w:r>
      <w:r w:rsidR="00025DA6">
        <w:t xml:space="preserve"> </w:t>
      </w:r>
      <w:r w:rsidRPr="00025DA6">
        <w:t xml:space="preserve">колотых и пилено-колотых изделий из гранита (гранитная брусчатка и бордюрный камень) на базе </w:t>
      </w:r>
      <w:proofErr w:type="spellStart"/>
      <w:r w:rsidRPr="00025DA6">
        <w:t>Луковогорского</w:t>
      </w:r>
      <w:proofErr w:type="spellEnd"/>
      <w:r w:rsidRPr="00025DA6">
        <w:t xml:space="preserve"> месторождения гранитов. В качестве попутной продукции планируется организовать выпу</w:t>
      </w:r>
      <w:proofErr w:type="gramStart"/>
      <w:r w:rsidRPr="00025DA6">
        <w:t>ск стр</w:t>
      </w:r>
      <w:proofErr w:type="gramEnd"/>
      <w:r w:rsidRPr="00025DA6">
        <w:t>оительного щебня.</w:t>
      </w:r>
    </w:p>
    <w:p w:rsidR="00025DA6" w:rsidRDefault="008A222F" w:rsidP="00025DA6">
      <w:r w:rsidRPr="00025DA6">
        <w:t>Для осуществления проекта планируется строительство карьера и в непосредственной близости от карьера камнеобрабатывающего цеха.</w:t>
      </w:r>
    </w:p>
    <w:p w:rsidR="00025DA6" w:rsidRDefault="008A222F" w:rsidP="00025DA6">
      <w:r w:rsidRPr="00025DA6">
        <w:t>Суть проекта:</w:t>
      </w:r>
    </w:p>
    <w:p w:rsidR="008A222F" w:rsidRPr="00025DA6" w:rsidRDefault="008A222F" w:rsidP="00025DA6">
      <w:r w:rsidRPr="00025DA6">
        <w:t>В результате реализации проекта будет организовано производство:</w:t>
      </w:r>
    </w:p>
    <w:p w:rsidR="008A222F" w:rsidRPr="00025DA6" w:rsidRDefault="008A222F" w:rsidP="00025DA6">
      <w:r w:rsidRPr="00025DA6">
        <w:t>1. Товарных блоков серых гранитов (I и II группа по ГОСТ 9479-2011) с плановой производительностью не менее 3</w:t>
      </w:r>
      <w:r w:rsidR="00025DA6" w:rsidRPr="00025DA6">
        <w:t xml:space="preserve">, </w:t>
      </w:r>
      <w:r w:rsidRPr="00025DA6">
        <w:t>0 тыс. м3 в год;</w:t>
      </w:r>
    </w:p>
    <w:p w:rsidR="008A222F" w:rsidRPr="00025DA6" w:rsidRDefault="008A222F" w:rsidP="00025DA6">
      <w:r w:rsidRPr="00025DA6">
        <w:t>2. Колотых и пилено-колотых изделий из гранита (брусчатка</w:t>
      </w:r>
      <w:r w:rsidR="00025DA6" w:rsidRPr="00025DA6">
        <w:t>,</w:t>
      </w:r>
      <w:r w:rsidR="00025DA6">
        <w:t xml:space="preserve"> </w:t>
      </w:r>
      <w:r w:rsidRPr="00025DA6">
        <w:t>бордюрный камень и др.) общим объёмом до 25 тыс. м</w:t>
      </w:r>
      <w:proofErr w:type="gramStart"/>
      <w:r w:rsidRPr="00025DA6">
        <w:t>2</w:t>
      </w:r>
      <w:proofErr w:type="gramEnd"/>
      <w:r w:rsidRPr="00025DA6">
        <w:t xml:space="preserve"> изделий в год;</w:t>
      </w:r>
    </w:p>
    <w:p w:rsidR="00025DA6" w:rsidRDefault="008A222F" w:rsidP="00025DA6">
      <w:r w:rsidRPr="00025DA6">
        <w:t>3. Строительного щебня различных фракций (ГОСТ 8267-93) для местных нужд объёмом до 10 тыс. м3 щебня в год.</w:t>
      </w:r>
    </w:p>
    <w:p w:rsidR="00025DA6" w:rsidRDefault="008A222F" w:rsidP="00025DA6">
      <w:r w:rsidRPr="00025DA6">
        <w:t>Совокупный годовой объем реализации продукции в денежном выражении без НДС составит порядка 70 млн. рублей.</w:t>
      </w:r>
    </w:p>
    <w:p w:rsidR="00025DA6" w:rsidRDefault="008A222F" w:rsidP="00025DA6">
      <w:r w:rsidRPr="00025DA6">
        <w:t>Кадровый состав предприятия будет формироваться преимущественно из жителей п. Первомайский. В общей сложности в работах на карьере</w:t>
      </w:r>
      <w:r w:rsidR="00025DA6" w:rsidRPr="00025DA6">
        <w:t>,</w:t>
      </w:r>
      <w:r w:rsidR="00025DA6">
        <w:t xml:space="preserve"> </w:t>
      </w:r>
      <w:r w:rsidRPr="00025DA6">
        <w:t>заводе и вспомогательном производстве будет задействовано около 15 человек.</w:t>
      </w:r>
    </w:p>
    <w:p w:rsidR="00025DA6" w:rsidRDefault="008A222F" w:rsidP="00025DA6">
      <w:r w:rsidRPr="00025DA6">
        <w:t>Инициатором реализации проекта выступает ООО «Природный камень» (г. Чита).</w:t>
      </w:r>
    </w:p>
    <w:p w:rsidR="00025DA6" w:rsidRDefault="008A222F" w:rsidP="00025DA6">
      <w:r w:rsidRPr="00025DA6">
        <w:t>Необходимый объем инвестиций в проект</w:t>
      </w:r>
      <w:r w:rsidR="00025DA6" w:rsidRPr="00025DA6">
        <w:t>,</w:t>
      </w:r>
      <w:r w:rsidR="00025DA6">
        <w:t xml:space="preserve"> </w:t>
      </w:r>
      <w:r w:rsidRPr="00025DA6">
        <w:t>по оценке</w:t>
      </w:r>
      <w:r w:rsidR="00025DA6" w:rsidRPr="00025DA6">
        <w:t>,</w:t>
      </w:r>
      <w:r w:rsidR="00025DA6">
        <w:t xml:space="preserve"> </w:t>
      </w:r>
      <w:r w:rsidRPr="00025DA6">
        <w:t>составляет 90 млн. руб. Инвестиции планируется привлечь за счет частных инвестиций и механизмов государственной поддержки малого и среднего предпринимательства.</w:t>
      </w:r>
    </w:p>
    <w:p w:rsidR="008A222F" w:rsidRPr="00025DA6" w:rsidRDefault="008A222F" w:rsidP="00025DA6">
      <w:r w:rsidRPr="00025DA6">
        <w:t>В том числе</w:t>
      </w:r>
      <w:r w:rsidR="00025DA6" w:rsidRPr="00025DA6">
        <w:t>,</w:t>
      </w:r>
      <w:r w:rsidR="00025DA6">
        <w:t xml:space="preserve"> </w:t>
      </w:r>
      <w:r w:rsidRPr="00025DA6">
        <w:t>для ввода в эксплуатацию карьера необходимо около 25 млн. рублей</w:t>
      </w:r>
      <w:r w:rsidR="00025DA6" w:rsidRPr="00025DA6">
        <w:t>,</w:t>
      </w:r>
      <w:r w:rsidR="00025DA6">
        <w:t xml:space="preserve"> </w:t>
      </w:r>
      <w:r w:rsidRPr="00025DA6">
        <w:t>для ввода в эксплуатацию завода - около 65 млн. рублей.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8. Инвестиционный</w:t>
      </w:r>
      <w:r w:rsidR="00025DA6">
        <w:t xml:space="preserve"> </w:t>
      </w:r>
      <w:r w:rsidRPr="00025DA6">
        <w:t>проект «Реконструкция и ввод в эксплуатацию тепличного хозяйства» п</w:t>
      </w:r>
      <w:proofErr w:type="gramStart"/>
      <w:r w:rsidRPr="00025DA6">
        <w:t>.П</w:t>
      </w:r>
      <w:proofErr w:type="gramEnd"/>
      <w:r w:rsidRPr="00025DA6">
        <w:t>ервомайский</w:t>
      </w:r>
    </w:p>
    <w:p w:rsidR="00025DA6" w:rsidRDefault="00025DA6" w:rsidP="00025DA6"/>
    <w:p w:rsidR="00025DA6" w:rsidRDefault="008A222F" w:rsidP="00025DA6">
      <w:r w:rsidRPr="00025DA6">
        <w:t>Краткое описание: проведение реконструкции теплицы.</w:t>
      </w:r>
    </w:p>
    <w:p w:rsidR="00025DA6" w:rsidRDefault="008A222F" w:rsidP="00025DA6">
      <w:r w:rsidRPr="00025DA6">
        <w:t>Суть проекта: проектом запланирована реконструкция и ввод в эксплуатацию тепличного комплекса для выращивания рассады</w:t>
      </w:r>
      <w:r w:rsidR="00025DA6" w:rsidRPr="00025DA6">
        <w:t>,</w:t>
      </w:r>
      <w:r w:rsidR="00025DA6">
        <w:t xml:space="preserve"> </w:t>
      </w:r>
      <w:r w:rsidRPr="00025DA6">
        <w:t>цветов</w:t>
      </w:r>
      <w:r w:rsidR="00025DA6" w:rsidRPr="00025DA6">
        <w:t>,</w:t>
      </w:r>
      <w:r w:rsidR="00025DA6">
        <w:t xml:space="preserve"> </w:t>
      </w:r>
      <w:r w:rsidRPr="00025DA6">
        <w:t>овощей</w:t>
      </w:r>
      <w:r w:rsidR="00025DA6" w:rsidRPr="00025DA6">
        <w:t>,</w:t>
      </w:r>
      <w:r w:rsidR="00025DA6">
        <w:t xml:space="preserve"> </w:t>
      </w:r>
      <w:r w:rsidRPr="00025DA6">
        <w:t>саженцев.</w:t>
      </w:r>
    </w:p>
    <w:p w:rsidR="00025DA6" w:rsidRDefault="008A222F" w:rsidP="00025DA6">
      <w:r w:rsidRPr="00025DA6">
        <w:t>Инициатор проекта: ЧП Рязанцев О.С.</w:t>
      </w:r>
    </w:p>
    <w:p w:rsidR="00025DA6" w:rsidRDefault="008A222F" w:rsidP="00025DA6">
      <w:r w:rsidRPr="00025DA6">
        <w:t>Потребность в инвестициях: необходимый объем инвестиций в проект</w:t>
      </w:r>
      <w:r w:rsidR="00025DA6" w:rsidRPr="00025DA6">
        <w:t>,</w:t>
      </w:r>
      <w:r w:rsidR="00025DA6">
        <w:t xml:space="preserve"> </w:t>
      </w:r>
      <w:r w:rsidRPr="00025DA6">
        <w:t>по оценке</w:t>
      </w:r>
      <w:r w:rsidR="00025DA6" w:rsidRPr="00025DA6">
        <w:t>,</w:t>
      </w:r>
      <w:r w:rsidR="00025DA6">
        <w:t xml:space="preserve"> </w:t>
      </w:r>
      <w:r w:rsidRPr="00025DA6">
        <w:t>составляет 22</w:t>
      </w:r>
      <w:r w:rsidR="00025DA6" w:rsidRPr="00025DA6">
        <w:t xml:space="preserve">, </w:t>
      </w:r>
      <w:r w:rsidRPr="00025DA6">
        <w:t>0</w:t>
      </w:r>
      <w:r w:rsidR="00025DA6">
        <w:t xml:space="preserve"> </w:t>
      </w:r>
      <w:r w:rsidRPr="00025DA6">
        <w:t>млн. руб.</w:t>
      </w:r>
    </w:p>
    <w:p w:rsidR="00025DA6" w:rsidRDefault="008A222F" w:rsidP="00025DA6">
      <w:r w:rsidRPr="00025DA6">
        <w:t>Предполагается производить следующие виды готовой продукции:</w:t>
      </w:r>
      <w:r w:rsidR="005A51E1" w:rsidRPr="00025DA6">
        <w:t xml:space="preserve"> с</w:t>
      </w:r>
      <w:r w:rsidRPr="00025DA6">
        <w:t>аженцы</w:t>
      </w:r>
      <w:r w:rsidR="00025DA6" w:rsidRPr="00025DA6">
        <w:t>,</w:t>
      </w:r>
      <w:r w:rsidR="00025DA6">
        <w:t xml:space="preserve"> </w:t>
      </w:r>
      <w:r w:rsidRPr="00025DA6">
        <w:t>цветы</w:t>
      </w:r>
      <w:r w:rsidR="00025DA6" w:rsidRPr="00025DA6">
        <w:t>,</w:t>
      </w:r>
      <w:r w:rsidR="00025DA6">
        <w:t xml:space="preserve"> </w:t>
      </w:r>
      <w:r w:rsidRPr="00025DA6">
        <w:t>овощи.</w:t>
      </w:r>
    </w:p>
    <w:p w:rsidR="00025DA6" w:rsidRDefault="008A222F" w:rsidP="00025DA6">
      <w:r w:rsidRPr="00025DA6">
        <w:t>Проработка проекта:</w:t>
      </w:r>
    </w:p>
    <w:p w:rsidR="00025DA6" w:rsidRDefault="008A222F" w:rsidP="00025DA6">
      <w:r w:rsidRPr="00025DA6">
        <w:t>Подготовлена проектно-сметная документация по реконструкции тепличного комплекса.</w:t>
      </w:r>
    </w:p>
    <w:p w:rsidR="008A222F" w:rsidRPr="00025DA6" w:rsidRDefault="008A222F" w:rsidP="00025DA6">
      <w:r w:rsidRPr="00025DA6">
        <w:t>Сроки реализации проекта и запуска производства:</w:t>
      </w:r>
    </w:p>
    <w:p w:rsidR="008A222F" w:rsidRPr="00025DA6" w:rsidRDefault="008A222F" w:rsidP="00025DA6">
      <w:r w:rsidRPr="00025DA6">
        <w:t>1. Реконструкция двух зданий теплиц</w:t>
      </w:r>
      <w:r w:rsidR="00025DA6" w:rsidRPr="00025DA6">
        <w:t>,</w:t>
      </w:r>
      <w:r w:rsidR="00025DA6">
        <w:t xml:space="preserve"> </w:t>
      </w:r>
      <w:r w:rsidRPr="00025DA6">
        <w:t>бурение скважины</w:t>
      </w:r>
      <w:r w:rsidR="00025DA6" w:rsidRPr="00025DA6">
        <w:t>,</w:t>
      </w:r>
      <w:r w:rsidR="00025DA6">
        <w:t xml:space="preserve"> </w:t>
      </w:r>
      <w:r w:rsidRPr="00025DA6">
        <w:t xml:space="preserve">строительство складских помещений и административного здания </w:t>
      </w:r>
      <w:r w:rsidR="00025DA6" w:rsidRPr="00025DA6">
        <w:t>-</w:t>
      </w:r>
      <w:r w:rsidRPr="00025DA6">
        <w:t xml:space="preserve"> 2014-2015 годы;</w:t>
      </w:r>
    </w:p>
    <w:p w:rsidR="00025DA6" w:rsidRDefault="008A222F" w:rsidP="00025DA6">
      <w:r w:rsidRPr="00025DA6">
        <w:t>2. Приобретение техники</w:t>
      </w:r>
      <w:r w:rsidR="00025DA6" w:rsidRPr="00025DA6">
        <w:t>,</w:t>
      </w:r>
      <w:r w:rsidR="00025DA6">
        <w:t xml:space="preserve"> </w:t>
      </w:r>
      <w:r w:rsidRPr="00025DA6">
        <w:t xml:space="preserve">оборудования </w:t>
      </w:r>
      <w:r w:rsidR="00025DA6" w:rsidRPr="00025DA6">
        <w:t>-</w:t>
      </w:r>
      <w:r w:rsidRPr="00025DA6">
        <w:t xml:space="preserve"> 2016 год.</w:t>
      </w:r>
    </w:p>
    <w:p w:rsidR="008A222F" w:rsidRPr="00025DA6" w:rsidRDefault="008A222F" w:rsidP="00025DA6">
      <w:r w:rsidRPr="00025DA6">
        <w:t>Эффективность реализации проекта:</w:t>
      </w:r>
    </w:p>
    <w:p w:rsidR="008A222F" w:rsidRPr="00025DA6" w:rsidRDefault="008A222F" w:rsidP="00025DA6">
      <w:r w:rsidRPr="00025DA6">
        <w:t>Срок окупаемости</w:t>
      </w:r>
      <w:r w:rsidR="00025DA6" w:rsidRPr="00025DA6">
        <w:t>,</w:t>
      </w:r>
      <w:r w:rsidR="00025DA6">
        <w:t xml:space="preserve"> </w:t>
      </w:r>
      <w:r w:rsidRPr="00025DA6">
        <w:t>2</w:t>
      </w:r>
      <w:r w:rsidR="00025DA6">
        <w:t xml:space="preserve"> </w:t>
      </w:r>
      <w:r w:rsidR="00025DA6" w:rsidRPr="00025DA6">
        <w:t>года</w:t>
      </w:r>
      <w:r w:rsidRPr="00025DA6">
        <w:t xml:space="preserve"> с момента выхода на плановую мощность.</w:t>
      </w:r>
    </w:p>
    <w:p w:rsidR="008A222F" w:rsidRPr="00025DA6" w:rsidRDefault="008A222F" w:rsidP="00025DA6">
      <w:r w:rsidRPr="00025DA6">
        <w:t xml:space="preserve">Количество дополнительных созданных рабочих мест </w:t>
      </w:r>
      <w:r w:rsidR="00025DA6" w:rsidRPr="00025DA6">
        <w:t>-</w:t>
      </w:r>
      <w:r w:rsidRPr="00025DA6">
        <w:t xml:space="preserve"> 17</w:t>
      </w:r>
      <w:r w:rsidR="00025DA6">
        <w:t xml:space="preserve"> </w:t>
      </w:r>
      <w:r w:rsidRPr="00025DA6">
        <w:t>мест.</w:t>
      </w:r>
    </w:p>
    <w:p w:rsidR="008A222F" w:rsidRPr="00025DA6" w:rsidRDefault="008A222F" w:rsidP="00025DA6">
      <w:r w:rsidRPr="00025DA6">
        <w:t>Выручка при выходе на плановую мощность</w:t>
      </w:r>
      <w:r w:rsidR="00025DA6" w:rsidRPr="00025DA6">
        <w:t>,</w:t>
      </w:r>
      <w:r w:rsidR="00025DA6">
        <w:t xml:space="preserve"> </w:t>
      </w:r>
      <w:r w:rsidRPr="00025DA6">
        <w:t>14</w:t>
      </w:r>
      <w:r w:rsidR="00025DA6" w:rsidRPr="00025DA6">
        <w:t xml:space="preserve">, </w:t>
      </w:r>
      <w:r w:rsidRPr="00025DA6">
        <w:t>5 млн. руб. в год.</w:t>
      </w:r>
    </w:p>
    <w:p w:rsidR="008A222F" w:rsidRPr="00025DA6" w:rsidRDefault="008A222F" w:rsidP="00025DA6">
      <w:r w:rsidRPr="00025DA6">
        <w:t xml:space="preserve">Объем производства и реализации </w:t>
      </w:r>
      <w:r w:rsidR="00025DA6" w:rsidRPr="00025DA6">
        <w:t>-</w:t>
      </w:r>
      <w:r w:rsidRPr="00025DA6">
        <w:t xml:space="preserve"> 70 тонн овощей и 20 тыс. корней рассады плюс зелень (петрушка</w:t>
      </w:r>
      <w:r w:rsidR="00025DA6" w:rsidRPr="00025DA6">
        <w:t>,</w:t>
      </w:r>
      <w:r w:rsidR="00025DA6">
        <w:t xml:space="preserve"> </w:t>
      </w:r>
      <w:r w:rsidRPr="00025DA6">
        <w:t>лук и т. д.)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9.Инвестиционный проект «Создание комплекса по производству свинины с законченным производственным циклом АГУСО «Содружество»</w:t>
      </w:r>
      <w:r w:rsidR="005A51E1" w:rsidRPr="00025DA6">
        <w:t>.</w:t>
      </w:r>
    </w:p>
    <w:p w:rsidR="00025DA6" w:rsidRDefault="00025DA6" w:rsidP="00025DA6"/>
    <w:p w:rsidR="00025DA6" w:rsidRDefault="008A222F" w:rsidP="00025DA6">
      <w:r w:rsidRPr="00025DA6">
        <w:t>Краткое описание:</w:t>
      </w:r>
    </w:p>
    <w:p w:rsidR="00025DA6" w:rsidRDefault="008A222F" w:rsidP="00025DA6">
      <w:r w:rsidRPr="00025DA6">
        <w:t>Проектом предусматривается реконструкция свинофермы</w:t>
      </w:r>
      <w:r w:rsidR="00025DA6" w:rsidRPr="00025DA6">
        <w:t>,</w:t>
      </w:r>
      <w:r w:rsidR="00025DA6">
        <w:t xml:space="preserve"> </w:t>
      </w:r>
      <w:r w:rsidRPr="00025DA6">
        <w:t>откорм свиней</w:t>
      </w:r>
      <w:r w:rsidR="00025DA6" w:rsidRPr="00025DA6">
        <w:t>,</w:t>
      </w:r>
      <w:r w:rsidR="00025DA6">
        <w:t xml:space="preserve"> </w:t>
      </w:r>
      <w:r w:rsidRPr="00025DA6">
        <w:t>организация убоя</w:t>
      </w:r>
      <w:r w:rsidR="00025DA6" w:rsidRPr="00025DA6">
        <w:t>,</w:t>
      </w:r>
      <w:r w:rsidR="00025DA6">
        <w:t xml:space="preserve"> </w:t>
      </w:r>
      <w:r w:rsidRPr="00025DA6">
        <w:t>производство колбасных изделий и полуфабрикатов</w:t>
      </w:r>
      <w:r w:rsidR="00025DA6" w:rsidRPr="00025DA6">
        <w:t>,</w:t>
      </w:r>
      <w:r w:rsidR="00025DA6">
        <w:t xml:space="preserve"> </w:t>
      </w:r>
      <w:r w:rsidRPr="00025DA6">
        <w:t>производство комбикормов.</w:t>
      </w:r>
    </w:p>
    <w:p w:rsidR="00025DA6" w:rsidRDefault="008A222F" w:rsidP="00025DA6">
      <w:r w:rsidRPr="00025DA6">
        <w:t xml:space="preserve">Проект </w:t>
      </w:r>
      <w:r w:rsidR="006F7F49" w:rsidRPr="00025DA6">
        <w:t>находится в стадии реализации</w:t>
      </w:r>
      <w:r w:rsidR="00025DA6" w:rsidRPr="00025DA6">
        <w:t>,</w:t>
      </w:r>
      <w:r w:rsidR="00025DA6">
        <w:t xml:space="preserve"> </w:t>
      </w:r>
      <w:r w:rsidRPr="00025DA6">
        <w:t xml:space="preserve">так в 2011 году открыт </w:t>
      </w:r>
      <w:proofErr w:type="spellStart"/>
      <w:r w:rsidRPr="00025DA6">
        <w:t>свинокомплекс</w:t>
      </w:r>
      <w:proofErr w:type="spellEnd"/>
      <w:r w:rsidRPr="00025DA6">
        <w:t xml:space="preserve"> на 3000 голов (в настоящее время </w:t>
      </w:r>
      <w:r w:rsidR="00025DA6" w:rsidRPr="00025DA6">
        <w:t>-</w:t>
      </w:r>
      <w:r w:rsidRPr="00025DA6">
        <w:t xml:space="preserve"> 712 голов) и цех полуфабрикатов. Привлечены инвестиции через </w:t>
      </w:r>
      <w:proofErr w:type="gramStart"/>
      <w:r w:rsidRPr="00025DA6">
        <w:t>Читинский</w:t>
      </w:r>
      <w:proofErr w:type="gramEnd"/>
      <w:r w:rsidRPr="00025DA6">
        <w:t xml:space="preserve"> РФ ОАО «</w:t>
      </w:r>
      <w:proofErr w:type="spellStart"/>
      <w:r w:rsidRPr="00025DA6">
        <w:t>Россельхозбанк</w:t>
      </w:r>
      <w:proofErr w:type="spellEnd"/>
      <w:r w:rsidRPr="00025DA6">
        <w:t>» в размере 4</w:t>
      </w:r>
      <w:r w:rsidR="00025DA6" w:rsidRPr="00025DA6">
        <w:t xml:space="preserve">, </w:t>
      </w:r>
      <w:r w:rsidRPr="00025DA6">
        <w:t>15 млн. рублей.</w:t>
      </w:r>
    </w:p>
    <w:p w:rsidR="008A222F" w:rsidRPr="00025DA6" w:rsidRDefault="008A222F" w:rsidP="00025DA6">
      <w:r w:rsidRPr="00025DA6">
        <w:t>Инициатор проекта:</w:t>
      </w:r>
    </w:p>
    <w:p w:rsidR="00025DA6" w:rsidRDefault="008A222F" w:rsidP="00025DA6">
      <w:r w:rsidRPr="00025DA6">
        <w:t>АГУСО «Содружество» Забайкальского края.</w:t>
      </w:r>
    </w:p>
    <w:p w:rsidR="008A222F" w:rsidRPr="00025DA6" w:rsidRDefault="008A222F" w:rsidP="00025DA6">
      <w:r w:rsidRPr="00025DA6">
        <w:t>Проектные мощности:</w:t>
      </w:r>
    </w:p>
    <w:p w:rsidR="008A222F" w:rsidRPr="00025DA6" w:rsidRDefault="008A222F" w:rsidP="00025DA6">
      <w:r w:rsidRPr="00025DA6">
        <w:t>По итогам реализации</w:t>
      </w:r>
      <w:r w:rsidR="00025DA6" w:rsidRPr="00025DA6">
        <w:t>,</w:t>
      </w:r>
      <w:r w:rsidR="00025DA6">
        <w:t xml:space="preserve"> </w:t>
      </w:r>
      <w:r w:rsidRPr="00025DA6">
        <w:t>проектная мощность составит на год: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 xml:space="preserve">производства полнорационного комбикорма для свиней </w:t>
      </w:r>
      <w:r w:rsidR="00025DA6" w:rsidRPr="00025DA6">
        <w:t>-</w:t>
      </w:r>
      <w:r w:rsidRPr="00025DA6">
        <w:t xml:space="preserve"> 960 тонн;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 xml:space="preserve">производство комбикорма для кур </w:t>
      </w:r>
      <w:r w:rsidR="00025DA6" w:rsidRPr="00025DA6">
        <w:t>-</w:t>
      </w:r>
      <w:r w:rsidRPr="00025DA6">
        <w:t xml:space="preserve"> 72 тонны;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 xml:space="preserve">производство концентрированного комбикорма для КРС </w:t>
      </w:r>
      <w:r w:rsidR="00025DA6" w:rsidRPr="00025DA6">
        <w:t>-</w:t>
      </w:r>
      <w:r w:rsidRPr="00025DA6">
        <w:t xml:space="preserve"> 600 тонн;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 xml:space="preserve">производство свинины </w:t>
      </w:r>
      <w:r w:rsidR="00025DA6" w:rsidRPr="00025DA6">
        <w:t>-</w:t>
      </w:r>
      <w:r w:rsidRPr="00025DA6">
        <w:t xml:space="preserve"> 60 тонн;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 xml:space="preserve">производство колбасных изделий и полуфабрикатов </w:t>
      </w:r>
      <w:r w:rsidR="00025DA6" w:rsidRPr="00025DA6">
        <w:t>-</w:t>
      </w:r>
      <w:r w:rsidRPr="00025DA6">
        <w:t xml:space="preserve"> 60 тонн.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>Проект предусматривает: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>приобретение и реконструкцию свинофермы;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>приобретение цеха переработки (отдельно стоящее здание);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>приобретение оборудования убойного цеха;</w:t>
      </w:r>
    </w:p>
    <w:p w:rsidR="008A222F" w:rsidRP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>приобретение оборудования для производства комбикорма;</w:t>
      </w:r>
    </w:p>
    <w:p w:rsidR="00025DA6" w:rsidRDefault="008A222F" w:rsidP="00025DA6">
      <w:pPr>
        <w:pStyle w:val="af0"/>
        <w:numPr>
          <w:ilvl w:val="0"/>
          <w:numId w:val="13"/>
        </w:numPr>
        <w:tabs>
          <w:tab w:val="left" w:pos="284"/>
        </w:tabs>
        <w:ind w:left="284" w:hanging="284"/>
      </w:pPr>
      <w:r w:rsidRPr="00025DA6">
        <w:t>приобретение оборудования для производства колбас и полуфабрикатов.</w:t>
      </w:r>
    </w:p>
    <w:p w:rsidR="008A222F" w:rsidRPr="00025DA6" w:rsidRDefault="008A222F" w:rsidP="00025DA6">
      <w:r w:rsidRPr="00025DA6">
        <w:t>Благоприятными условиями реализации инвестиционного проекта являются:</w:t>
      </w:r>
    </w:p>
    <w:p w:rsidR="008A222F" w:rsidRPr="00025DA6" w:rsidRDefault="008A222F" w:rsidP="00025DA6">
      <w:pPr>
        <w:pStyle w:val="af0"/>
        <w:numPr>
          <w:ilvl w:val="0"/>
          <w:numId w:val="14"/>
        </w:numPr>
        <w:ind w:left="284" w:hanging="284"/>
      </w:pPr>
      <w:r w:rsidRPr="00025DA6">
        <w:t xml:space="preserve">наличие сырьевой базы откорма свиней </w:t>
      </w:r>
      <w:r w:rsidR="00025DA6" w:rsidRPr="00025DA6">
        <w:t>-</w:t>
      </w:r>
      <w:r w:rsidRPr="00025DA6">
        <w:t xml:space="preserve"> комбикорма собственного производства;</w:t>
      </w:r>
    </w:p>
    <w:p w:rsidR="00025DA6" w:rsidRDefault="008A222F" w:rsidP="00025DA6">
      <w:pPr>
        <w:pStyle w:val="af0"/>
        <w:numPr>
          <w:ilvl w:val="0"/>
          <w:numId w:val="14"/>
        </w:numPr>
        <w:ind w:left="284" w:hanging="284"/>
      </w:pPr>
      <w:r w:rsidRPr="00025DA6">
        <w:t>гарантированный рынок сбыта готовой продукции для учреждений сферы социальной защиты населения.</w:t>
      </w:r>
    </w:p>
    <w:p w:rsidR="008A222F" w:rsidRPr="00025DA6" w:rsidRDefault="008A222F" w:rsidP="00025DA6">
      <w:r w:rsidRPr="00025DA6">
        <w:t>Сроки реализации проекта:</w:t>
      </w:r>
    </w:p>
    <w:p w:rsidR="008A222F" w:rsidRPr="00025DA6" w:rsidRDefault="008A222F" w:rsidP="00025DA6">
      <w:r w:rsidRPr="00025DA6">
        <w:t xml:space="preserve">2015 год </w:t>
      </w:r>
      <w:r w:rsidR="00025DA6" w:rsidRPr="00025DA6">
        <w:t>-</w:t>
      </w:r>
      <w:r w:rsidRPr="00025DA6">
        <w:t xml:space="preserve"> приобретение здания свинофермы и его реконструкция</w:t>
      </w:r>
      <w:r w:rsidR="00025DA6" w:rsidRPr="00025DA6">
        <w:t>,</w:t>
      </w:r>
      <w:r w:rsidR="00025DA6">
        <w:t xml:space="preserve"> </w:t>
      </w:r>
      <w:r w:rsidRPr="00025DA6">
        <w:t>ввод</w:t>
      </w:r>
      <w:r w:rsidR="00025DA6" w:rsidRPr="00025DA6">
        <w:t>,</w:t>
      </w:r>
      <w:r w:rsidR="00025DA6">
        <w:t xml:space="preserve"> </w:t>
      </w:r>
      <w:r w:rsidRPr="00025DA6">
        <w:t>организация производства мяса свиней;</w:t>
      </w:r>
    </w:p>
    <w:p w:rsidR="00025DA6" w:rsidRDefault="008A222F" w:rsidP="00025DA6">
      <w:r w:rsidRPr="00025DA6">
        <w:t xml:space="preserve">2016 год </w:t>
      </w:r>
      <w:r w:rsidR="00025DA6" w:rsidRPr="00025DA6">
        <w:t>-</w:t>
      </w:r>
      <w:r w:rsidRPr="00025DA6">
        <w:t xml:space="preserve"> организация убойного цеха</w:t>
      </w:r>
      <w:r w:rsidR="00025DA6" w:rsidRPr="00025DA6">
        <w:t>,</w:t>
      </w:r>
      <w:r w:rsidR="00025DA6">
        <w:t xml:space="preserve"> </w:t>
      </w:r>
      <w:r w:rsidRPr="00025DA6">
        <w:t>его оборудование</w:t>
      </w:r>
      <w:r w:rsidR="00025DA6" w:rsidRPr="00025DA6">
        <w:t xml:space="preserve">, </w:t>
      </w:r>
    </w:p>
    <w:p w:rsidR="00025DA6" w:rsidRDefault="008A222F" w:rsidP="00025DA6">
      <w:r w:rsidRPr="00025DA6">
        <w:t>2016</w:t>
      </w:r>
      <w:r w:rsidR="00025DA6" w:rsidRPr="00025DA6">
        <w:t>-</w:t>
      </w:r>
      <w:r w:rsidRPr="00025DA6">
        <w:t xml:space="preserve">2017 годы </w:t>
      </w:r>
      <w:r w:rsidR="00025DA6" w:rsidRPr="00025DA6">
        <w:t>-</w:t>
      </w:r>
      <w:r w:rsidRPr="00025DA6">
        <w:t xml:space="preserve"> приобретение оборудования для производства комбикормов</w:t>
      </w:r>
      <w:r w:rsidR="00025DA6" w:rsidRPr="00025DA6">
        <w:t>,</w:t>
      </w:r>
      <w:r w:rsidR="00025DA6">
        <w:t xml:space="preserve"> </w:t>
      </w:r>
      <w:r w:rsidRPr="00025DA6">
        <w:t>оборудования для производства колбасных изделий и полуфабрикатов</w:t>
      </w:r>
      <w:r w:rsidR="00025DA6" w:rsidRPr="00025DA6">
        <w:t>,</w:t>
      </w:r>
      <w:r w:rsidR="00025DA6">
        <w:t xml:space="preserve"> </w:t>
      </w:r>
      <w:r w:rsidRPr="00025DA6">
        <w:t>монтаж оборудования</w:t>
      </w:r>
      <w:r w:rsidR="00025DA6" w:rsidRPr="00025DA6">
        <w:t>,</w:t>
      </w:r>
      <w:r w:rsidR="00025DA6">
        <w:t xml:space="preserve"> </w:t>
      </w:r>
      <w:r w:rsidRPr="00025DA6">
        <w:t>запуск и вы</w:t>
      </w:r>
      <w:r w:rsidR="006F7F49" w:rsidRPr="00025DA6">
        <w:t>ход на запланированную мощность.</w:t>
      </w:r>
    </w:p>
    <w:p w:rsidR="00025DA6" w:rsidRDefault="008A222F" w:rsidP="00025DA6">
      <w:r w:rsidRPr="00025DA6">
        <w:t>Необходимый объем инвестиций в проект</w:t>
      </w:r>
      <w:r w:rsidR="00025DA6" w:rsidRPr="00025DA6">
        <w:t>,</w:t>
      </w:r>
      <w:r w:rsidR="00025DA6">
        <w:t xml:space="preserve"> </w:t>
      </w:r>
      <w:r w:rsidRPr="00025DA6">
        <w:t>по оценке</w:t>
      </w:r>
      <w:r w:rsidR="00025DA6" w:rsidRPr="00025DA6">
        <w:t>,</w:t>
      </w:r>
      <w:r w:rsidR="00025DA6">
        <w:t xml:space="preserve"> </w:t>
      </w:r>
      <w:r w:rsidRPr="00025DA6">
        <w:t>составляет 20</w:t>
      </w:r>
      <w:r w:rsidR="00025DA6" w:rsidRPr="00025DA6">
        <w:t xml:space="preserve">, </w:t>
      </w:r>
      <w:r w:rsidRPr="00025DA6">
        <w:t>15</w:t>
      </w:r>
      <w:r w:rsidR="00025DA6">
        <w:t xml:space="preserve"> </w:t>
      </w:r>
      <w:r w:rsidRPr="00025DA6">
        <w:t>млн.</w:t>
      </w:r>
      <w:r w:rsidR="00025DA6">
        <w:t xml:space="preserve"> </w:t>
      </w:r>
      <w:r w:rsidRPr="00025DA6">
        <w:t>руб.</w:t>
      </w:r>
    </w:p>
    <w:p w:rsidR="008A222F" w:rsidRPr="00025DA6" w:rsidRDefault="008A222F" w:rsidP="00025DA6">
      <w:r w:rsidRPr="00025DA6">
        <w:t>Эффективность реализации проекта:</w:t>
      </w:r>
    </w:p>
    <w:p w:rsidR="008A222F" w:rsidRPr="00025DA6" w:rsidRDefault="008A222F" w:rsidP="00025DA6">
      <w:r w:rsidRPr="00025DA6">
        <w:t xml:space="preserve">Срок окупаемости проекта </w:t>
      </w:r>
      <w:r w:rsidR="00025DA6" w:rsidRPr="00025DA6">
        <w:t>-</w:t>
      </w:r>
      <w:r w:rsidRPr="00025DA6">
        <w:t xml:space="preserve"> 8 лет.</w:t>
      </w:r>
    </w:p>
    <w:p w:rsidR="008A222F" w:rsidRPr="00025DA6" w:rsidRDefault="008A222F" w:rsidP="00025DA6">
      <w:r w:rsidRPr="00025DA6">
        <w:t>Налоговые поступления в бюджеты всех уровней 2</w:t>
      </w:r>
      <w:r w:rsidR="00025DA6" w:rsidRPr="00025DA6">
        <w:t xml:space="preserve">, </w:t>
      </w:r>
      <w:r w:rsidRPr="00025DA6">
        <w:t>5 млн. рублей.</w:t>
      </w:r>
    </w:p>
    <w:p w:rsidR="008A222F" w:rsidRPr="00025DA6" w:rsidRDefault="008A222F" w:rsidP="00025DA6">
      <w:r w:rsidRPr="00025DA6">
        <w:t xml:space="preserve">Количество дополнительно созданных рабочих мест </w:t>
      </w:r>
      <w:r w:rsidR="00025DA6" w:rsidRPr="00025DA6">
        <w:t>-</w:t>
      </w:r>
      <w:r w:rsidRPr="00025DA6">
        <w:t xml:space="preserve"> 15.</w:t>
      </w:r>
    </w:p>
    <w:p w:rsidR="00025DA6" w:rsidRDefault="00025DA6" w:rsidP="00025DA6"/>
    <w:p w:rsidR="00025DA6" w:rsidRDefault="00E34439" w:rsidP="00025DA6">
      <w:pPr>
        <w:pStyle w:val="2"/>
      </w:pPr>
      <w:r w:rsidRPr="00025DA6">
        <w:t>10. Инве</w:t>
      </w:r>
      <w:r w:rsidR="008A222F" w:rsidRPr="00025DA6">
        <w:t>с</w:t>
      </w:r>
      <w:r w:rsidRPr="00025DA6">
        <w:t>ти</w:t>
      </w:r>
      <w:r w:rsidR="008A222F" w:rsidRPr="00025DA6">
        <w:t xml:space="preserve">ционный проект </w:t>
      </w:r>
      <w:r w:rsidRPr="00025DA6">
        <w:t>развитие ООО «</w:t>
      </w:r>
      <w:proofErr w:type="spellStart"/>
      <w:r w:rsidRPr="00025DA6">
        <w:t>ЗабГОК</w:t>
      </w:r>
      <w:proofErr w:type="spellEnd"/>
      <w:r w:rsidRPr="00025DA6">
        <w:t xml:space="preserve"> - связь»</w:t>
      </w:r>
    </w:p>
    <w:p w:rsidR="00025DA6" w:rsidRDefault="00025DA6" w:rsidP="00025DA6"/>
    <w:p w:rsidR="00025DA6" w:rsidRDefault="00E34439" w:rsidP="00025DA6">
      <w:r w:rsidRPr="00025DA6">
        <w:lastRenderedPageBreak/>
        <w:t>Основным видом деятельности является деятельность в области телефонной связи</w:t>
      </w:r>
      <w:r w:rsidR="00025DA6" w:rsidRPr="00025DA6">
        <w:t>,</w:t>
      </w:r>
      <w:r w:rsidR="00025DA6">
        <w:t xml:space="preserve"> </w:t>
      </w:r>
      <w:r w:rsidRPr="00025DA6">
        <w:t xml:space="preserve">осуществляемая на основании лицензий. С учетом специализации подразделений предприятие также предоставляет услуги по изготовлению нестандартного оборудования из металла (входные и </w:t>
      </w:r>
      <w:proofErr w:type="spellStart"/>
      <w:r w:rsidRPr="00025DA6">
        <w:t>домофонные</w:t>
      </w:r>
      <w:proofErr w:type="spellEnd"/>
      <w:r w:rsidRPr="00025DA6">
        <w:t xml:space="preserve"> двери</w:t>
      </w:r>
      <w:r w:rsidR="00025DA6" w:rsidRPr="00025DA6">
        <w:t>,</w:t>
      </w:r>
      <w:r w:rsidR="00025DA6">
        <w:t xml:space="preserve"> </w:t>
      </w:r>
      <w:r w:rsidRPr="00025DA6">
        <w:t>решетки</w:t>
      </w:r>
      <w:r w:rsidR="00025DA6" w:rsidRPr="00025DA6">
        <w:t>,</w:t>
      </w:r>
      <w:r w:rsidR="00025DA6">
        <w:t xml:space="preserve"> </w:t>
      </w:r>
      <w:r w:rsidRPr="00025DA6">
        <w:t>оградки</w:t>
      </w:r>
      <w:r w:rsidR="00025DA6" w:rsidRPr="00025DA6">
        <w:t>,</w:t>
      </w:r>
      <w:r w:rsidR="00025DA6">
        <w:t xml:space="preserve"> </w:t>
      </w:r>
      <w:r w:rsidRPr="00025DA6">
        <w:t>памятники и др.)</w:t>
      </w:r>
      <w:r w:rsidR="00025DA6" w:rsidRPr="00025DA6">
        <w:t>,</w:t>
      </w:r>
      <w:r w:rsidR="00025DA6">
        <w:t xml:space="preserve"> </w:t>
      </w:r>
      <w:r w:rsidRPr="00025DA6">
        <w:t xml:space="preserve">занимается установкой и обслуживанием </w:t>
      </w:r>
      <w:proofErr w:type="spellStart"/>
      <w:r w:rsidRPr="00025DA6">
        <w:t>домофонного</w:t>
      </w:r>
      <w:proofErr w:type="spellEnd"/>
      <w:r w:rsidRPr="00025DA6">
        <w:t xml:space="preserve"> оборудования</w:t>
      </w:r>
      <w:r w:rsidR="00025DA6" w:rsidRPr="00025DA6">
        <w:t>,</w:t>
      </w:r>
      <w:r w:rsidR="00025DA6">
        <w:t xml:space="preserve"> </w:t>
      </w:r>
      <w:r w:rsidRPr="00025DA6">
        <w:t>производит ремонт измерительных приборов сторонних организаций и населения</w:t>
      </w:r>
      <w:r w:rsidR="00025DA6" w:rsidRPr="00025DA6">
        <w:t>,</w:t>
      </w:r>
      <w:r w:rsidR="00025DA6">
        <w:t xml:space="preserve"> </w:t>
      </w:r>
      <w:r w:rsidRPr="00025DA6">
        <w:t>предоставляет услуги высокоскоростного Интернета</w:t>
      </w:r>
      <w:r w:rsidR="00025DA6" w:rsidRPr="00025DA6">
        <w:t>,</w:t>
      </w:r>
      <w:r w:rsidR="00025DA6">
        <w:t xml:space="preserve"> </w:t>
      </w:r>
      <w:r w:rsidRPr="00025DA6">
        <w:t>ремонт оргтехники</w:t>
      </w:r>
      <w:r w:rsidR="00025DA6" w:rsidRPr="00025DA6">
        <w:t>,</w:t>
      </w:r>
      <w:r w:rsidR="00025DA6">
        <w:t xml:space="preserve"> </w:t>
      </w:r>
      <w:r w:rsidRPr="00025DA6">
        <w:t>компьютерной диагностики автомобилей. Основными проблемами предприятия на сегодняшний день является сокращение абонентской базы</w:t>
      </w:r>
      <w:r w:rsidR="00025DA6" w:rsidRPr="00025DA6">
        <w:t>,</w:t>
      </w:r>
      <w:r w:rsidR="00025DA6">
        <w:t xml:space="preserve"> </w:t>
      </w:r>
      <w:r w:rsidRPr="00025DA6">
        <w:t xml:space="preserve">несмотря на </w:t>
      </w:r>
      <w:r w:rsidR="00DF3AA4" w:rsidRPr="00025DA6">
        <w:t>«</w:t>
      </w:r>
      <w:proofErr w:type="spellStart"/>
      <w:r w:rsidRPr="00025DA6">
        <w:t>замороженность</w:t>
      </w:r>
      <w:proofErr w:type="spellEnd"/>
      <w:r w:rsidR="00DF3AA4" w:rsidRPr="00025DA6">
        <w:t>»</w:t>
      </w:r>
      <w:r w:rsidRPr="00025DA6">
        <w:t xml:space="preserve"> тарифов. Реализация данного проекта позволит сохранить предприятие</w:t>
      </w:r>
      <w:r w:rsidR="00025DA6" w:rsidRPr="00025DA6">
        <w:t>,</w:t>
      </w:r>
      <w:r w:rsidR="00025DA6">
        <w:t xml:space="preserve"> </w:t>
      </w:r>
      <w:r w:rsidRPr="00025DA6">
        <w:t>расширить сферу услуг</w:t>
      </w:r>
      <w:r w:rsidR="00025DA6" w:rsidRPr="00025DA6">
        <w:t>,</w:t>
      </w:r>
      <w:r w:rsidR="00025DA6">
        <w:t xml:space="preserve"> </w:t>
      </w:r>
      <w:r w:rsidRPr="00025DA6">
        <w:t>сохранить существующие рабочие места и создать новые.</w:t>
      </w:r>
    </w:p>
    <w:p w:rsidR="00025DA6" w:rsidRDefault="00E34439" w:rsidP="00025DA6">
      <w:r w:rsidRPr="00025DA6">
        <w:t>Основные цели проекта:</w:t>
      </w:r>
    </w:p>
    <w:p w:rsidR="00025DA6" w:rsidRDefault="00E34439" w:rsidP="00025DA6">
      <w:r w:rsidRPr="00025DA6">
        <w:t>1. приобретение в собственность недвижимого имущества.</w:t>
      </w:r>
    </w:p>
    <w:p w:rsidR="00025DA6" w:rsidRDefault="00E34439" w:rsidP="00025DA6">
      <w:r w:rsidRPr="00025DA6">
        <w:t>2.развитие инфраструктуры телефонной связи по более современной технологии ВОЛС с установкой оборудования присоединения по домам</w:t>
      </w:r>
    </w:p>
    <w:p w:rsidR="00025DA6" w:rsidRDefault="00E34439" w:rsidP="00025DA6">
      <w:r w:rsidRPr="00025DA6">
        <w:t>3. развитие Интернет технологии по оптико-волоконным сетям</w:t>
      </w:r>
    </w:p>
    <w:p w:rsidR="00025DA6" w:rsidRDefault="00E34439" w:rsidP="00025DA6">
      <w:r w:rsidRPr="00025DA6">
        <w:t>Инициатор проекта: ООО «</w:t>
      </w:r>
      <w:proofErr w:type="spellStart"/>
      <w:r w:rsidRPr="00025DA6">
        <w:t>ЗабГОК</w:t>
      </w:r>
      <w:proofErr w:type="spellEnd"/>
      <w:r w:rsidRPr="00025DA6">
        <w:t xml:space="preserve"> - связь»</w:t>
      </w:r>
    </w:p>
    <w:p w:rsidR="00025DA6" w:rsidRDefault="00E34439" w:rsidP="00025DA6">
      <w:r w:rsidRPr="00025DA6">
        <w:t>Потребность в инвестициях: для достижения поставленных целей необходимый объем инвестиций составит 59</w:t>
      </w:r>
      <w:r w:rsidR="00025DA6" w:rsidRPr="00025DA6">
        <w:t xml:space="preserve">, </w:t>
      </w:r>
      <w:r w:rsidRPr="00025DA6">
        <w:t>2 млн. рублей</w:t>
      </w:r>
      <w:r w:rsidR="00025DA6" w:rsidRPr="00025DA6">
        <w:t>,</w:t>
      </w:r>
      <w:r w:rsidR="00025DA6">
        <w:t xml:space="preserve"> </w:t>
      </w:r>
      <w:r w:rsidRPr="00025DA6">
        <w:t>в том числе:</w:t>
      </w:r>
    </w:p>
    <w:p w:rsidR="00025DA6" w:rsidRDefault="00E34439" w:rsidP="00025DA6">
      <w:pPr>
        <w:pStyle w:val="af0"/>
        <w:numPr>
          <w:ilvl w:val="0"/>
          <w:numId w:val="15"/>
        </w:numPr>
        <w:ind w:left="284" w:hanging="284"/>
      </w:pPr>
      <w:r w:rsidRPr="00025DA6">
        <w:t xml:space="preserve">на приобретение недвижимого имущества </w:t>
      </w:r>
      <w:r w:rsidR="00025DA6" w:rsidRPr="00025DA6">
        <w:t>-</w:t>
      </w:r>
      <w:r w:rsidRPr="00025DA6">
        <w:t xml:space="preserve"> 30 млн. руб.</w:t>
      </w:r>
      <w:r w:rsidR="00025DA6" w:rsidRPr="00025DA6">
        <w:t>,</w:t>
      </w:r>
      <w:r w:rsidR="00025DA6">
        <w:t xml:space="preserve"> </w:t>
      </w:r>
      <w:r w:rsidRPr="00025DA6">
        <w:t>в том числе:</w:t>
      </w:r>
    </w:p>
    <w:p w:rsidR="00025DA6" w:rsidRDefault="00E34439" w:rsidP="00025DA6">
      <w:pPr>
        <w:pStyle w:val="af0"/>
        <w:numPr>
          <w:ilvl w:val="0"/>
          <w:numId w:val="15"/>
        </w:numPr>
        <w:ind w:left="284" w:hanging="284"/>
      </w:pPr>
      <w:r w:rsidRPr="00025DA6">
        <w:t xml:space="preserve">на развитие инфраструктуры телефонной связи </w:t>
      </w:r>
      <w:r w:rsidR="00025DA6" w:rsidRPr="00025DA6">
        <w:t>-</w:t>
      </w:r>
      <w:r w:rsidRPr="00025DA6">
        <w:t xml:space="preserve"> 11</w:t>
      </w:r>
      <w:r w:rsidR="00025DA6" w:rsidRPr="00025DA6">
        <w:t xml:space="preserve">, </w:t>
      </w:r>
      <w:r w:rsidRPr="00025DA6">
        <w:t>1 млн</w:t>
      </w:r>
      <w:proofErr w:type="gramStart"/>
      <w:r w:rsidRPr="00025DA6">
        <w:t>.р</w:t>
      </w:r>
      <w:proofErr w:type="gramEnd"/>
      <w:r w:rsidRPr="00025DA6">
        <w:t>уб.;</w:t>
      </w:r>
    </w:p>
    <w:p w:rsidR="00025DA6" w:rsidRDefault="00E34439" w:rsidP="00025DA6">
      <w:pPr>
        <w:pStyle w:val="af0"/>
        <w:numPr>
          <w:ilvl w:val="0"/>
          <w:numId w:val="15"/>
        </w:numPr>
        <w:ind w:left="284" w:hanging="284"/>
      </w:pPr>
      <w:r w:rsidRPr="00025DA6">
        <w:t xml:space="preserve">на развитие Интернет технологий </w:t>
      </w:r>
      <w:r w:rsidR="00025DA6" w:rsidRPr="00025DA6">
        <w:t>-</w:t>
      </w:r>
      <w:r w:rsidRPr="00025DA6">
        <w:t xml:space="preserve"> 10</w:t>
      </w:r>
      <w:r w:rsidR="00025DA6" w:rsidRPr="00025DA6">
        <w:t xml:space="preserve">, </w:t>
      </w:r>
      <w:r w:rsidRPr="00025DA6">
        <w:t>5 млн. руб.;</w:t>
      </w:r>
    </w:p>
    <w:p w:rsidR="00025DA6" w:rsidRDefault="00E34439" w:rsidP="00025DA6">
      <w:pPr>
        <w:pStyle w:val="af0"/>
        <w:numPr>
          <w:ilvl w:val="0"/>
          <w:numId w:val="15"/>
        </w:numPr>
        <w:ind w:left="284" w:hanging="284"/>
      </w:pPr>
      <w:r w:rsidRPr="00025DA6">
        <w:t>на ремонт (ремонт КЛС</w:t>
      </w:r>
      <w:r w:rsidR="00025DA6" w:rsidRPr="00025DA6">
        <w:t>,</w:t>
      </w:r>
      <w:r w:rsidR="00025DA6">
        <w:t xml:space="preserve"> </w:t>
      </w:r>
      <w:r w:rsidRPr="00025DA6">
        <w:t xml:space="preserve">помещений) </w:t>
      </w:r>
      <w:r w:rsidR="00025DA6" w:rsidRPr="00025DA6">
        <w:t>-</w:t>
      </w:r>
      <w:r w:rsidRPr="00025DA6">
        <w:t xml:space="preserve"> 6</w:t>
      </w:r>
      <w:r w:rsidR="00025DA6" w:rsidRPr="00025DA6">
        <w:t xml:space="preserve">, </w:t>
      </w:r>
      <w:r w:rsidRPr="00025DA6">
        <w:t>5 млн. руб.</w:t>
      </w:r>
    </w:p>
    <w:p w:rsidR="00025DA6" w:rsidRDefault="00E34439" w:rsidP="00025DA6">
      <w:pPr>
        <w:pStyle w:val="af0"/>
        <w:numPr>
          <w:ilvl w:val="0"/>
          <w:numId w:val="15"/>
        </w:numPr>
        <w:ind w:left="284" w:hanging="284"/>
      </w:pPr>
      <w:r w:rsidRPr="00025DA6">
        <w:t xml:space="preserve">на расширение перечня услуг по ремонту и обслуживанию автотранспорта </w:t>
      </w:r>
      <w:r w:rsidR="00025DA6" w:rsidRPr="00025DA6">
        <w:t>-</w:t>
      </w:r>
      <w:r w:rsidRPr="00025DA6">
        <w:t xml:space="preserve"> 1 млн. руб.</w:t>
      </w:r>
    </w:p>
    <w:p w:rsidR="00025DA6" w:rsidRDefault="00E34439" w:rsidP="00025DA6">
      <w:pPr>
        <w:pStyle w:val="af0"/>
        <w:numPr>
          <w:ilvl w:val="0"/>
          <w:numId w:val="15"/>
        </w:numPr>
        <w:ind w:left="284" w:hanging="284"/>
      </w:pPr>
      <w:r w:rsidRPr="00025DA6">
        <w:t xml:space="preserve">на расширение зоны охвата по установке и монтажу </w:t>
      </w:r>
      <w:proofErr w:type="spellStart"/>
      <w:r w:rsidRPr="00025DA6">
        <w:t>домофонных</w:t>
      </w:r>
      <w:proofErr w:type="spellEnd"/>
      <w:r w:rsidRPr="00025DA6">
        <w:t xml:space="preserve"> систем </w:t>
      </w:r>
      <w:r w:rsidR="00025DA6" w:rsidRPr="00025DA6">
        <w:t>-</w:t>
      </w:r>
      <w:r w:rsidRPr="00025DA6">
        <w:t xml:space="preserve"> 0</w:t>
      </w:r>
      <w:r w:rsidR="00025DA6" w:rsidRPr="00025DA6">
        <w:t xml:space="preserve">, </w:t>
      </w:r>
      <w:r w:rsidRPr="00025DA6">
        <w:t>1 млн. руб.</w:t>
      </w:r>
    </w:p>
    <w:p w:rsidR="00025DA6" w:rsidRDefault="00E34439" w:rsidP="00025DA6">
      <w:r w:rsidRPr="00025DA6">
        <w:t>Проект предусматривает:</w:t>
      </w:r>
    </w:p>
    <w:p w:rsidR="00025DA6" w:rsidRDefault="00E34439" w:rsidP="00025DA6">
      <w:pPr>
        <w:pStyle w:val="af0"/>
        <w:numPr>
          <w:ilvl w:val="0"/>
          <w:numId w:val="16"/>
        </w:numPr>
        <w:ind w:left="284" w:hanging="284"/>
      </w:pPr>
      <w:r w:rsidRPr="00025DA6">
        <w:t>оказание и расширение более качественных услуг местной телефонной связи за счет реализации дополнительных возможностей новой АТС;</w:t>
      </w:r>
    </w:p>
    <w:p w:rsidR="00025DA6" w:rsidRDefault="00E34439" w:rsidP="00025DA6">
      <w:pPr>
        <w:pStyle w:val="af0"/>
        <w:numPr>
          <w:ilvl w:val="0"/>
          <w:numId w:val="16"/>
        </w:numPr>
        <w:ind w:left="284" w:hanging="284"/>
      </w:pPr>
      <w:r w:rsidRPr="00025DA6">
        <w:t>увеличение количества новых клиентов-пользователей услуг высокоскоростного Интернета.</w:t>
      </w:r>
    </w:p>
    <w:p w:rsidR="00025DA6" w:rsidRDefault="00E34439" w:rsidP="00025DA6">
      <w:r w:rsidRPr="00025DA6">
        <w:t>Срок реализации проекта - 6 лет</w:t>
      </w:r>
    </w:p>
    <w:p w:rsidR="00E34439" w:rsidRPr="00025DA6" w:rsidRDefault="00E34439" w:rsidP="00025DA6">
      <w:r w:rsidRPr="00025DA6">
        <w:t xml:space="preserve">Количество дополнительно созданных и сохраненных рабочих мест </w:t>
      </w:r>
      <w:r w:rsidR="00025DA6" w:rsidRPr="00025DA6">
        <w:t>-</w:t>
      </w:r>
      <w:r w:rsidRPr="00025DA6">
        <w:t xml:space="preserve"> 40.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11. Инвестиционный проект «Организация медицинского кабинета ультразвуковой диагностики» г</w:t>
      </w:r>
      <w:proofErr w:type="gramStart"/>
      <w:r w:rsidRPr="00025DA6">
        <w:t>.Ш</w:t>
      </w:r>
      <w:proofErr w:type="gramEnd"/>
      <w:r w:rsidRPr="00025DA6">
        <w:t>илка.</w:t>
      </w:r>
    </w:p>
    <w:p w:rsidR="00025DA6" w:rsidRDefault="00025DA6" w:rsidP="00025DA6"/>
    <w:p w:rsidR="00025DA6" w:rsidRDefault="008A222F" w:rsidP="00025DA6">
      <w:r w:rsidRPr="00025DA6">
        <w:t xml:space="preserve">Инициатор проекта </w:t>
      </w:r>
      <w:r w:rsidR="00025DA6" w:rsidRPr="00025DA6">
        <w:t>-</w:t>
      </w:r>
      <w:r w:rsidRPr="00025DA6">
        <w:t xml:space="preserve"> Индивидуальный предприниматель </w:t>
      </w:r>
      <w:proofErr w:type="spellStart"/>
      <w:r w:rsidRPr="00025DA6">
        <w:t>Машарова</w:t>
      </w:r>
      <w:proofErr w:type="spellEnd"/>
      <w:r w:rsidRPr="00025DA6">
        <w:t xml:space="preserve"> Татьяна Васильевна</w:t>
      </w:r>
    </w:p>
    <w:p w:rsidR="00025DA6" w:rsidRDefault="008A222F" w:rsidP="00025DA6">
      <w:r w:rsidRPr="00025DA6">
        <w:t>Суть</w:t>
      </w:r>
      <w:r w:rsidR="00025DA6">
        <w:t xml:space="preserve"> </w:t>
      </w:r>
      <w:r w:rsidRPr="00025DA6">
        <w:t xml:space="preserve">проекта </w:t>
      </w:r>
      <w:r w:rsidR="00025DA6" w:rsidRPr="00025DA6">
        <w:t>-</w:t>
      </w:r>
      <w:r w:rsidRPr="00025DA6">
        <w:t xml:space="preserve"> врач</w:t>
      </w:r>
      <w:r w:rsidR="00025DA6" w:rsidRPr="00025DA6">
        <w:t>,</w:t>
      </w:r>
      <w:r w:rsidR="00025DA6">
        <w:t xml:space="preserve"> </w:t>
      </w:r>
      <w:r w:rsidRPr="00025DA6">
        <w:t>имеющий многолетний опыт работы</w:t>
      </w:r>
      <w:r w:rsidR="00025DA6" w:rsidRPr="00025DA6">
        <w:t>,</w:t>
      </w:r>
      <w:r w:rsidR="00025DA6">
        <w:t xml:space="preserve"> </w:t>
      </w:r>
      <w:r w:rsidRPr="00025DA6">
        <w:t xml:space="preserve">подтвержденную квалификацию. УЗИ (ультразвуковое исследование) </w:t>
      </w:r>
      <w:r w:rsidR="00025DA6" w:rsidRPr="00025DA6">
        <w:t>-</w:t>
      </w:r>
      <w:r w:rsidRPr="00025DA6">
        <w:t xml:space="preserve"> это самый современный способ позволяющий проводить диагностику большинства заболеваний в различных областях медицины. Оборудование приобретено. Планируется расширение деятельности.</w:t>
      </w:r>
    </w:p>
    <w:p w:rsidR="00025DA6" w:rsidRDefault="008A222F" w:rsidP="00025DA6">
      <w:r w:rsidRPr="00025DA6">
        <w:t>Стоимость проекта более 10</w:t>
      </w:r>
      <w:r w:rsidR="00025DA6" w:rsidRPr="00025DA6">
        <w:t xml:space="preserve">, </w:t>
      </w:r>
      <w:r w:rsidRPr="00025DA6">
        <w:t>0 млн</w:t>
      </w:r>
      <w:proofErr w:type="gramStart"/>
      <w:r w:rsidRPr="00025DA6">
        <w:t>.р</w:t>
      </w:r>
      <w:proofErr w:type="gramEnd"/>
      <w:r w:rsidRPr="00025DA6">
        <w:t>ублей</w:t>
      </w:r>
    </w:p>
    <w:p w:rsidR="008A222F" w:rsidRPr="00025DA6" w:rsidRDefault="008A222F" w:rsidP="00025DA6">
      <w:r w:rsidRPr="00025DA6">
        <w:t>Число создаваемых рабочих мест 3.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12. Инвестиционный проект:</w:t>
      </w:r>
      <w:r w:rsidR="00025DA6">
        <w:t xml:space="preserve"> </w:t>
      </w:r>
      <w:r w:rsidRPr="00025DA6">
        <w:t>«Производство мясных полуфабрикатов и производство кондитерских изделий»</w:t>
      </w:r>
      <w:r w:rsidR="00E34439" w:rsidRPr="00025DA6">
        <w:t>.</w:t>
      </w:r>
    </w:p>
    <w:p w:rsidR="00025DA6" w:rsidRDefault="00025DA6" w:rsidP="00025DA6"/>
    <w:p w:rsidR="00025DA6" w:rsidRDefault="008A222F" w:rsidP="00025DA6">
      <w:r w:rsidRPr="00025DA6">
        <w:t>Место р</w:t>
      </w:r>
      <w:r w:rsidR="00E34439" w:rsidRPr="00025DA6">
        <w:t>еализации проекта</w:t>
      </w:r>
      <w:r w:rsidR="00025DA6">
        <w:t xml:space="preserve"> </w:t>
      </w:r>
      <w:r w:rsidRPr="00025DA6">
        <w:t>г. Шилка.</w:t>
      </w:r>
    </w:p>
    <w:p w:rsidR="00025DA6" w:rsidRDefault="008A222F" w:rsidP="00025DA6">
      <w:r w:rsidRPr="00025DA6">
        <w:t xml:space="preserve">Инициатор проекта: ИП </w:t>
      </w:r>
      <w:proofErr w:type="spellStart"/>
      <w:r w:rsidRPr="00025DA6">
        <w:t>Чендемерова</w:t>
      </w:r>
      <w:proofErr w:type="spellEnd"/>
      <w:r w:rsidRPr="00025DA6">
        <w:t xml:space="preserve"> Оксана Николаевна</w:t>
      </w:r>
    </w:p>
    <w:p w:rsidR="00025DA6" w:rsidRDefault="008A222F" w:rsidP="00025DA6">
      <w:r w:rsidRPr="00025DA6">
        <w:t>Объем инвестиций - 6</w:t>
      </w:r>
      <w:r w:rsidR="00025DA6" w:rsidRPr="00025DA6">
        <w:t xml:space="preserve">, </w:t>
      </w:r>
      <w:r w:rsidRPr="00025DA6">
        <w:t xml:space="preserve">0 </w:t>
      </w:r>
      <w:proofErr w:type="gramStart"/>
      <w:r w:rsidRPr="00025DA6">
        <w:t>млн</w:t>
      </w:r>
      <w:proofErr w:type="gramEnd"/>
      <w:r w:rsidRPr="00025DA6">
        <w:t xml:space="preserve"> руб.</w:t>
      </w:r>
    </w:p>
    <w:p w:rsidR="00025DA6" w:rsidRDefault="008A222F" w:rsidP="00025DA6">
      <w:r w:rsidRPr="00025DA6">
        <w:t>Срок окупаемости 3</w:t>
      </w:r>
      <w:r w:rsidR="00025DA6">
        <w:t xml:space="preserve"> </w:t>
      </w:r>
      <w:r w:rsidR="00025DA6" w:rsidRPr="00025DA6">
        <w:t>года</w:t>
      </w:r>
    </w:p>
    <w:p w:rsidR="008A222F" w:rsidRPr="00025DA6" w:rsidRDefault="008A222F" w:rsidP="00025DA6">
      <w:r w:rsidRPr="00025DA6">
        <w:t>Число создаваемых рабочих мест 10.</w:t>
      </w:r>
    </w:p>
    <w:p w:rsidR="00025DA6" w:rsidRDefault="00025DA6" w:rsidP="00025DA6"/>
    <w:p w:rsidR="00025DA6" w:rsidRDefault="008A222F" w:rsidP="00025DA6">
      <w:pPr>
        <w:pStyle w:val="2"/>
      </w:pPr>
      <w:r w:rsidRPr="00025DA6">
        <w:t>13. Инвестиционный проект: «Строительство административно-торгового комплекса с помещениями административного назначения» г</w:t>
      </w:r>
      <w:proofErr w:type="gramStart"/>
      <w:r w:rsidRPr="00025DA6">
        <w:t>.Ш</w:t>
      </w:r>
      <w:proofErr w:type="gramEnd"/>
      <w:r w:rsidRPr="00025DA6">
        <w:t>илка</w:t>
      </w:r>
    </w:p>
    <w:p w:rsidR="00025DA6" w:rsidRDefault="00025DA6" w:rsidP="00025DA6"/>
    <w:p w:rsidR="00025DA6" w:rsidRDefault="008A222F" w:rsidP="00025DA6">
      <w:r w:rsidRPr="00025DA6">
        <w:t>Суть проекта - в двухэтажном здании</w:t>
      </w:r>
      <w:r w:rsidR="00025DA6">
        <w:t xml:space="preserve"> </w:t>
      </w:r>
      <w:r w:rsidRPr="00025DA6">
        <w:t>с подземным этажом (складские помещения) планируется размещение мини центра по</w:t>
      </w:r>
      <w:r w:rsidR="00025DA6">
        <w:t xml:space="preserve"> </w:t>
      </w:r>
      <w:r w:rsidRPr="00025DA6">
        <w:t>обслуживанию населения: мастерских по ремонту бытовой техники</w:t>
      </w:r>
      <w:r w:rsidR="00025DA6" w:rsidRPr="00025DA6">
        <w:t>,</w:t>
      </w:r>
      <w:r w:rsidR="00025DA6">
        <w:t xml:space="preserve"> </w:t>
      </w:r>
      <w:r w:rsidRPr="00025DA6">
        <w:t>одежды</w:t>
      </w:r>
      <w:r w:rsidR="00025DA6" w:rsidRPr="00025DA6">
        <w:t>,</w:t>
      </w:r>
      <w:r w:rsidR="00025DA6">
        <w:t xml:space="preserve"> </w:t>
      </w:r>
      <w:r w:rsidRPr="00025DA6">
        <w:t>обуви и т.д.</w:t>
      </w:r>
      <w:r w:rsidR="00025DA6" w:rsidRPr="00025DA6">
        <w:t>,</w:t>
      </w:r>
      <w:r w:rsidR="00025DA6">
        <w:t xml:space="preserve"> </w:t>
      </w:r>
      <w:r w:rsidRPr="00025DA6">
        <w:t>а также банковских терминалов.</w:t>
      </w:r>
      <w:r w:rsidR="00025DA6">
        <w:t xml:space="preserve"> </w:t>
      </w:r>
      <w:r w:rsidRPr="00025DA6">
        <w:t xml:space="preserve">На втором этаже </w:t>
      </w:r>
      <w:r w:rsidR="00025DA6" w:rsidRPr="00025DA6">
        <w:t>-</w:t>
      </w:r>
      <w:r w:rsidRPr="00025DA6">
        <w:t xml:space="preserve"> административные помещения. Свободные площади будут отданы в аренду</w:t>
      </w:r>
      <w:r w:rsidR="00025DA6">
        <w:t xml:space="preserve"> </w:t>
      </w:r>
      <w:r w:rsidRPr="00025DA6">
        <w:t>для торговли</w:t>
      </w:r>
      <w:r w:rsidR="00E34439" w:rsidRPr="00025DA6">
        <w:t xml:space="preserve"> и услуг</w:t>
      </w:r>
      <w:r w:rsidRPr="00025DA6">
        <w:t>.</w:t>
      </w:r>
    </w:p>
    <w:p w:rsidR="00025DA6" w:rsidRDefault="008A222F" w:rsidP="00025DA6">
      <w:r w:rsidRPr="00025DA6">
        <w:t xml:space="preserve">Инициатор проекта </w:t>
      </w:r>
      <w:r w:rsidR="00025DA6" w:rsidRPr="00025DA6">
        <w:t>-</w:t>
      </w:r>
      <w:r w:rsidRPr="00025DA6">
        <w:t xml:space="preserve"> ИП Измайлова Светлана Александровна</w:t>
      </w:r>
    </w:p>
    <w:p w:rsidR="00025DA6" w:rsidRDefault="008A222F" w:rsidP="00025DA6">
      <w:r w:rsidRPr="00025DA6">
        <w:t xml:space="preserve">Стоимость проекта </w:t>
      </w:r>
      <w:r w:rsidR="00025DA6" w:rsidRPr="00025DA6">
        <w:t>-</w:t>
      </w:r>
      <w:r w:rsidRPr="00025DA6">
        <w:t xml:space="preserve"> 20</w:t>
      </w:r>
      <w:r w:rsidR="00025DA6" w:rsidRPr="00025DA6">
        <w:t xml:space="preserve">, </w:t>
      </w:r>
      <w:r w:rsidRPr="00025DA6">
        <w:t>5 мл</w:t>
      </w:r>
      <w:r w:rsidR="00E34439" w:rsidRPr="00025DA6">
        <w:t>н</w:t>
      </w:r>
      <w:proofErr w:type="gramStart"/>
      <w:r w:rsidRPr="00025DA6">
        <w:t>.р</w:t>
      </w:r>
      <w:proofErr w:type="gramEnd"/>
      <w:r w:rsidRPr="00025DA6">
        <w:t>ублей</w:t>
      </w:r>
    </w:p>
    <w:p w:rsidR="008A222F" w:rsidRPr="00025DA6" w:rsidRDefault="008A222F" w:rsidP="00025DA6">
      <w:r w:rsidRPr="00025DA6">
        <w:t>Количество создаваемых рабочих мест 10.</w:t>
      </w:r>
    </w:p>
    <w:p w:rsidR="00025DA6" w:rsidRDefault="00025DA6" w:rsidP="00025DA6"/>
    <w:p w:rsidR="00025DA6" w:rsidRDefault="008A222F" w:rsidP="00852DE6">
      <w:pPr>
        <w:pStyle w:val="2"/>
      </w:pPr>
      <w:r w:rsidRPr="00025DA6">
        <w:t>14. Инвестиционный проект: «Производство корпусной мебели с использованием стекла».</w:t>
      </w:r>
    </w:p>
    <w:p w:rsidR="00852DE6" w:rsidRDefault="00852DE6" w:rsidP="00025DA6"/>
    <w:p w:rsidR="00025DA6" w:rsidRDefault="008A222F" w:rsidP="00025DA6">
      <w:r w:rsidRPr="00025DA6">
        <w:t>Место размещения: г. Шилка</w:t>
      </w:r>
    </w:p>
    <w:p w:rsidR="00025DA6" w:rsidRDefault="008A222F" w:rsidP="00025DA6">
      <w:r w:rsidRPr="00025DA6">
        <w:t>Инициатор проекта ИП Тюменцева Людмила А</w:t>
      </w:r>
      <w:r w:rsidR="001778BA" w:rsidRPr="00025DA6">
        <w:t>натольевна</w:t>
      </w:r>
    </w:p>
    <w:p w:rsidR="00025DA6" w:rsidRDefault="008A222F" w:rsidP="00025DA6">
      <w:r w:rsidRPr="00025DA6">
        <w:t>Необходимый объем инвестиций 3</w:t>
      </w:r>
      <w:r w:rsidR="00025DA6" w:rsidRPr="00025DA6">
        <w:t xml:space="preserve">, </w:t>
      </w:r>
      <w:r w:rsidRPr="00025DA6">
        <w:t>0 млн. руб.</w:t>
      </w:r>
    </w:p>
    <w:p w:rsidR="00025DA6" w:rsidRDefault="008A222F" w:rsidP="00025DA6">
      <w:r w:rsidRPr="00025DA6">
        <w:t>Срок окупаемости 1</w:t>
      </w:r>
      <w:r w:rsidR="00025DA6" w:rsidRPr="00025DA6">
        <w:t xml:space="preserve">, </w:t>
      </w:r>
      <w:r w:rsidRPr="00025DA6">
        <w:t>5-2</w:t>
      </w:r>
      <w:r w:rsidR="00025DA6" w:rsidRPr="00025DA6">
        <w:t xml:space="preserve">, </w:t>
      </w:r>
      <w:r w:rsidRPr="00025DA6">
        <w:t>0</w:t>
      </w:r>
      <w:r w:rsidR="00025DA6">
        <w:t xml:space="preserve"> </w:t>
      </w:r>
      <w:r w:rsidR="00025DA6" w:rsidRPr="00025DA6">
        <w:t>года</w:t>
      </w:r>
    </w:p>
    <w:p w:rsidR="008A222F" w:rsidRPr="00025DA6" w:rsidRDefault="008A222F" w:rsidP="00025DA6">
      <w:r w:rsidRPr="00025DA6">
        <w:t>Число создаваемых рабочих мест: 6</w:t>
      </w:r>
    </w:p>
    <w:p w:rsidR="00025DA6" w:rsidRDefault="00025DA6" w:rsidP="00025DA6"/>
    <w:p w:rsidR="00025DA6" w:rsidRDefault="008A222F" w:rsidP="00852DE6">
      <w:pPr>
        <w:pStyle w:val="2"/>
      </w:pPr>
      <w:r w:rsidRPr="00025DA6">
        <w:t>15. Инвестиционный проект «Развитие семейной животноводч</w:t>
      </w:r>
      <w:r w:rsidR="003A2812" w:rsidRPr="00025DA6">
        <w:t>еской фермы на базе крестьянского фермерс</w:t>
      </w:r>
      <w:r w:rsidRPr="00025DA6">
        <w:t xml:space="preserve">кого хозяйства </w:t>
      </w:r>
      <w:proofErr w:type="spellStart"/>
      <w:r w:rsidRPr="00025DA6">
        <w:t>Поселкина</w:t>
      </w:r>
      <w:proofErr w:type="spellEnd"/>
      <w:r w:rsidRPr="00025DA6">
        <w:t xml:space="preserve"> Артема Борисовича».</w:t>
      </w:r>
    </w:p>
    <w:p w:rsidR="00852DE6" w:rsidRDefault="00852DE6" w:rsidP="00025DA6"/>
    <w:p w:rsidR="00025DA6" w:rsidRDefault="008A222F" w:rsidP="00025DA6">
      <w:r w:rsidRPr="00025DA6">
        <w:t>Цель проекта: создание полноценного животноводческого хозяйства по разведению казахской белоголовой породы.</w:t>
      </w:r>
    </w:p>
    <w:p w:rsidR="008A222F" w:rsidRPr="00025DA6" w:rsidRDefault="008A222F" w:rsidP="00025DA6">
      <w:r w:rsidRPr="00025DA6">
        <w:t xml:space="preserve">Глава КФХ </w:t>
      </w:r>
      <w:proofErr w:type="spellStart"/>
      <w:r w:rsidRPr="00025DA6">
        <w:t>Поселкин</w:t>
      </w:r>
      <w:proofErr w:type="spellEnd"/>
      <w:r w:rsidRPr="00025DA6">
        <w:t xml:space="preserve"> А.Б. с 2010 г. Является Главой </w:t>
      </w:r>
      <w:proofErr w:type="gramStart"/>
      <w:r w:rsidRPr="00025DA6">
        <w:t>К(</w:t>
      </w:r>
      <w:proofErr w:type="gramEnd"/>
      <w:r w:rsidRPr="00025DA6">
        <w:t>Ф)Х</w:t>
      </w:r>
      <w:r w:rsidR="00025DA6" w:rsidRPr="00025DA6">
        <w:t>,</w:t>
      </w:r>
      <w:r w:rsidR="00025DA6">
        <w:t xml:space="preserve"> </w:t>
      </w:r>
      <w:r w:rsidRPr="00025DA6">
        <w:t>при этом обеспечил значительное развитие хозяйства:</w:t>
      </w:r>
    </w:p>
    <w:p w:rsidR="008A222F" w:rsidRPr="00025DA6" w:rsidRDefault="008A222F" w:rsidP="00852DE6">
      <w:pPr>
        <w:pStyle w:val="af0"/>
        <w:numPr>
          <w:ilvl w:val="0"/>
          <w:numId w:val="17"/>
        </w:numPr>
        <w:ind w:left="284" w:hanging="284"/>
      </w:pPr>
      <w:r w:rsidRPr="00025DA6">
        <w:t>поголовье КРС увеличилось с 15 до 76 голов;</w:t>
      </w:r>
    </w:p>
    <w:p w:rsidR="008A222F" w:rsidRPr="00025DA6" w:rsidRDefault="008A222F" w:rsidP="00852DE6">
      <w:pPr>
        <w:pStyle w:val="af0"/>
        <w:numPr>
          <w:ilvl w:val="0"/>
          <w:numId w:val="17"/>
        </w:numPr>
        <w:ind w:left="284" w:hanging="284"/>
      </w:pPr>
      <w:r w:rsidRPr="00025DA6">
        <w:t>поголовье свиней возросло с 18 до 185 голов;</w:t>
      </w:r>
    </w:p>
    <w:p w:rsidR="00025DA6" w:rsidRDefault="008A222F" w:rsidP="00852DE6">
      <w:pPr>
        <w:pStyle w:val="af0"/>
        <w:numPr>
          <w:ilvl w:val="0"/>
          <w:numId w:val="17"/>
        </w:numPr>
        <w:ind w:left="284" w:hanging="284"/>
      </w:pPr>
      <w:r w:rsidRPr="00025DA6">
        <w:t xml:space="preserve">организована переработка продукции </w:t>
      </w:r>
      <w:r w:rsidR="00025DA6" w:rsidRPr="00025DA6">
        <w:t>-</w:t>
      </w:r>
      <w:r w:rsidRPr="00025DA6">
        <w:t xml:space="preserve"> с октября 2012г.</w:t>
      </w:r>
    </w:p>
    <w:p w:rsidR="008A222F" w:rsidRPr="00025DA6" w:rsidRDefault="008A222F" w:rsidP="00025DA6">
      <w:r w:rsidRPr="00025DA6">
        <w:t>открыт и действует цех по производству полуфабрикатов;</w:t>
      </w:r>
    </w:p>
    <w:p w:rsidR="00025DA6" w:rsidRDefault="008A222F" w:rsidP="00852DE6">
      <w:pPr>
        <w:pStyle w:val="af0"/>
        <w:numPr>
          <w:ilvl w:val="0"/>
          <w:numId w:val="18"/>
        </w:numPr>
        <w:ind w:left="284" w:hanging="284"/>
      </w:pPr>
      <w:r w:rsidRPr="00025DA6">
        <w:t>организована мини-пекарня и закусочная на 25 мест.</w:t>
      </w:r>
    </w:p>
    <w:p w:rsidR="00025DA6" w:rsidRDefault="008A222F" w:rsidP="00025DA6">
      <w:r w:rsidRPr="00025DA6">
        <w:t>Описание проекта: Реконструкция откормочной площадки на 200 голов с целью создания оптимальных условий выращивания КРС</w:t>
      </w:r>
      <w:r w:rsidR="00025DA6" w:rsidRPr="00025DA6">
        <w:t>,</w:t>
      </w:r>
      <w:r w:rsidR="00025DA6">
        <w:t xml:space="preserve"> </w:t>
      </w:r>
      <w:r w:rsidRPr="00025DA6">
        <w:t>приобретение</w:t>
      </w:r>
      <w:r w:rsidR="00025DA6">
        <w:t xml:space="preserve"> </w:t>
      </w:r>
      <w:r w:rsidRPr="00025DA6">
        <w:t>молодняка КРС мясного направления с целью увеличения объёмов сельскохозяйственного производства КФХ</w:t>
      </w:r>
      <w:r w:rsidR="00025DA6" w:rsidRPr="00025DA6">
        <w:t>,</w:t>
      </w:r>
      <w:r w:rsidR="00025DA6">
        <w:t xml:space="preserve"> </w:t>
      </w:r>
      <w:r w:rsidRPr="00025DA6">
        <w:t>организация забоя на модульной мобильной бойне.</w:t>
      </w:r>
    </w:p>
    <w:p w:rsidR="00025DA6" w:rsidRDefault="00D04B84" w:rsidP="00025DA6">
      <w:r w:rsidRPr="00025DA6">
        <w:t>Стоимость проекта</w:t>
      </w:r>
      <w:r w:rsidR="008A222F" w:rsidRPr="00025DA6">
        <w:t xml:space="preserve"> более 10 млн</w:t>
      </w:r>
      <w:proofErr w:type="gramStart"/>
      <w:r w:rsidR="008A222F" w:rsidRPr="00025DA6">
        <w:t>.р</w:t>
      </w:r>
      <w:proofErr w:type="gramEnd"/>
      <w:r w:rsidR="008A222F" w:rsidRPr="00025DA6">
        <w:t>ублей</w:t>
      </w:r>
    </w:p>
    <w:p w:rsidR="00025DA6" w:rsidRDefault="008A222F" w:rsidP="00025DA6">
      <w:r w:rsidRPr="00025DA6">
        <w:t>Создаваемых рабочих мест 10.</w:t>
      </w:r>
    </w:p>
    <w:p w:rsidR="008A222F" w:rsidRPr="00025DA6" w:rsidRDefault="008A222F" w:rsidP="00025DA6">
      <w:r w:rsidRPr="00025DA6">
        <w:t>Период реализации проекта 2015-2018 годы</w:t>
      </w:r>
    </w:p>
    <w:p w:rsidR="00025DA6" w:rsidRDefault="00913253" w:rsidP="00025DA6">
      <w:r w:rsidRPr="00025DA6">
        <w:lastRenderedPageBreak/>
        <w:t xml:space="preserve">1.5. </w:t>
      </w:r>
      <w:r w:rsidR="003A2812" w:rsidRPr="00025DA6">
        <w:t>Приложение</w:t>
      </w:r>
      <w:r w:rsidR="00025DA6">
        <w:t xml:space="preserve"> </w:t>
      </w:r>
      <w:r w:rsidR="00025DA6" w:rsidRPr="00025DA6">
        <w:t>№</w:t>
      </w:r>
      <w:r w:rsidR="00025DA6">
        <w:t xml:space="preserve"> </w:t>
      </w:r>
      <w:r w:rsidR="003A2812" w:rsidRPr="00025DA6">
        <w:t>6«План мероприя</w:t>
      </w:r>
      <w:r w:rsidR="00187CA7" w:rsidRPr="00025DA6">
        <w:t>тий по реализации К</w:t>
      </w:r>
      <w:r w:rsidR="003A2812" w:rsidRPr="00025DA6">
        <w:t>омплексной</w:t>
      </w:r>
      <w:r w:rsidR="00187CA7" w:rsidRPr="00025DA6">
        <w:t xml:space="preserve"> программы социально-экономического развития муниципального района «Шилкинский район» на 2011-2020 годы</w:t>
      </w:r>
      <w:r w:rsidR="003A2812" w:rsidRPr="00025DA6">
        <w:t>» изложить</w:t>
      </w:r>
      <w:r w:rsidR="00025DA6">
        <w:t xml:space="preserve"> </w:t>
      </w:r>
      <w:r w:rsidR="003A2812" w:rsidRPr="00025DA6">
        <w:t>в новой редакции: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с</w:t>
      </w:r>
      <w:r w:rsidR="00EC6529" w:rsidRPr="00025DA6">
        <w:t>оздание благоприятного предпринимательского и инвестиционного климата</w:t>
      </w:r>
      <w:r w:rsidRPr="00025DA6">
        <w:t>;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азработка схем территориального планирования и схем теплоснабжения сельских поселений района</w:t>
      </w:r>
      <w:r w:rsidRPr="00025DA6">
        <w:t>;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 xml:space="preserve">еализация </w:t>
      </w:r>
      <w:proofErr w:type="spellStart"/>
      <w:r w:rsidR="00EC6529" w:rsidRPr="00025DA6">
        <w:t>мероприятийпо</w:t>
      </w:r>
      <w:proofErr w:type="spellEnd"/>
      <w:r w:rsidR="00EC6529" w:rsidRPr="00025DA6">
        <w:t xml:space="preserve"> поддержке и развитию предпринимательства</w:t>
      </w:r>
      <w:r w:rsidRPr="00025DA6">
        <w:t>;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еализация мероприятий по поддержке и развитию сельскохозяйственного производства</w:t>
      </w:r>
      <w:r w:rsidRPr="00025DA6">
        <w:t>;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еализация программы комплексного разв</w:t>
      </w:r>
      <w:r w:rsidRPr="00025DA6">
        <w:t>ития систем жилищно-коммунально</w:t>
      </w:r>
      <w:r w:rsidR="00EC6529" w:rsidRPr="00025DA6">
        <w:t>й инфраструктуры</w:t>
      </w:r>
      <w:r w:rsidRPr="00025DA6">
        <w:t>;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8F6C7E" w:rsidRPr="00025DA6">
        <w:t>еализация ме</w:t>
      </w:r>
      <w:r w:rsidR="00EC6529" w:rsidRPr="00025DA6">
        <w:t>роприятий по снижению доли ветхого и аварийного жилого фонда</w:t>
      </w:r>
      <w:r w:rsidRPr="00025DA6">
        <w:t>;</w:t>
      </w:r>
    </w:p>
    <w:p w:rsidR="00025DA6" w:rsidRDefault="00D04B84" w:rsidP="00852DE6">
      <w:pPr>
        <w:pStyle w:val="af0"/>
        <w:numPr>
          <w:ilvl w:val="0"/>
          <w:numId w:val="18"/>
        </w:numPr>
        <w:ind w:left="284" w:hanging="284"/>
      </w:pPr>
      <w:r w:rsidRPr="00025DA6">
        <w:t>о</w:t>
      </w:r>
      <w:r w:rsidR="006F0A9D" w:rsidRPr="00025DA6">
        <w:t>б</w:t>
      </w:r>
      <w:r w:rsidR="00EC6529" w:rsidRPr="00025DA6">
        <w:t xml:space="preserve">еспечение жильем молодых специалистов и молодых семей в городской и сельской местности в рамках реализации </w:t>
      </w:r>
      <w:r w:rsidR="00F9648D" w:rsidRPr="00025DA6">
        <w:t>государственных</w:t>
      </w:r>
      <w:r w:rsidR="00EC6529" w:rsidRPr="00025DA6">
        <w:t xml:space="preserve"> программ «Устойчивое развитие сельских территорий и «Обеспечение жильем </w:t>
      </w:r>
      <w:proofErr w:type="spellStart"/>
      <w:r w:rsidR="00EC6529" w:rsidRPr="00025DA6">
        <w:t>молодых</w:t>
      </w:r>
      <w:r w:rsidR="001778BA" w:rsidRPr="00025DA6">
        <w:t>семей</w:t>
      </w:r>
      <w:proofErr w:type="spellEnd"/>
      <w:r w:rsidR="00F9648D" w:rsidRPr="00025DA6">
        <w:t>»;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еализация мероприятий по капитальному ремонту общеобразовательных учреждений</w:t>
      </w:r>
      <w:r w:rsidR="00025DA6" w:rsidRPr="00025DA6">
        <w:t>,</w:t>
      </w:r>
      <w:r w:rsidR="00025DA6">
        <w:t xml:space="preserve"> </w:t>
      </w:r>
      <w:r w:rsidR="00EC6529" w:rsidRPr="00025DA6">
        <w:t>в том числе спортивных залов</w:t>
      </w:r>
      <w:r w:rsidR="00025DA6" w:rsidRPr="00025DA6">
        <w:t>,</w:t>
      </w:r>
      <w:r w:rsidR="00025DA6">
        <w:t xml:space="preserve"> </w:t>
      </w:r>
      <w:r w:rsidR="006F0A9D" w:rsidRPr="00025DA6">
        <w:t>учреждений культуры и учреждений дополнительного образования</w:t>
      </w:r>
      <w:r w:rsidRPr="00025DA6">
        <w:t>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у</w:t>
      </w:r>
      <w:r w:rsidR="00EC6529" w:rsidRPr="00025DA6">
        <w:t>лучшение материально-технической базы учреждений образования</w:t>
      </w:r>
      <w:r w:rsidR="00025DA6" w:rsidRPr="00025DA6">
        <w:t>,</w:t>
      </w:r>
      <w:r w:rsidR="00025DA6">
        <w:t xml:space="preserve"> </w:t>
      </w:r>
      <w:r w:rsidR="00EC6529" w:rsidRPr="00025DA6">
        <w:t>культуры и дополнительного образования</w:t>
      </w:r>
      <w:r w:rsidRPr="00025DA6">
        <w:t>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с</w:t>
      </w:r>
      <w:r w:rsidR="00EC6529" w:rsidRPr="00025DA6">
        <w:t>троительство школы в с</w:t>
      </w:r>
      <w:proofErr w:type="gramStart"/>
      <w:r w:rsidR="00EC6529" w:rsidRPr="00025DA6">
        <w:t>.В</w:t>
      </w:r>
      <w:proofErr w:type="gramEnd"/>
      <w:r w:rsidR="00EC6529" w:rsidRPr="00025DA6">
        <w:t>ерхняя Хила</w:t>
      </w:r>
      <w:r w:rsidRPr="00025DA6">
        <w:t>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еализация мероприятий по строительству фельдшерско-акушерских пунктов в сельских поселениях</w:t>
      </w:r>
      <w:r w:rsidRPr="00025DA6">
        <w:t>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еализация меропр</w:t>
      </w:r>
      <w:r w:rsidR="008F6C7E" w:rsidRPr="00025DA6">
        <w:t>иятий по увеличению охвата жите</w:t>
      </w:r>
      <w:r w:rsidR="00EC6529" w:rsidRPr="00025DA6">
        <w:t>лей района транспортным обслуживанием</w:t>
      </w:r>
      <w:r w:rsidRPr="00025DA6">
        <w:t>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EC6529" w:rsidRPr="00025DA6">
        <w:t>еализация программ по снижению административных барьеров</w:t>
      </w:r>
      <w:r w:rsidR="00025DA6" w:rsidRPr="00025DA6">
        <w:t>,</w:t>
      </w:r>
      <w:r w:rsidR="00025DA6">
        <w:t xml:space="preserve"> </w:t>
      </w:r>
      <w:r w:rsidR="00EC6529" w:rsidRPr="00025DA6">
        <w:t>повышение качества предоставляемых государственных и муниципальных услуг</w:t>
      </w:r>
      <w:r w:rsidR="00FD24C8" w:rsidRPr="00025DA6">
        <w:t xml:space="preserve"> через открытие филиала Многофункционального центра в г</w:t>
      </w:r>
      <w:proofErr w:type="gramStart"/>
      <w:r w:rsidR="00FD24C8" w:rsidRPr="00025DA6">
        <w:t>.Ш</w:t>
      </w:r>
      <w:proofErr w:type="gramEnd"/>
      <w:r w:rsidR="00FD24C8" w:rsidRPr="00025DA6">
        <w:t>илка и территориальных обособленных офисов в сельских поселениях</w:t>
      </w:r>
      <w:r w:rsidRPr="00025DA6">
        <w:t>;</w:t>
      </w:r>
    </w:p>
    <w:p w:rsidR="00025DA6" w:rsidRDefault="00F9648D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FD24C8" w:rsidRPr="00025DA6">
        <w:t xml:space="preserve">еализация мероприятий по </w:t>
      </w:r>
      <w:proofErr w:type="spellStart"/>
      <w:r w:rsidR="00FD24C8" w:rsidRPr="00025DA6">
        <w:t>грантовой</w:t>
      </w:r>
      <w:proofErr w:type="spellEnd"/>
      <w:r w:rsidR="00FD24C8" w:rsidRPr="00025DA6">
        <w:t xml:space="preserve"> поддержке местных инициатив граждан и строительству спортивных площадок в сельских населенных пунктах в рамках реализации государственной целевой программы «Устойчивое развитие сельских территорий на 2014-2020 годы»</w:t>
      </w:r>
      <w:r w:rsidR="00B947F4" w:rsidRPr="00025DA6">
        <w:t>;</w:t>
      </w:r>
    </w:p>
    <w:p w:rsidR="00EC6529" w:rsidRPr="00025DA6" w:rsidRDefault="00B947F4" w:rsidP="00852DE6">
      <w:pPr>
        <w:pStyle w:val="af0"/>
        <w:numPr>
          <w:ilvl w:val="0"/>
          <w:numId w:val="18"/>
        </w:numPr>
        <w:ind w:left="284" w:hanging="284"/>
      </w:pPr>
      <w:r w:rsidRPr="00025DA6">
        <w:t>р</w:t>
      </w:r>
      <w:r w:rsidR="008F6C7E" w:rsidRPr="00025DA6">
        <w:t>еализация политики в области земельных и имущественных отношений</w:t>
      </w:r>
      <w:r w:rsidR="00025DA6" w:rsidRPr="00025DA6">
        <w:t>,</w:t>
      </w:r>
      <w:r w:rsidR="00025DA6">
        <w:t xml:space="preserve"> </w:t>
      </w:r>
      <w:r w:rsidR="008F6C7E" w:rsidRPr="00025DA6">
        <w:t>в том числе</w:t>
      </w:r>
      <w:r w:rsidR="00793E07" w:rsidRPr="00025DA6">
        <w:t xml:space="preserve"> оформление прав на земельные участки и объекты капитального строительства</w:t>
      </w:r>
      <w:r w:rsidRPr="00025DA6">
        <w:t>.</w:t>
      </w:r>
    </w:p>
    <w:p w:rsidR="00852DE6" w:rsidRDefault="006F0A9D" w:rsidP="00025DA6">
      <w:r w:rsidRPr="00025DA6">
        <w:t>1.6. Приложение</w:t>
      </w:r>
      <w:r w:rsidR="00025DA6">
        <w:t xml:space="preserve"> </w:t>
      </w:r>
      <w:r w:rsidR="00025DA6" w:rsidRPr="00025DA6">
        <w:t>№</w:t>
      </w:r>
      <w:r w:rsidR="00025DA6">
        <w:t xml:space="preserve"> </w:t>
      </w:r>
      <w:r w:rsidRPr="00025DA6">
        <w:t>2«Основные показатели социально-экономического развития</w:t>
      </w:r>
      <w:r w:rsidR="00025DA6">
        <w:t xml:space="preserve"> </w:t>
      </w:r>
      <w:r w:rsidRPr="00025DA6">
        <w:t>муниципального района «Шилкинский район» Забайкальского края (2009-2020 годы)» изложить</w:t>
      </w:r>
      <w:r w:rsidR="00025DA6">
        <w:t xml:space="preserve"> </w:t>
      </w:r>
      <w:r w:rsidRPr="00025DA6">
        <w:t>в новой редакции:</w:t>
      </w:r>
    </w:p>
    <w:p w:rsidR="00852DE6" w:rsidRDefault="00852DE6">
      <w:pPr>
        <w:spacing w:after="200" w:line="276" w:lineRule="auto"/>
        <w:ind w:firstLine="0"/>
        <w:jc w:val="left"/>
      </w:pPr>
    </w:p>
    <w:p w:rsidR="00852DE6" w:rsidRDefault="00852DE6" w:rsidP="00025DA6">
      <w:pPr>
        <w:sectPr w:rsidR="00852DE6" w:rsidSect="00025DA6">
          <w:footerReference w:type="default" r:id="rId10"/>
          <w:type w:val="continuous"/>
          <w:pgSz w:w="11906" w:h="16838"/>
          <w:pgMar w:top="1134" w:right="567" w:bottom="1134" w:left="1701" w:header="720" w:footer="720" w:gutter="0"/>
          <w:cols w:space="708"/>
          <w:noEndnote/>
          <w:docGrid w:linePitch="360"/>
        </w:sectPr>
      </w:pPr>
    </w:p>
    <w:tbl>
      <w:tblPr>
        <w:tblW w:w="148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9"/>
        <w:gridCol w:w="1120"/>
        <w:gridCol w:w="1121"/>
        <w:gridCol w:w="1121"/>
        <w:gridCol w:w="1121"/>
        <w:gridCol w:w="1121"/>
        <w:gridCol w:w="1342"/>
        <w:gridCol w:w="1213"/>
        <w:gridCol w:w="1338"/>
      </w:tblGrid>
      <w:tr w:rsidR="00852DE6" w:rsidRPr="00852DE6" w:rsidTr="00852DE6">
        <w:tc>
          <w:tcPr>
            <w:tcW w:w="5349" w:type="dxa"/>
            <w:vMerge w:val="restart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lastRenderedPageBreak/>
              <w:t>Показатели развития</w:t>
            </w:r>
          </w:p>
        </w:tc>
        <w:tc>
          <w:tcPr>
            <w:tcW w:w="9497" w:type="dxa"/>
            <w:gridSpan w:val="8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Годы</w:t>
            </w:r>
          </w:p>
        </w:tc>
      </w:tr>
      <w:tr w:rsidR="00852DE6" w:rsidRPr="00852DE6" w:rsidTr="00852DE6">
        <w:trPr>
          <w:trHeight w:val="70"/>
        </w:trPr>
        <w:tc>
          <w:tcPr>
            <w:tcW w:w="5349" w:type="dxa"/>
            <w:vMerge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2009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2010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2011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2012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2013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2014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2015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2020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Численность населения на начало года, тыс. человек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45, 671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45, 507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43, 156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42, 444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41, 945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41, 195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40, 704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38, 645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Численность занятых в экономике (в среднем за год), тыс. человек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14, 164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14, 254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14, 928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14, 254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14, 725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15, 643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15, 52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15, 5</w:t>
            </w:r>
          </w:p>
        </w:tc>
      </w:tr>
      <w:tr w:rsidR="00852DE6" w:rsidRPr="00852DE6" w:rsidTr="00852DE6">
        <w:trPr>
          <w:trHeight w:val="70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Уровень официально зарегистрированной безработицы,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3.2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3, 0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Количество созданных рабочих мест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170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150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120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производства промышленной продукции, млн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.р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>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2485, 0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2306, 1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2786, 6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3358, 8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2806, 6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3968, 58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3185, 2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4300, 0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Индекс промышленного производства,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предыдущему году 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94, 5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83, 9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89, 6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112, 2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94, 5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96, 3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72, 3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101, 5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произведенной продукции промышленного производства на душу населения, тыс.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54, 4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50, 7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64, 6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79, 1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66, 9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96, 3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78, 2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111, 3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произведенной продукции сельского хозяйства, млн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.р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>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597, 0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573, 0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583, 9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695, 0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707, 0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703, 8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780, 3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853, 7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произведенной продукции сельского хозяйства на душу населения, тыс.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17, 7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19, 17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22, 1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Индекс сельскохозяйственного производства, % к предыдущему году 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114, 2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95, 8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105, 7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101, 4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105, 9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92, 8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98, 3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101, 4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834, 1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687, 2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703, 65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855, 89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1082, 1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1180, 1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845, 8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870, 5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инвестиций в основной капитал за счет всех источников финансирования на душу населения, тыс.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20, 16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25, 8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28, 65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20, 78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22, 5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работ, выполненных по виду деятельности "строительство", в млн. руб.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708, 4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485, 74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283, 7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354, 62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468, 0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523, 7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514, 5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590, 8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Темп роста объема работ, выполненных по виду деятельности “строительство",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предыдущему году в сопоставимых ценах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78, 3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64, 9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50, 4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110, 0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123, 5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108, 33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89, 4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101, 4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Число субъектов малого и среднего предпринимательства, ед.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728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842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915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922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824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894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855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850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Численность занятых на малых предприятиях, тыс. чел.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1, 263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1, 072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1, 105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1, 341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1, 42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1, 572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1, 460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1, 662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Доля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занятых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в малом бизнесе от занятых в экономике,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12, 2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18, 9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lastRenderedPageBreak/>
              <w:t>Число субъектов малого предпринимательства в расчете на 1000 человек населения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15, 94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19, 6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21, 7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Среднемесячная заработная плата одного работника,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13306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14797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17397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18926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22634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25795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26440, 0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30242, 0</w:t>
            </w:r>
          </w:p>
        </w:tc>
      </w:tr>
      <w:tr w:rsidR="00852DE6" w:rsidRPr="00852DE6" w:rsidTr="00852DE6">
        <w:trPr>
          <w:trHeight w:val="240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Среднедушевые денежные доходы населения,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8791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9845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11049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12209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13646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15155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16348, 0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19200, 0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Оборот розничной торговли, млн. руб.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762, 3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827, 4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1027, 4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1134, 8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1244, 5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1446, 0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1548, 0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1987, 0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Оборот розничной торговли на душу населения, тыс.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18, 18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23, 8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26, 7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29, 67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35, 1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38, 03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51, 4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платных услуг, млн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.р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>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576, 6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634, 7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727, 4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718, 8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621, 1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899, 6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909, 78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940, 0</w:t>
            </w:r>
          </w:p>
        </w:tc>
      </w:tr>
      <w:tr w:rsidR="00852DE6" w:rsidRPr="00852DE6" w:rsidTr="00852DE6">
        <w:trPr>
          <w:trHeight w:val="248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Объем платных услуг населению на душу населения, тыс. рублей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12, 6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13, 95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16, 85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16, 94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14, 81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21, 84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22, 35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24, 32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Доходы всего, млн. руб.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602, 8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868, 68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1025, 4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1048, 4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1153, 3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1331, 6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1101, 31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1060, 0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Собственные доходы, млн. руб.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132, 2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216, 5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229, 5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292, 4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309, 3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263, 56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303, 6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283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Доля собственных доходов бюджета,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27, 9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26, 8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19, 8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27, 5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26, 7 </w:t>
            </w:r>
          </w:p>
        </w:tc>
      </w:tr>
      <w:tr w:rsidR="00852DE6" w:rsidRPr="00852DE6" w:rsidTr="00852DE6">
        <w:trPr>
          <w:trHeight w:val="501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Строительство и реконструкция автомобильных дорог (отремонтировано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км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>, построено новых дорог, км)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10/0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18/0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20/0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80/0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80/0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28, 6/0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85, 6/0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30/0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Жилищный фонд, тыс. кв.м.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930, 9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933, 8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940, 6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943, 2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944, 7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907, 8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908, 2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910, 0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Годовой объем ввода жилья, тыс.кв.м.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3, 0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5, 3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5, 3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5, 5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Общая площадь жилых помещений, приходящихся в среднем на одного жителя, всего, кв.м.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21, 19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21, 9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22, 2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22, 3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23, 4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Обеспеченность населения жильем, в том числе благоустроенным, кв. м на человека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10, 8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10, 9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11, 5</w:t>
            </w:r>
          </w:p>
        </w:tc>
      </w:tr>
      <w:tr w:rsidR="00852DE6" w:rsidRPr="00852DE6" w:rsidTr="00852DE6">
        <w:trPr>
          <w:trHeight w:val="70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Реконструкция аварийного и ветхого жилья, тыс.кв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0, 962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3, 769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3, 95</w:t>
            </w:r>
          </w:p>
        </w:tc>
      </w:tr>
      <w:tr w:rsidR="00852DE6" w:rsidRPr="00852DE6" w:rsidTr="00852DE6">
        <w:trPr>
          <w:trHeight w:val="417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Удельный вес лиц, сдавших единый государственный экзамен, в числе выпускников,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96, 25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98, 65</w:t>
            </w:r>
          </w:p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98, 3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89, 2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97, 25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98, 5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98, 75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99, 5</w:t>
            </w:r>
          </w:p>
        </w:tc>
      </w:tr>
      <w:tr w:rsidR="00852DE6" w:rsidRPr="00852DE6" w:rsidTr="00852DE6">
        <w:trPr>
          <w:trHeight w:val="70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Количество мест в детских садах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1662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1673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1759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1821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1821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2088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2148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2200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Доля детей в возрасте от 3 до 7 лет, получающих дошкольную образовательную услугу, в общей численности детей от 3 до 7 лет,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51, 97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Число зарегистрированных преступлений, в ед. на 10000 жителей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249, 4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200, 6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240, 1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242, 7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261, 3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279, 2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310, 8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253, 6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Уровень раскрываемости преступлений,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71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76</w:t>
            </w:r>
          </w:p>
        </w:tc>
      </w:tr>
      <w:tr w:rsidR="00852DE6" w:rsidRPr="00852DE6" w:rsidTr="00852DE6">
        <w:trPr>
          <w:trHeight w:val="745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lastRenderedPageBreak/>
              <w:t>Удельный вес лиц, занимающихся физической культурой и спортом,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25, 2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28, 65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30, 03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28, 47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29, 06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29, 4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30, 3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Удельный вес населения, участвующего в культурно - досуговых мероприятиях в общей численности населения,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%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51, 0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52, 3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54, 1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56, 2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58, 2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58, 4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58, 6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60, 0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Обеспеченность общедоступными библиотеками и культурно - досуговыми учреждениями на 1 000 человек населения, ед.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1, 44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1, 45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1, 53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1, 55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1, 57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1, 60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1, 57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1, 66</w:t>
            </w:r>
          </w:p>
        </w:tc>
      </w:tr>
      <w:tr w:rsidR="00852DE6" w:rsidRPr="00852DE6" w:rsidTr="00852DE6">
        <w:trPr>
          <w:trHeight w:val="632"/>
        </w:trPr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Количество экземпляров новых поступлений в библиотечные фонды общедоступных библиотек на 1000 человек населения, экз.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57, 15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69, 02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47, 39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50, 20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44, 3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43, 52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30, 71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33, 64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Доля населения с доходами, ниже прожиточного минимума, в % </w:t>
            </w:r>
            <w:proofErr w:type="gramStart"/>
            <w:r w:rsidRPr="00852DE6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852DE6">
              <w:rPr>
                <w:rFonts w:ascii="Courier New" w:hAnsi="Courier New" w:cs="Courier New"/>
                <w:sz w:val="20"/>
                <w:szCs w:val="20"/>
              </w:rPr>
              <w:t xml:space="preserve"> общей численности населения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22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19, 5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20, 4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18, 5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Доля доходов от использования муниципального имущества в общем объеме доходов бюджета муниципального образования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0, 8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1, 2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1, 8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1, 7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1, 0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Доля земельного налога в общем объеме доходов бюджета муниципального образования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0, 9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1, 1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1, 0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1, 07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1, 2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1, 1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Число родившихся, на 1000 человек населения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14, 57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15, 38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13, 18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15, 34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15, 5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15, 28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Число умерших, на 1000 человек населения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16, 22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16, 85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15, 6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15, 9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16, 5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16, 43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16, 11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15, 03</w:t>
            </w:r>
          </w:p>
        </w:tc>
      </w:tr>
      <w:tr w:rsidR="00852DE6" w:rsidRPr="00852DE6" w:rsidTr="00852DE6">
        <w:tc>
          <w:tcPr>
            <w:tcW w:w="5349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Коэффициент естественного прироста (убыли) населения, на 1000 населения, человек</w:t>
            </w:r>
          </w:p>
        </w:tc>
        <w:tc>
          <w:tcPr>
            <w:tcW w:w="1120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-2, 72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-2, 35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-1, 03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-0, 52</w:t>
            </w:r>
          </w:p>
        </w:tc>
        <w:tc>
          <w:tcPr>
            <w:tcW w:w="1121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-3, 32</w:t>
            </w:r>
          </w:p>
        </w:tc>
        <w:tc>
          <w:tcPr>
            <w:tcW w:w="1342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-1, 09</w:t>
            </w:r>
          </w:p>
        </w:tc>
        <w:tc>
          <w:tcPr>
            <w:tcW w:w="1213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-0, 61</w:t>
            </w:r>
          </w:p>
        </w:tc>
        <w:tc>
          <w:tcPr>
            <w:tcW w:w="1338" w:type="dxa"/>
            <w:shd w:val="clear" w:color="auto" w:fill="auto"/>
          </w:tcPr>
          <w:p w:rsidR="00852DE6" w:rsidRPr="00852DE6" w:rsidRDefault="00852DE6" w:rsidP="00852DE6">
            <w:pPr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 w:rsidRPr="00852DE6">
              <w:rPr>
                <w:rFonts w:ascii="Courier New" w:hAnsi="Courier New" w:cs="Courier New"/>
                <w:sz w:val="20"/>
                <w:szCs w:val="20"/>
              </w:rPr>
              <w:t>+0, 25</w:t>
            </w:r>
          </w:p>
        </w:tc>
      </w:tr>
    </w:tbl>
    <w:p w:rsidR="00852DE6" w:rsidRDefault="00852DE6" w:rsidP="00025DA6">
      <w:pPr>
        <w:sectPr w:rsidR="00852DE6" w:rsidSect="00852DE6">
          <w:type w:val="continuous"/>
          <w:pgSz w:w="16838" w:h="11906" w:orient="landscape"/>
          <w:pgMar w:top="1701" w:right="1134" w:bottom="567" w:left="1134" w:header="720" w:footer="720" w:gutter="0"/>
          <w:cols w:space="708"/>
          <w:noEndnote/>
          <w:docGrid w:linePitch="360"/>
        </w:sectPr>
      </w:pPr>
    </w:p>
    <w:p w:rsidR="00187CA7" w:rsidRDefault="00025DA6" w:rsidP="00025DA6">
      <w:r>
        <w:lastRenderedPageBreak/>
        <w:t xml:space="preserve"> </w:t>
      </w:r>
      <w:r w:rsidR="00FB1D2C" w:rsidRPr="00025DA6">
        <w:t xml:space="preserve">2. </w:t>
      </w:r>
      <w:proofErr w:type="gramStart"/>
      <w:r w:rsidR="00187CA7" w:rsidRPr="00025DA6">
        <w:t>Контроль за</w:t>
      </w:r>
      <w:proofErr w:type="gramEnd"/>
      <w:r w:rsidR="00187CA7" w:rsidRPr="00025DA6">
        <w:t xml:space="preserve"> исполнением настоящего решения возложить на администрацию </w:t>
      </w:r>
      <w:r w:rsidR="00FB1D2C" w:rsidRPr="00025DA6">
        <w:t>муниципального района</w:t>
      </w:r>
      <w:r w:rsidR="00187CA7" w:rsidRPr="00025DA6">
        <w:t xml:space="preserve"> «</w:t>
      </w:r>
      <w:r w:rsidR="00FB1D2C" w:rsidRPr="00025DA6">
        <w:t>Шилкинский район</w:t>
      </w:r>
      <w:r w:rsidR="00187CA7" w:rsidRPr="00025DA6">
        <w:t>» (</w:t>
      </w:r>
      <w:proofErr w:type="spellStart"/>
      <w:r w:rsidR="00FB1D2C" w:rsidRPr="00025DA6">
        <w:t>Пляскин</w:t>
      </w:r>
      <w:proofErr w:type="spellEnd"/>
      <w:r w:rsidR="00FB1D2C" w:rsidRPr="00025DA6">
        <w:t xml:space="preserve"> Д.А.</w:t>
      </w:r>
      <w:r w:rsidR="00A26DF3">
        <w:t>)</w:t>
      </w:r>
      <w:r w:rsidR="00187CA7" w:rsidRPr="00025DA6">
        <w:t>.</w:t>
      </w:r>
    </w:p>
    <w:p w:rsidR="006E6EC4" w:rsidRDefault="006E6EC4" w:rsidP="006E6EC4">
      <w:r>
        <w:t>3</w:t>
      </w:r>
      <w:r>
        <w:t xml:space="preserve">. </w:t>
      </w:r>
      <w:r w:rsidRPr="00281ED4">
        <w:t>Настоящее решение опубликовать на официальном портале муниципального района «Шилкинский район» «www.Шилкинский.рф.» в информационно-телекоммуникационной сети Интернет.</w:t>
      </w:r>
    </w:p>
    <w:p w:rsidR="006E6EC4" w:rsidRPr="00281ED4" w:rsidRDefault="006E6EC4" w:rsidP="006E6EC4">
      <w:r>
        <w:t xml:space="preserve">4. </w:t>
      </w:r>
      <w:r w:rsidRPr="00281ED4">
        <w:t>Настоящее решение вступает в силу после его официального опубликования</w:t>
      </w:r>
    </w:p>
    <w:p w:rsidR="00187CA7" w:rsidRPr="00025DA6" w:rsidRDefault="00187CA7" w:rsidP="00025DA6">
      <w:bookmarkStart w:id="0" w:name="_GoBack"/>
      <w:bookmarkEnd w:id="0"/>
    </w:p>
    <w:p w:rsidR="005C33C5" w:rsidRPr="00025DA6" w:rsidRDefault="005C33C5" w:rsidP="00025DA6"/>
    <w:p w:rsidR="005C33C5" w:rsidRPr="00025DA6" w:rsidRDefault="005C33C5" w:rsidP="00025DA6"/>
    <w:p w:rsidR="00E273EF" w:rsidRPr="00025DA6" w:rsidRDefault="00B81ACE" w:rsidP="00025DA6">
      <w:r w:rsidRPr="00025DA6">
        <w:t>Глава муниципального района</w:t>
      </w:r>
      <w:r w:rsidR="00852DE6">
        <w:tab/>
      </w:r>
      <w:r w:rsidR="00852DE6">
        <w:tab/>
      </w:r>
      <w:r w:rsidR="00852DE6">
        <w:tab/>
      </w:r>
      <w:r w:rsidR="00852DE6">
        <w:tab/>
      </w:r>
      <w:r w:rsidR="00852DE6">
        <w:tab/>
      </w:r>
      <w:r w:rsidR="00852DE6">
        <w:tab/>
      </w:r>
      <w:r w:rsidR="00025DA6">
        <w:t xml:space="preserve"> </w:t>
      </w:r>
      <w:r w:rsidRPr="00025DA6">
        <w:t>Д.А.</w:t>
      </w:r>
      <w:r w:rsidR="00852DE6">
        <w:t xml:space="preserve"> </w:t>
      </w:r>
      <w:proofErr w:type="spellStart"/>
      <w:r w:rsidRPr="00025DA6">
        <w:t>Пляскин</w:t>
      </w:r>
      <w:proofErr w:type="spellEnd"/>
    </w:p>
    <w:sectPr w:rsidR="00E273EF" w:rsidRPr="00025DA6" w:rsidSect="00852DE6">
      <w:pgSz w:w="11906" w:h="16838"/>
      <w:pgMar w:top="1134" w:right="567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FD2" w:rsidRDefault="00280FD2" w:rsidP="00852DE6">
      <w:r>
        <w:separator/>
      </w:r>
    </w:p>
  </w:endnote>
  <w:endnote w:type="continuationSeparator" w:id="0">
    <w:p w:rsidR="00280FD2" w:rsidRDefault="00280FD2" w:rsidP="0085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0516"/>
      <w:docPartObj>
        <w:docPartGallery w:val="Page Numbers (Bottom of Page)"/>
        <w:docPartUnique/>
      </w:docPartObj>
    </w:sdtPr>
    <w:sdtEndPr/>
    <w:sdtContent>
      <w:p w:rsidR="00852DE6" w:rsidRDefault="00E54F02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6EC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FD2" w:rsidRDefault="00280FD2" w:rsidP="00852DE6">
      <w:r>
        <w:separator/>
      </w:r>
    </w:p>
  </w:footnote>
  <w:footnote w:type="continuationSeparator" w:id="0">
    <w:p w:rsidR="00280FD2" w:rsidRDefault="00280FD2" w:rsidP="00852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8C1"/>
    <w:multiLevelType w:val="hybridMultilevel"/>
    <w:tmpl w:val="F216C094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A7278BB"/>
    <w:multiLevelType w:val="hybridMultilevel"/>
    <w:tmpl w:val="F878A898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D6192D"/>
    <w:multiLevelType w:val="hybridMultilevel"/>
    <w:tmpl w:val="296EE8BA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2D1DE4"/>
    <w:multiLevelType w:val="hybridMultilevel"/>
    <w:tmpl w:val="E552235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14728E"/>
    <w:multiLevelType w:val="hybridMultilevel"/>
    <w:tmpl w:val="0914935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FD5A8F"/>
    <w:multiLevelType w:val="multilevel"/>
    <w:tmpl w:val="E7D2E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6">
    <w:nsid w:val="2B483564"/>
    <w:multiLevelType w:val="hybridMultilevel"/>
    <w:tmpl w:val="DE3C667E"/>
    <w:lvl w:ilvl="0" w:tplc="8A160B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496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C7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18F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A7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A5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AB9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669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A0F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E886463"/>
    <w:multiLevelType w:val="hybridMultilevel"/>
    <w:tmpl w:val="07F8FD0A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D845E7"/>
    <w:multiLevelType w:val="hybridMultilevel"/>
    <w:tmpl w:val="DBBAFD3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7753DD8"/>
    <w:multiLevelType w:val="hybridMultilevel"/>
    <w:tmpl w:val="71ECF25A"/>
    <w:lvl w:ilvl="0" w:tplc="450C2AEE">
      <w:start w:val="15"/>
      <w:numFmt w:val="decimal"/>
      <w:lvlText w:val="%1."/>
      <w:lvlJc w:val="left"/>
      <w:pPr>
        <w:ind w:left="9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404A27D1"/>
    <w:multiLevelType w:val="hybridMultilevel"/>
    <w:tmpl w:val="5132501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9E23874"/>
    <w:multiLevelType w:val="hybridMultilevel"/>
    <w:tmpl w:val="D702EAD6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FD85FF4"/>
    <w:multiLevelType w:val="hybridMultilevel"/>
    <w:tmpl w:val="A04CEDA8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80044C6"/>
    <w:multiLevelType w:val="hybridMultilevel"/>
    <w:tmpl w:val="34DA124C"/>
    <w:lvl w:ilvl="0" w:tplc="7B42E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408E4"/>
    <w:multiLevelType w:val="hybridMultilevel"/>
    <w:tmpl w:val="D9E4884E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9790720"/>
    <w:multiLevelType w:val="hybridMultilevel"/>
    <w:tmpl w:val="260C068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B555C52"/>
    <w:multiLevelType w:val="hybridMultilevel"/>
    <w:tmpl w:val="03E25584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EE81350"/>
    <w:multiLevelType w:val="hybridMultilevel"/>
    <w:tmpl w:val="4F7EF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3"/>
  </w:num>
  <w:num w:numId="6">
    <w:abstractNumId w:val="16"/>
  </w:num>
  <w:num w:numId="7">
    <w:abstractNumId w:val="10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0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3BC6"/>
    <w:rsid w:val="00025DA6"/>
    <w:rsid w:val="00034271"/>
    <w:rsid w:val="00060BC6"/>
    <w:rsid w:val="000C65F8"/>
    <w:rsid w:val="000D0521"/>
    <w:rsid w:val="001067F6"/>
    <w:rsid w:val="001261B5"/>
    <w:rsid w:val="001778BA"/>
    <w:rsid w:val="00181424"/>
    <w:rsid w:val="00187CA7"/>
    <w:rsid w:val="001A1068"/>
    <w:rsid w:val="001E3573"/>
    <w:rsid w:val="001F470B"/>
    <w:rsid w:val="001F5527"/>
    <w:rsid w:val="00234E1B"/>
    <w:rsid w:val="00264142"/>
    <w:rsid w:val="00280FD2"/>
    <w:rsid w:val="002907DC"/>
    <w:rsid w:val="002A71D1"/>
    <w:rsid w:val="002D53FF"/>
    <w:rsid w:val="002F385A"/>
    <w:rsid w:val="00352BEA"/>
    <w:rsid w:val="00353B50"/>
    <w:rsid w:val="0035692F"/>
    <w:rsid w:val="00375F22"/>
    <w:rsid w:val="003A2812"/>
    <w:rsid w:val="003A6C9B"/>
    <w:rsid w:val="003E4141"/>
    <w:rsid w:val="004460B7"/>
    <w:rsid w:val="00474766"/>
    <w:rsid w:val="004A73A2"/>
    <w:rsid w:val="00504ACB"/>
    <w:rsid w:val="005128B7"/>
    <w:rsid w:val="005233A7"/>
    <w:rsid w:val="005A51E1"/>
    <w:rsid w:val="005C33C5"/>
    <w:rsid w:val="005D0ED3"/>
    <w:rsid w:val="005D1AF0"/>
    <w:rsid w:val="006317D9"/>
    <w:rsid w:val="0064640D"/>
    <w:rsid w:val="00675ECD"/>
    <w:rsid w:val="006A1719"/>
    <w:rsid w:val="006E6EC4"/>
    <w:rsid w:val="006E706A"/>
    <w:rsid w:val="006F0A9D"/>
    <w:rsid w:val="006F7F49"/>
    <w:rsid w:val="0075119A"/>
    <w:rsid w:val="00793E07"/>
    <w:rsid w:val="007B12A5"/>
    <w:rsid w:val="007C5194"/>
    <w:rsid w:val="007F30F3"/>
    <w:rsid w:val="007F31C5"/>
    <w:rsid w:val="00804C1F"/>
    <w:rsid w:val="00832F61"/>
    <w:rsid w:val="0085272C"/>
    <w:rsid w:val="00852DE6"/>
    <w:rsid w:val="00873BC6"/>
    <w:rsid w:val="008A222F"/>
    <w:rsid w:val="008A4BCE"/>
    <w:rsid w:val="008F6C7E"/>
    <w:rsid w:val="00901D3B"/>
    <w:rsid w:val="00910FDE"/>
    <w:rsid w:val="00913253"/>
    <w:rsid w:val="0092180A"/>
    <w:rsid w:val="009574F7"/>
    <w:rsid w:val="00983C9E"/>
    <w:rsid w:val="009F2BF8"/>
    <w:rsid w:val="00A26DF3"/>
    <w:rsid w:val="00AB1277"/>
    <w:rsid w:val="00AB335A"/>
    <w:rsid w:val="00AC242B"/>
    <w:rsid w:val="00AF3AE7"/>
    <w:rsid w:val="00B4278E"/>
    <w:rsid w:val="00B81ACE"/>
    <w:rsid w:val="00B947F4"/>
    <w:rsid w:val="00BB0799"/>
    <w:rsid w:val="00BB2DCC"/>
    <w:rsid w:val="00BB6F1C"/>
    <w:rsid w:val="00BC5FD9"/>
    <w:rsid w:val="00BE6E48"/>
    <w:rsid w:val="00C0371C"/>
    <w:rsid w:val="00C35039"/>
    <w:rsid w:val="00C43108"/>
    <w:rsid w:val="00CB5EB7"/>
    <w:rsid w:val="00D04B84"/>
    <w:rsid w:val="00D430BE"/>
    <w:rsid w:val="00DC1EE6"/>
    <w:rsid w:val="00DC4E1B"/>
    <w:rsid w:val="00DF3AA4"/>
    <w:rsid w:val="00E273EF"/>
    <w:rsid w:val="00E34439"/>
    <w:rsid w:val="00E54F02"/>
    <w:rsid w:val="00E76ADC"/>
    <w:rsid w:val="00EC6529"/>
    <w:rsid w:val="00EF41A1"/>
    <w:rsid w:val="00F047DD"/>
    <w:rsid w:val="00F13947"/>
    <w:rsid w:val="00F16C56"/>
    <w:rsid w:val="00F23D65"/>
    <w:rsid w:val="00F81605"/>
    <w:rsid w:val="00F81806"/>
    <w:rsid w:val="00F9648D"/>
    <w:rsid w:val="00FB1D2C"/>
    <w:rsid w:val="00FC5407"/>
    <w:rsid w:val="00FD2229"/>
    <w:rsid w:val="00FD24C8"/>
    <w:rsid w:val="00FF1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52DE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52DE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52DE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52DE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52DE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873BC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"/>
    <w:basedOn w:val="a0"/>
    <w:link w:val="a3"/>
    <w:uiPriority w:val="99"/>
    <w:locked/>
    <w:rsid w:val="00873BC6"/>
    <w:rPr>
      <w:rFonts w:ascii="Calibri" w:eastAsia="Times New Roman" w:hAnsi="Calibri" w:cs="Times New Roman"/>
    </w:rPr>
  </w:style>
  <w:style w:type="paragraph" w:customStyle="1" w:styleId="Title">
    <w:name w:val="Title!Название НПА"/>
    <w:basedOn w:val="a"/>
    <w:rsid w:val="00852DE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873B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BC6"/>
    <w:rPr>
      <w:rFonts w:ascii="Tahoma" w:hAnsi="Tahoma" w:cs="Tahoma"/>
      <w:sz w:val="16"/>
      <w:szCs w:val="16"/>
    </w:rPr>
  </w:style>
  <w:style w:type="paragraph" w:styleId="a7">
    <w:name w:val="Body Text"/>
    <w:aliases w:val=" Знак, Знак1 Знак"/>
    <w:basedOn w:val="a"/>
    <w:link w:val="a8"/>
    <w:rsid w:val="001F5527"/>
    <w:pPr>
      <w:spacing w:line="360" w:lineRule="auto"/>
    </w:pPr>
    <w:rPr>
      <w:rFonts w:ascii="Times New Roman" w:hAnsi="Times New Roman"/>
      <w:szCs w:val="20"/>
    </w:rPr>
  </w:style>
  <w:style w:type="character" w:customStyle="1" w:styleId="a8">
    <w:name w:val="Основной текст Знак"/>
    <w:aliases w:val=" Знак Знак, Знак1 Знак Знак"/>
    <w:basedOn w:val="a0"/>
    <w:link w:val="a7"/>
    <w:rsid w:val="001F5527"/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бычный (веб) Знак"/>
    <w:basedOn w:val="a0"/>
    <w:link w:val="aa"/>
    <w:locked/>
    <w:rsid w:val="008A222F"/>
    <w:rPr>
      <w:sz w:val="24"/>
      <w:szCs w:val="24"/>
    </w:rPr>
  </w:style>
  <w:style w:type="paragraph" w:styleId="aa">
    <w:name w:val="Normal (Web)"/>
    <w:basedOn w:val="a"/>
    <w:link w:val="a9"/>
    <w:rsid w:val="008A222F"/>
  </w:style>
  <w:style w:type="paragraph" w:customStyle="1" w:styleId="ConsPlusNormal">
    <w:name w:val="ConsPlusNormal"/>
    <w:rsid w:val="00187C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Title"/>
    <w:basedOn w:val="a"/>
    <w:link w:val="ac"/>
    <w:qFormat/>
    <w:rsid w:val="006A1719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basedOn w:val="a0"/>
    <w:link w:val="ab"/>
    <w:rsid w:val="006A1719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025D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25D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025D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025DA6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52DE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852DE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025DA6"/>
    <w:rPr>
      <w:rFonts w:ascii="Courier" w:eastAsia="Times New Roman" w:hAnsi="Courier" w:cs="Times New Roman"/>
      <w:szCs w:val="20"/>
    </w:rPr>
  </w:style>
  <w:style w:type="character" w:styleId="af">
    <w:name w:val="Hyperlink"/>
    <w:basedOn w:val="a0"/>
    <w:rsid w:val="00852DE6"/>
    <w:rPr>
      <w:color w:val="0000FF"/>
      <w:u w:val="none"/>
    </w:rPr>
  </w:style>
  <w:style w:type="paragraph" w:styleId="af0">
    <w:name w:val="List Paragraph"/>
    <w:basedOn w:val="a"/>
    <w:uiPriority w:val="34"/>
    <w:qFormat/>
    <w:rsid w:val="00025DA6"/>
    <w:pPr>
      <w:ind w:left="720"/>
      <w:contextualSpacing/>
    </w:pPr>
  </w:style>
  <w:style w:type="paragraph" w:styleId="af1">
    <w:name w:val="header"/>
    <w:basedOn w:val="a"/>
    <w:link w:val="af2"/>
    <w:uiPriority w:val="99"/>
    <w:semiHidden/>
    <w:unhideWhenUsed/>
    <w:rsid w:val="00852DE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52DE6"/>
    <w:rPr>
      <w:rFonts w:ascii="Arial" w:eastAsia="Times New Roman" w:hAnsi="Arial" w:cs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52DE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852DE6"/>
    <w:rPr>
      <w:rFonts w:ascii="Arial" w:eastAsia="Times New Roman" w:hAnsi="Arial" w:cs="Times New Roman"/>
      <w:sz w:val="24"/>
      <w:szCs w:val="24"/>
    </w:rPr>
  </w:style>
  <w:style w:type="table" w:styleId="af5">
    <w:name w:val="Table Grid"/>
    <w:basedOn w:val="a1"/>
    <w:uiPriority w:val="59"/>
    <w:rsid w:val="00CB5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Arm%20Municipal%20v1.2%20(build%201.8)\UI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49C3-52A2-4BF6-B431-0529B55E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685</TotalTime>
  <Pages>15</Pages>
  <Words>4808</Words>
  <Characters>27412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Тамара Анатольевна</cp:lastModifiedBy>
  <cp:revision>72</cp:revision>
  <cp:lastPrinted>2015-09-15T03:22:00Z</cp:lastPrinted>
  <dcterms:created xsi:type="dcterms:W3CDTF">2015-09-09T23:53:00Z</dcterms:created>
  <dcterms:modified xsi:type="dcterms:W3CDTF">2015-09-29T03:05:00Z</dcterms:modified>
</cp:coreProperties>
</file>